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p w:rsidR="00106F6D" w:rsidRDefault="00106F6D"/>
    <w:tbl>
      <w:tblPr>
        <w:tblpPr w:leftFromText="141" w:rightFromText="141" w:vertAnchor="text" w:tblpY="1"/>
        <w:tblOverlap w:val="never"/>
        <w:tblW w:w="0" w:type="auto"/>
        <w:tblLayout w:type="fixed"/>
        <w:tblCellMar>
          <w:left w:w="0" w:type="dxa"/>
          <w:right w:w="0" w:type="dxa"/>
        </w:tblCellMar>
        <w:tblLook w:val="0000" w:firstRow="0" w:lastRow="0" w:firstColumn="0" w:lastColumn="0" w:noHBand="0" w:noVBand="0"/>
      </w:tblPr>
      <w:tblGrid>
        <w:gridCol w:w="7036"/>
      </w:tblGrid>
      <w:tr w:rsidR="00106F6D" w:rsidTr="008B1C11">
        <w:trPr>
          <w:trHeight w:hRule="exact" w:val="2160"/>
        </w:trPr>
        <w:tc>
          <w:tcPr>
            <w:tcW w:w="7036" w:type="dxa"/>
          </w:tcPr>
          <w:bookmarkStart w:id="0" w:name="bmTitel1" w:colFirst="0" w:colLast="0"/>
          <w:p w:rsidR="00106F6D" w:rsidRDefault="00EB6BA1" w:rsidP="008B1C11">
            <w:pPr>
              <w:rPr>
                <w:rStyle w:val="Huisstijl-Sjabloonnaam"/>
              </w:rPr>
            </w:pPr>
            <w:r>
              <w:rPr>
                <w:rStyle w:val="Huisstijl-Sjabloonnaam"/>
              </w:rPr>
              <w:fldChar w:fldCharType="begin"/>
            </w:r>
            <w:r>
              <w:rPr>
                <w:rStyle w:val="Huisstijl-Sjabloonnaam"/>
              </w:rPr>
              <w:instrText xml:space="preserve"> DOCPROPERTY  Category  \* MERGEFORMAT </w:instrText>
            </w:r>
            <w:r>
              <w:rPr>
                <w:rStyle w:val="Huisstijl-Sjabloonnaam"/>
              </w:rPr>
              <w:fldChar w:fldCharType="separate"/>
            </w:r>
            <w:r w:rsidR="000A4FF7">
              <w:rPr>
                <w:rStyle w:val="Huisstijl-Sjabloonnaam"/>
              </w:rPr>
              <w:t>Documentatie</w:t>
            </w:r>
            <w:r>
              <w:rPr>
                <w:rStyle w:val="Huisstijl-Sjabloonnaam"/>
              </w:rPr>
              <w:fldChar w:fldCharType="end"/>
            </w:r>
            <w:r w:rsidR="00372EBE">
              <w:rPr>
                <w:rStyle w:val="Huisstijl-Sjabloonnaam"/>
              </w:rPr>
              <w:t xml:space="preserve">: </w:t>
            </w:r>
            <w:sdt>
              <w:sdtPr>
                <w:rPr>
                  <w:rStyle w:val="Huisstijl-Sjabloonnaam"/>
                </w:rPr>
                <w:alias w:val="Title"/>
                <w:tag w:val=""/>
                <w:id w:val="27615945"/>
                <w:placeholder>
                  <w:docPart w:val="7BF91ECB5C3C4048BFCC6B6F036E83D1"/>
                </w:placeholder>
                <w:dataBinding w:prefixMappings="xmlns:ns0='http://purl.org/dc/elements/1.1/' xmlns:ns1='http://schemas.openxmlformats.org/package/2006/metadata/core-properties' " w:xpath="/ns1:coreProperties[1]/ns0:title[1]" w:storeItemID="{6C3C8BC8-F283-45AE-878A-BAB7291924A1}"/>
                <w:text/>
              </w:sdtPr>
              <w:sdtEndPr>
                <w:rPr>
                  <w:rStyle w:val="Huisstijl-Sjabloonnaam"/>
                </w:rPr>
              </w:sdtEndPr>
              <w:sdtContent>
                <w:r w:rsidR="000A4FF7">
                  <w:rPr>
                    <w:rStyle w:val="Huisstijl-Sjabloonnaam"/>
                  </w:rPr>
                  <w:t>HTM Station HSE Functioneel Ontwerp</w:t>
                </w:r>
              </w:sdtContent>
            </w:sdt>
          </w:p>
          <w:p w:rsidR="00106F6D" w:rsidRDefault="00106F6D" w:rsidP="008B1C11">
            <w:pPr>
              <w:rPr>
                <w:rStyle w:val="Huisstijl-Sjabloonnaam"/>
              </w:rPr>
            </w:pPr>
          </w:p>
          <w:p w:rsidR="00106F6D" w:rsidRDefault="00F42E6D" w:rsidP="008B1C11">
            <w:pPr>
              <w:rPr>
                <w:rStyle w:val="Huisstijl-Gegeven"/>
              </w:rPr>
            </w:pPr>
            <w:r>
              <w:rPr>
                <w:rStyle w:val="Huisstijl-Gegeven"/>
              </w:rPr>
              <w:fldChar w:fldCharType="begin"/>
            </w:r>
            <w:r>
              <w:rPr>
                <w:rStyle w:val="Huisstijl-Gegeven"/>
              </w:rPr>
              <w:instrText xml:space="preserve"> DOCPROPERTY  Bedrijf  \* MERGEFORMAT </w:instrText>
            </w:r>
            <w:r>
              <w:rPr>
                <w:rStyle w:val="Huisstijl-Gegeven"/>
              </w:rPr>
              <w:fldChar w:fldCharType="separate"/>
            </w:r>
            <w:r w:rsidR="000A4FF7">
              <w:rPr>
                <w:rStyle w:val="Huisstijl-Gegeven"/>
              </w:rPr>
              <w:t>BAM Techniek</w:t>
            </w:r>
            <w:r>
              <w:rPr>
                <w:rStyle w:val="Huisstijl-Gegeven"/>
              </w:rPr>
              <w:fldChar w:fldCharType="end"/>
            </w:r>
          </w:p>
          <w:p w:rsidR="00106F6D" w:rsidRDefault="00F42E6D" w:rsidP="008B1C11">
            <w:pPr>
              <w:rPr>
                <w:rStyle w:val="Huisstijl-Gegeven"/>
              </w:rPr>
            </w:pPr>
            <w:r>
              <w:rPr>
                <w:rStyle w:val="Huisstijl-Gegeven"/>
              </w:rPr>
              <w:t>Locatie:</w:t>
            </w:r>
            <w:r w:rsidR="009962A7">
              <w:rPr>
                <w:rStyle w:val="Huisstijl-Gegeven"/>
              </w:rPr>
              <w:t xml:space="preserve"> </w:t>
            </w:r>
            <w:r w:rsidR="00F00A6E">
              <w:rPr>
                <w:rStyle w:val="Huisstijl-Gegeven"/>
              </w:rPr>
              <w:fldChar w:fldCharType="begin"/>
            </w:r>
            <w:r w:rsidR="00F00A6E">
              <w:rPr>
                <w:rStyle w:val="Huisstijl-Gegeven"/>
              </w:rPr>
              <w:instrText xml:space="preserve"> DOCPROPERTY  locatie  \* MERGEFORMAT </w:instrText>
            </w:r>
            <w:r w:rsidR="00F00A6E">
              <w:rPr>
                <w:rStyle w:val="Huisstijl-Gegeven"/>
              </w:rPr>
              <w:fldChar w:fldCharType="separate"/>
            </w:r>
            <w:r w:rsidR="000A4FF7">
              <w:rPr>
                <w:rStyle w:val="Huisstijl-Gegeven"/>
              </w:rPr>
              <w:t>Rotterdam</w:t>
            </w:r>
            <w:r w:rsidR="00F00A6E">
              <w:rPr>
                <w:rStyle w:val="Huisstijl-Gegeven"/>
              </w:rPr>
              <w:fldChar w:fldCharType="end"/>
            </w:r>
          </w:p>
          <w:p w:rsidR="00106F6D" w:rsidRDefault="00106F6D" w:rsidP="008B1C11">
            <w:pPr>
              <w:rPr>
                <w:rStyle w:val="Huisstijl-Gegeven"/>
              </w:rPr>
            </w:pPr>
          </w:p>
          <w:p w:rsidR="004661DC" w:rsidRPr="004661DC" w:rsidRDefault="004661DC" w:rsidP="004661DC">
            <w:pPr>
              <w:rPr>
                <w:rStyle w:val="Huisstijl-Kopje"/>
                <w:b w:val="0"/>
                <w:sz w:val="19"/>
                <w:szCs w:val="19"/>
              </w:rPr>
            </w:pPr>
            <w:r w:rsidRPr="004661DC">
              <w:rPr>
                <w:rStyle w:val="Huisstijl-Kopje"/>
                <w:b w:val="0"/>
                <w:sz w:val="19"/>
                <w:szCs w:val="19"/>
              </w:rPr>
              <w:t>Project</w:t>
            </w:r>
            <w:r>
              <w:rPr>
                <w:rStyle w:val="Huisstijl-Kopje"/>
                <w:b w:val="0"/>
                <w:sz w:val="19"/>
                <w:szCs w:val="19"/>
              </w:rPr>
              <w:t xml:space="preserve">: </w:t>
            </w:r>
            <w:r>
              <w:rPr>
                <w:rStyle w:val="Huisstijl-Gegeven"/>
              </w:rPr>
              <w:fldChar w:fldCharType="begin"/>
            </w:r>
            <w:r>
              <w:rPr>
                <w:rStyle w:val="Huisstijl-Gegeven"/>
              </w:rPr>
              <w:instrText xml:space="preserve"> DOCPROPERTY  project  \* MERGEFORMAT </w:instrText>
            </w:r>
            <w:r>
              <w:rPr>
                <w:rStyle w:val="Huisstijl-Gegeven"/>
              </w:rPr>
              <w:fldChar w:fldCharType="separate"/>
            </w:r>
            <w:r w:rsidR="000A4FF7">
              <w:rPr>
                <w:rStyle w:val="Huisstijl-Gegeven"/>
              </w:rPr>
              <w:t>HTM Station HSE Scada</w:t>
            </w:r>
            <w:r>
              <w:rPr>
                <w:rStyle w:val="Huisstijl-Gegeven"/>
              </w:rPr>
              <w:fldChar w:fldCharType="end"/>
            </w:r>
          </w:p>
          <w:p w:rsidR="00106F6D" w:rsidRDefault="004C6D32" w:rsidP="008B1C11">
            <w:pPr>
              <w:rPr>
                <w:rStyle w:val="Huisstijl-Gegeven"/>
              </w:rPr>
            </w:pPr>
            <w:r>
              <w:rPr>
                <w:rStyle w:val="Huisstijl-Gegeven"/>
              </w:rPr>
              <w:t>Opdracht</w:t>
            </w:r>
            <w:r w:rsidR="0019432B">
              <w:rPr>
                <w:rStyle w:val="Huisstijl-Gegeven"/>
              </w:rPr>
              <w:t xml:space="preserve"> </w:t>
            </w:r>
            <w:r>
              <w:rPr>
                <w:rStyle w:val="Huisstijl-Gegeven"/>
              </w:rPr>
              <w:fldChar w:fldCharType="begin"/>
            </w:r>
            <w:r>
              <w:rPr>
                <w:rStyle w:val="Huisstijl-Gegeven"/>
              </w:rPr>
              <w:instrText xml:space="preserve"> DOCPROPERTY  opdracht  \* MERGEFORMAT </w:instrText>
            </w:r>
            <w:r>
              <w:rPr>
                <w:rStyle w:val="Huisstijl-Gegeven"/>
              </w:rPr>
              <w:fldChar w:fldCharType="separate"/>
            </w:r>
            <w:r w:rsidR="000A4FF7">
              <w:rPr>
                <w:rStyle w:val="Huisstijl-Gegeven"/>
              </w:rPr>
              <w:t>8015574520</w:t>
            </w:r>
            <w:r>
              <w:rPr>
                <w:rStyle w:val="Huisstijl-Gegeven"/>
              </w:rPr>
              <w:fldChar w:fldCharType="end"/>
            </w:r>
          </w:p>
          <w:p w:rsidR="00106F6D" w:rsidRDefault="00106F6D" w:rsidP="008B1C11">
            <w:pPr>
              <w:rPr>
                <w:rStyle w:val="Huisstijl-Gegeven"/>
              </w:rPr>
            </w:pPr>
          </w:p>
        </w:tc>
      </w:tr>
      <w:tr w:rsidR="00106F6D" w:rsidTr="008B1C11">
        <w:trPr>
          <w:trHeight w:val="480"/>
        </w:trPr>
        <w:tc>
          <w:tcPr>
            <w:tcW w:w="7036" w:type="dxa"/>
          </w:tcPr>
          <w:p w:rsidR="00106F6D" w:rsidRDefault="009962A7" w:rsidP="008B1C11">
            <w:pPr>
              <w:rPr>
                <w:rStyle w:val="Huisstijl-Kopje"/>
              </w:rPr>
            </w:pPr>
            <w:bookmarkStart w:id="1" w:name="bmAuteur1" w:colFirst="0" w:colLast="0"/>
            <w:bookmarkEnd w:id="0"/>
            <w:r>
              <w:rPr>
                <w:rStyle w:val="Huisstijl-Kopje"/>
              </w:rPr>
              <w:t>Auteur(s)</w:t>
            </w:r>
          </w:p>
          <w:p w:rsidR="00106F6D" w:rsidRDefault="00681F04" w:rsidP="008B1C11">
            <w:pPr>
              <w:rPr>
                <w:rStyle w:val="Huisstijl-Gegeven"/>
              </w:rPr>
            </w:pPr>
            <w:r>
              <w:rPr>
                <w:rStyle w:val="Huisstijl-Gegeven"/>
              </w:rPr>
              <w:fldChar w:fldCharType="begin"/>
            </w:r>
            <w:r>
              <w:rPr>
                <w:rStyle w:val="Huisstijl-Gegeven"/>
              </w:rPr>
              <w:instrText xml:space="preserve"> AUTHOR   \* MERGEFORMAT </w:instrText>
            </w:r>
            <w:r>
              <w:rPr>
                <w:rStyle w:val="Huisstijl-Gegeven"/>
              </w:rPr>
              <w:fldChar w:fldCharType="separate"/>
            </w:r>
            <w:r w:rsidR="000A4FF7">
              <w:rPr>
                <w:rStyle w:val="Huisstijl-Gegeven"/>
              </w:rPr>
              <w:t>Marcel Jordaan</w:t>
            </w:r>
            <w:r>
              <w:rPr>
                <w:rStyle w:val="Huisstijl-Gegeven"/>
              </w:rPr>
              <w:fldChar w:fldCharType="end"/>
            </w:r>
          </w:p>
          <w:p w:rsidR="00106F6D" w:rsidRDefault="00106F6D" w:rsidP="008B1C11">
            <w:pPr>
              <w:rPr>
                <w:rStyle w:val="Huisstijl-Gegeven"/>
              </w:rPr>
            </w:pPr>
          </w:p>
        </w:tc>
      </w:tr>
    </w:tbl>
    <w:bookmarkEnd w:id="1"/>
    <w:p w:rsidR="00106F6D" w:rsidRDefault="008B1C11">
      <w:r>
        <w:br w:type="textWrapping" w:clear="all"/>
      </w:r>
    </w:p>
    <w:p w:rsidR="004661DC" w:rsidRDefault="006C2B03" w:rsidP="00AD07D3">
      <w:pPr>
        <w:keepNext/>
        <w:spacing w:before="240"/>
      </w:pPr>
      <w:bookmarkStart w:id="2" w:name="bmBegin"/>
      <w:bookmarkEnd w:id="2"/>
      <w:r>
        <w:rPr>
          <w:noProof/>
          <w:lang w:val="en-US" w:eastAsia="en-US"/>
        </w:rPr>
        <w:drawing>
          <wp:anchor distT="0" distB="0" distL="114300" distR="114300" simplePos="0" relativeHeight="251642880" behindDoc="0" locked="0" layoutInCell="1" allowOverlap="1">
            <wp:simplePos x="0" y="0"/>
            <wp:positionH relativeFrom="column">
              <wp:posOffset>-57150</wp:posOffset>
            </wp:positionH>
            <wp:positionV relativeFrom="paragraph">
              <wp:posOffset>269240</wp:posOffset>
            </wp:positionV>
            <wp:extent cx="2524125" cy="1213253"/>
            <wp:effectExtent l="0" t="0" r="0" b="6350"/>
            <wp:wrapNone/>
            <wp:docPr id="10" name="Picture 10" descr="Afbeeldingsresultaat voor bam technie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am technie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121325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61DC" w:rsidRPr="004661DC" w:rsidRDefault="004661DC" w:rsidP="004661DC"/>
    <w:p w:rsidR="004661DC" w:rsidRPr="004661DC" w:rsidRDefault="004661DC" w:rsidP="004661DC"/>
    <w:p w:rsidR="004661DC" w:rsidRPr="004661DC" w:rsidRDefault="004661DC" w:rsidP="004661DC"/>
    <w:p w:rsidR="004661DC" w:rsidRPr="004661DC" w:rsidRDefault="004661DC" w:rsidP="004661DC"/>
    <w:p w:rsidR="004661DC" w:rsidRDefault="004661DC" w:rsidP="00AD07D3">
      <w:pPr>
        <w:keepNext/>
        <w:spacing w:before="240"/>
      </w:pPr>
    </w:p>
    <w:p w:rsidR="004661DC" w:rsidRDefault="004661DC" w:rsidP="004661DC">
      <w:pPr>
        <w:keepNext/>
        <w:tabs>
          <w:tab w:val="left" w:pos="2215"/>
        </w:tabs>
        <w:spacing w:before="240"/>
      </w:pPr>
      <w:r>
        <w:tab/>
      </w:r>
    </w:p>
    <w:p w:rsidR="00106F6D" w:rsidRDefault="009962A7" w:rsidP="00AD07D3">
      <w:pPr>
        <w:keepNext/>
        <w:spacing w:before="240"/>
        <w:rPr>
          <w:rStyle w:val="Huisstijl-Sjabloonnaam"/>
        </w:rPr>
      </w:pPr>
      <w:r w:rsidRPr="004661DC">
        <w:br w:type="page"/>
      </w:r>
      <w:r>
        <w:rPr>
          <w:rStyle w:val="Huisstijl-Sjabloonnaam"/>
        </w:rPr>
        <w:lastRenderedPageBreak/>
        <w:t>Inhoud</w:t>
      </w:r>
    </w:p>
    <w:p w:rsidR="002D0F32" w:rsidRPr="005D08CE" w:rsidRDefault="00C637FF">
      <w:pPr>
        <w:pStyle w:val="TOC1"/>
        <w:rPr>
          <w:rFonts w:asciiTheme="minorHAnsi" w:eastAsiaTheme="minorEastAsia" w:hAnsiTheme="minorHAnsi" w:cstheme="minorBidi"/>
          <w:sz w:val="22"/>
          <w:szCs w:val="22"/>
          <w:lang w:eastAsia="en-US"/>
        </w:rPr>
      </w:pPr>
      <w:r>
        <w:fldChar w:fldCharType="begin"/>
      </w:r>
      <w:r>
        <w:instrText xml:space="preserve"> TOC \o "1-3" </w:instrText>
      </w:r>
      <w:r>
        <w:fldChar w:fldCharType="separate"/>
      </w:r>
      <w:r w:rsidR="002D0F32">
        <w:t>1</w:t>
      </w:r>
      <w:r w:rsidR="002D0F32" w:rsidRPr="005D08CE">
        <w:rPr>
          <w:rFonts w:asciiTheme="minorHAnsi" w:eastAsiaTheme="minorEastAsia" w:hAnsiTheme="minorHAnsi" w:cstheme="minorBidi"/>
          <w:sz w:val="22"/>
          <w:szCs w:val="22"/>
          <w:lang w:eastAsia="en-US"/>
        </w:rPr>
        <w:tab/>
      </w:r>
      <w:r w:rsidR="002D0F32">
        <w:t>Inleiding</w:t>
      </w:r>
      <w:r w:rsidR="002D0F32">
        <w:tab/>
      </w:r>
      <w:r w:rsidR="002D0F32">
        <w:fldChar w:fldCharType="begin"/>
      </w:r>
      <w:r w:rsidR="002D0F32">
        <w:instrText xml:space="preserve"> PAGEREF _Toc504985877 \h </w:instrText>
      </w:r>
      <w:r w:rsidR="002D0F32">
        <w:fldChar w:fldCharType="separate"/>
      </w:r>
      <w:r w:rsidR="005D08CE">
        <w:t>3</w:t>
      </w:r>
      <w:r w:rsidR="002D0F32">
        <w:fldChar w:fldCharType="end"/>
      </w:r>
    </w:p>
    <w:p w:rsidR="002D0F32" w:rsidRPr="005D08CE" w:rsidRDefault="002D0F32">
      <w:pPr>
        <w:pStyle w:val="TOC2"/>
        <w:rPr>
          <w:rFonts w:asciiTheme="minorHAnsi" w:eastAsiaTheme="minorEastAsia" w:hAnsiTheme="minorHAnsi" w:cstheme="minorBidi"/>
          <w:sz w:val="22"/>
          <w:szCs w:val="22"/>
          <w:lang w:eastAsia="en-US"/>
        </w:rPr>
      </w:pPr>
      <w:r>
        <w:t>1.1</w:t>
      </w:r>
      <w:r w:rsidRPr="005D08CE">
        <w:rPr>
          <w:rFonts w:asciiTheme="minorHAnsi" w:eastAsiaTheme="minorEastAsia" w:hAnsiTheme="minorHAnsi" w:cstheme="minorBidi"/>
          <w:sz w:val="22"/>
          <w:szCs w:val="22"/>
          <w:lang w:eastAsia="en-US"/>
        </w:rPr>
        <w:tab/>
      </w:r>
      <w:r>
        <w:t>Documenten</w:t>
      </w:r>
      <w:r>
        <w:tab/>
      </w:r>
      <w:r>
        <w:fldChar w:fldCharType="begin"/>
      </w:r>
      <w:r>
        <w:instrText xml:space="preserve"> PAGEREF _Toc504985878 \h </w:instrText>
      </w:r>
      <w:r>
        <w:fldChar w:fldCharType="separate"/>
      </w:r>
      <w:r w:rsidR="005D08CE">
        <w:t>3</w:t>
      </w:r>
      <w:r>
        <w:fldChar w:fldCharType="end"/>
      </w:r>
    </w:p>
    <w:p w:rsidR="002D0F32" w:rsidRPr="005D08CE" w:rsidRDefault="002D0F32">
      <w:pPr>
        <w:pStyle w:val="TOC2"/>
        <w:rPr>
          <w:rFonts w:asciiTheme="minorHAnsi" w:eastAsiaTheme="minorEastAsia" w:hAnsiTheme="minorHAnsi" w:cstheme="minorBidi"/>
          <w:sz w:val="22"/>
          <w:szCs w:val="22"/>
          <w:lang w:eastAsia="en-US"/>
        </w:rPr>
      </w:pPr>
      <w:r>
        <w:t>1.2</w:t>
      </w:r>
      <w:r w:rsidRPr="005D08CE">
        <w:rPr>
          <w:rFonts w:asciiTheme="minorHAnsi" w:eastAsiaTheme="minorEastAsia" w:hAnsiTheme="minorHAnsi" w:cstheme="minorBidi"/>
          <w:sz w:val="22"/>
          <w:szCs w:val="22"/>
          <w:lang w:eastAsia="en-US"/>
        </w:rPr>
        <w:tab/>
      </w:r>
      <w:r>
        <w:t>Document historie</w:t>
      </w:r>
      <w:r>
        <w:tab/>
      </w:r>
      <w:r>
        <w:fldChar w:fldCharType="begin"/>
      </w:r>
      <w:r>
        <w:instrText xml:space="preserve"> PAGEREF _Toc504985879 \h </w:instrText>
      </w:r>
      <w:r>
        <w:fldChar w:fldCharType="separate"/>
      </w:r>
      <w:r w:rsidR="005D08CE">
        <w:t>3</w:t>
      </w:r>
      <w:r>
        <w:fldChar w:fldCharType="end"/>
      </w:r>
    </w:p>
    <w:p w:rsidR="002D0F32" w:rsidRPr="005D08CE" w:rsidRDefault="002D0F32">
      <w:pPr>
        <w:pStyle w:val="TOC2"/>
        <w:rPr>
          <w:rFonts w:asciiTheme="minorHAnsi" w:eastAsiaTheme="minorEastAsia" w:hAnsiTheme="minorHAnsi" w:cstheme="minorBidi"/>
          <w:sz w:val="22"/>
          <w:szCs w:val="22"/>
          <w:lang w:eastAsia="en-US"/>
        </w:rPr>
      </w:pPr>
      <w:r>
        <w:t>1.3</w:t>
      </w:r>
      <w:r w:rsidRPr="005D08CE">
        <w:rPr>
          <w:rFonts w:asciiTheme="minorHAnsi" w:eastAsiaTheme="minorEastAsia" w:hAnsiTheme="minorHAnsi" w:cstheme="minorBidi"/>
          <w:sz w:val="22"/>
          <w:szCs w:val="22"/>
          <w:lang w:eastAsia="en-US"/>
        </w:rPr>
        <w:tab/>
      </w:r>
      <w:r>
        <w:t>Toegepaste documenten</w:t>
      </w:r>
      <w:r>
        <w:tab/>
      </w:r>
      <w:r>
        <w:fldChar w:fldCharType="begin"/>
      </w:r>
      <w:r>
        <w:instrText xml:space="preserve"> PAGEREF _Toc504985880 \h </w:instrText>
      </w:r>
      <w:r>
        <w:fldChar w:fldCharType="separate"/>
      </w:r>
      <w:r w:rsidR="005D08CE">
        <w:t>3</w:t>
      </w:r>
      <w:r>
        <w:fldChar w:fldCharType="end"/>
      </w:r>
    </w:p>
    <w:p w:rsidR="002D0F32" w:rsidRPr="005D08CE" w:rsidRDefault="002D0F32">
      <w:pPr>
        <w:pStyle w:val="TOC2"/>
        <w:rPr>
          <w:rFonts w:asciiTheme="minorHAnsi" w:eastAsiaTheme="minorEastAsia" w:hAnsiTheme="minorHAnsi" w:cstheme="minorBidi"/>
          <w:sz w:val="22"/>
          <w:szCs w:val="22"/>
          <w:lang w:eastAsia="en-US"/>
        </w:rPr>
      </w:pPr>
      <w:r>
        <w:t>1.4</w:t>
      </w:r>
      <w:r w:rsidRPr="005D08CE">
        <w:rPr>
          <w:rFonts w:asciiTheme="minorHAnsi" w:eastAsiaTheme="minorEastAsia" w:hAnsiTheme="minorHAnsi" w:cstheme="minorBidi"/>
          <w:sz w:val="22"/>
          <w:szCs w:val="22"/>
          <w:lang w:eastAsia="en-US"/>
        </w:rPr>
        <w:tab/>
      </w:r>
      <w:r>
        <w:t>Definities en begrippen</w:t>
      </w:r>
      <w:r>
        <w:tab/>
      </w:r>
      <w:r>
        <w:fldChar w:fldCharType="begin"/>
      </w:r>
      <w:r>
        <w:instrText xml:space="preserve"> PAGEREF _Toc504985881 \h </w:instrText>
      </w:r>
      <w:r>
        <w:fldChar w:fldCharType="separate"/>
      </w:r>
      <w:r w:rsidR="005D08CE">
        <w:t>3</w:t>
      </w:r>
      <w:r>
        <w:fldChar w:fldCharType="end"/>
      </w:r>
    </w:p>
    <w:p w:rsidR="002D0F32" w:rsidRPr="005D08CE" w:rsidRDefault="002D0F32">
      <w:pPr>
        <w:pStyle w:val="TOC1"/>
        <w:rPr>
          <w:rFonts w:asciiTheme="minorHAnsi" w:eastAsiaTheme="minorEastAsia" w:hAnsiTheme="minorHAnsi" w:cstheme="minorBidi"/>
          <w:sz w:val="22"/>
          <w:szCs w:val="22"/>
          <w:lang w:eastAsia="en-US"/>
        </w:rPr>
      </w:pPr>
      <w:r>
        <w:t>2</w:t>
      </w:r>
      <w:r w:rsidRPr="005D08CE">
        <w:rPr>
          <w:rFonts w:asciiTheme="minorHAnsi" w:eastAsiaTheme="minorEastAsia" w:hAnsiTheme="minorHAnsi" w:cstheme="minorBidi"/>
          <w:sz w:val="22"/>
          <w:szCs w:val="22"/>
          <w:lang w:eastAsia="en-US"/>
        </w:rPr>
        <w:tab/>
      </w:r>
      <w:r>
        <w:t>PLC Station HSE</w:t>
      </w:r>
      <w:r>
        <w:tab/>
      </w:r>
      <w:r>
        <w:fldChar w:fldCharType="begin"/>
      </w:r>
      <w:r>
        <w:instrText xml:space="preserve"> PAGEREF _Toc504985882 \h </w:instrText>
      </w:r>
      <w:r>
        <w:fldChar w:fldCharType="separate"/>
      </w:r>
      <w:r w:rsidR="005D08CE">
        <w:t>4</w:t>
      </w:r>
      <w:r>
        <w:fldChar w:fldCharType="end"/>
      </w:r>
    </w:p>
    <w:p w:rsidR="002D0F32" w:rsidRPr="005D08CE" w:rsidRDefault="002D0F32">
      <w:pPr>
        <w:pStyle w:val="TOC2"/>
        <w:rPr>
          <w:rFonts w:asciiTheme="minorHAnsi" w:eastAsiaTheme="minorEastAsia" w:hAnsiTheme="minorHAnsi" w:cstheme="minorBidi"/>
          <w:sz w:val="22"/>
          <w:szCs w:val="22"/>
          <w:lang w:eastAsia="en-US"/>
        </w:rPr>
      </w:pPr>
      <w:r>
        <w:t>2.1</w:t>
      </w:r>
      <w:r w:rsidRPr="005D08CE">
        <w:rPr>
          <w:rFonts w:asciiTheme="minorHAnsi" w:eastAsiaTheme="minorEastAsia" w:hAnsiTheme="minorHAnsi" w:cstheme="minorBidi"/>
          <w:sz w:val="22"/>
          <w:szCs w:val="22"/>
          <w:lang w:eastAsia="en-US"/>
        </w:rPr>
        <w:tab/>
      </w:r>
      <w:r>
        <w:t>Algemeen</w:t>
      </w:r>
      <w:r>
        <w:tab/>
      </w:r>
      <w:r>
        <w:fldChar w:fldCharType="begin"/>
      </w:r>
      <w:r>
        <w:instrText xml:space="preserve"> PAGEREF _Toc504985883 \h </w:instrText>
      </w:r>
      <w:r>
        <w:fldChar w:fldCharType="separate"/>
      </w:r>
      <w:r w:rsidR="005D08CE">
        <w:t>4</w:t>
      </w:r>
      <w:r>
        <w:fldChar w:fldCharType="end"/>
      </w:r>
    </w:p>
    <w:p w:rsidR="002D0F32" w:rsidRPr="005D08CE" w:rsidRDefault="002D0F32">
      <w:pPr>
        <w:pStyle w:val="TOC2"/>
        <w:rPr>
          <w:rFonts w:asciiTheme="minorHAnsi" w:eastAsiaTheme="minorEastAsia" w:hAnsiTheme="minorHAnsi" w:cstheme="minorBidi"/>
          <w:sz w:val="22"/>
          <w:szCs w:val="22"/>
          <w:lang w:eastAsia="en-US"/>
        </w:rPr>
      </w:pPr>
      <w:r>
        <w:t>2.2</w:t>
      </w:r>
      <w:r w:rsidRPr="005D08CE">
        <w:rPr>
          <w:rFonts w:asciiTheme="minorHAnsi" w:eastAsiaTheme="minorEastAsia" w:hAnsiTheme="minorHAnsi" w:cstheme="minorBidi"/>
          <w:sz w:val="22"/>
          <w:szCs w:val="22"/>
          <w:lang w:eastAsia="en-US"/>
        </w:rPr>
        <w:tab/>
      </w:r>
      <w:r>
        <w:t>PLC Alarmen</w:t>
      </w:r>
      <w:r>
        <w:tab/>
      </w:r>
      <w:r>
        <w:fldChar w:fldCharType="begin"/>
      </w:r>
      <w:r>
        <w:instrText xml:space="preserve"> PAGEREF _Toc504985884 \h </w:instrText>
      </w:r>
      <w:r>
        <w:fldChar w:fldCharType="separate"/>
      </w:r>
      <w:r w:rsidR="005D08CE">
        <w:t>4</w:t>
      </w:r>
      <w:r>
        <w:fldChar w:fldCharType="end"/>
      </w:r>
    </w:p>
    <w:p w:rsidR="002D0F32" w:rsidRPr="005D08CE" w:rsidRDefault="002D0F32">
      <w:pPr>
        <w:pStyle w:val="TOC1"/>
        <w:rPr>
          <w:rFonts w:asciiTheme="minorHAnsi" w:eastAsiaTheme="minorEastAsia" w:hAnsiTheme="minorHAnsi" w:cstheme="minorBidi"/>
          <w:sz w:val="22"/>
          <w:szCs w:val="22"/>
          <w:lang w:eastAsia="en-US"/>
        </w:rPr>
      </w:pPr>
      <w:r>
        <w:t>3</w:t>
      </w:r>
      <w:r w:rsidRPr="005D08CE">
        <w:rPr>
          <w:rFonts w:asciiTheme="minorHAnsi" w:eastAsiaTheme="minorEastAsia" w:hAnsiTheme="minorHAnsi" w:cstheme="minorBidi"/>
          <w:sz w:val="22"/>
          <w:szCs w:val="22"/>
          <w:lang w:eastAsia="en-US"/>
        </w:rPr>
        <w:tab/>
      </w:r>
      <w:r>
        <w:t>SCADA Station HSE</w:t>
      </w:r>
      <w:r>
        <w:tab/>
      </w:r>
      <w:r>
        <w:fldChar w:fldCharType="begin"/>
      </w:r>
      <w:r>
        <w:instrText xml:space="preserve"> PAGEREF _Toc504985885 \h </w:instrText>
      </w:r>
      <w:r>
        <w:fldChar w:fldCharType="separate"/>
      </w:r>
      <w:r w:rsidR="005D08CE">
        <w:t>5</w:t>
      </w:r>
      <w:r>
        <w:fldChar w:fldCharType="end"/>
      </w:r>
    </w:p>
    <w:p w:rsidR="002D0F32" w:rsidRPr="005D08CE" w:rsidRDefault="002D0F32">
      <w:pPr>
        <w:pStyle w:val="TOC2"/>
        <w:rPr>
          <w:rFonts w:asciiTheme="minorHAnsi" w:eastAsiaTheme="minorEastAsia" w:hAnsiTheme="minorHAnsi" w:cstheme="minorBidi"/>
          <w:sz w:val="22"/>
          <w:szCs w:val="22"/>
          <w:lang w:eastAsia="en-US"/>
        </w:rPr>
      </w:pPr>
      <w:r>
        <w:t>3.1</w:t>
      </w:r>
      <w:r w:rsidRPr="005D08CE">
        <w:rPr>
          <w:rFonts w:asciiTheme="minorHAnsi" w:eastAsiaTheme="minorEastAsia" w:hAnsiTheme="minorHAnsi" w:cstheme="minorBidi"/>
          <w:sz w:val="22"/>
          <w:szCs w:val="22"/>
          <w:lang w:eastAsia="en-US"/>
        </w:rPr>
        <w:tab/>
      </w:r>
      <w:r>
        <w:t>Algemeen</w:t>
      </w:r>
      <w:r>
        <w:tab/>
      </w:r>
      <w:r>
        <w:fldChar w:fldCharType="begin"/>
      </w:r>
      <w:r>
        <w:instrText xml:space="preserve"> PAGEREF _Toc504985886 \h </w:instrText>
      </w:r>
      <w:r>
        <w:fldChar w:fldCharType="separate"/>
      </w:r>
      <w:r w:rsidR="005D08CE">
        <w:t>5</w:t>
      </w:r>
      <w:r>
        <w:fldChar w:fldCharType="end"/>
      </w:r>
    </w:p>
    <w:p w:rsidR="002D0F32" w:rsidRPr="005D08CE" w:rsidRDefault="002D0F32">
      <w:pPr>
        <w:pStyle w:val="TOC1"/>
        <w:rPr>
          <w:rFonts w:asciiTheme="minorHAnsi" w:eastAsiaTheme="minorEastAsia" w:hAnsiTheme="minorHAnsi" w:cstheme="minorBidi"/>
          <w:sz w:val="22"/>
          <w:szCs w:val="22"/>
          <w:lang w:eastAsia="en-US"/>
        </w:rPr>
      </w:pPr>
      <w:r>
        <w:t>4</w:t>
      </w:r>
      <w:r w:rsidRPr="005D08CE">
        <w:rPr>
          <w:rFonts w:asciiTheme="minorHAnsi" w:eastAsiaTheme="minorEastAsia" w:hAnsiTheme="minorHAnsi" w:cstheme="minorBidi"/>
          <w:sz w:val="22"/>
          <w:szCs w:val="22"/>
          <w:lang w:eastAsia="en-US"/>
        </w:rPr>
        <w:tab/>
      </w:r>
      <w:r>
        <w:t>Bijlagen</w:t>
      </w:r>
      <w:r>
        <w:tab/>
      </w:r>
      <w:r>
        <w:fldChar w:fldCharType="begin"/>
      </w:r>
      <w:r>
        <w:instrText xml:space="preserve"> PAGEREF _Toc504985887 \h </w:instrText>
      </w:r>
      <w:r>
        <w:fldChar w:fldCharType="separate"/>
      </w:r>
      <w:r w:rsidR="005D08CE">
        <w:t>8</w:t>
      </w:r>
      <w:r>
        <w:fldChar w:fldCharType="end"/>
      </w:r>
    </w:p>
    <w:p w:rsidR="002D0F32" w:rsidRDefault="002D0F32">
      <w:pPr>
        <w:pStyle w:val="TOC2"/>
        <w:rPr>
          <w:rFonts w:asciiTheme="minorHAnsi" w:eastAsiaTheme="minorEastAsia" w:hAnsiTheme="minorHAnsi" w:cstheme="minorBidi"/>
          <w:sz w:val="22"/>
          <w:szCs w:val="22"/>
          <w:lang w:val="en-US" w:eastAsia="en-US"/>
        </w:rPr>
      </w:pPr>
      <w:r>
        <w:t>4.1</w:t>
      </w:r>
      <w:r>
        <w:rPr>
          <w:rFonts w:asciiTheme="minorHAnsi" w:eastAsiaTheme="minorEastAsia" w:hAnsiTheme="minorHAnsi" w:cstheme="minorBidi"/>
          <w:sz w:val="22"/>
          <w:szCs w:val="22"/>
          <w:lang w:val="en-US" w:eastAsia="en-US"/>
        </w:rPr>
        <w:tab/>
      </w:r>
      <w:r>
        <w:t>Overzicht bijlagen</w:t>
      </w:r>
      <w:r>
        <w:tab/>
      </w:r>
      <w:r>
        <w:fldChar w:fldCharType="begin"/>
      </w:r>
      <w:r>
        <w:instrText xml:space="preserve"> PAGEREF _Toc504985888 \h </w:instrText>
      </w:r>
      <w:r>
        <w:fldChar w:fldCharType="separate"/>
      </w:r>
      <w:r w:rsidR="005D08CE">
        <w:t>8</w:t>
      </w:r>
      <w:r>
        <w:fldChar w:fldCharType="end"/>
      </w:r>
    </w:p>
    <w:p w:rsidR="00106F6D" w:rsidRDefault="00C637FF" w:rsidP="00AD07D3">
      <w:pPr>
        <w:widowControl w:val="0"/>
      </w:pPr>
      <w:r>
        <w:rPr>
          <w:noProof/>
        </w:rPr>
        <w:fldChar w:fldCharType="end"/>
      </w:r>
    </w:p>
    <w:p w:rsidR="00106F6D" w:rsidRDefault="009962A7">
      <w:pPr>
        <w:pStyle w:val="Heading1"/>
      </w:pPr>
      <w:r>
        <w:br w:type="page"/>
      </w:r>
      <w:bookmarkStart w:id="3" w:name="_Toc36606345"/>
      <w:bookmarkStart w:id="4" w:name="_Toc504985877"/>
      <w:bookmarkStart w:id="5" w:name="_Toc37488057"/>
      <w:r w:rsidR="00D1426F">
        <w:lastRenderedPageBreak/>
        <w:t>Inleiding</w:t>
      </w:r>
      <w:bookmarkEnd w:id="3"/>
      <w:bookmarkEnd w:id="4"/>
    </w:p>
    <w:p w:rsidR="003D5E91" w:rsidRDefault="003D5E91" w:rsidP="003D5E91">
      <w:pPr>
        <w:rPr>
          <w:rStyle w:val="Huisstijl-Gegeven"/>
        </w:rPr>
      </w:pPr>
      <w:r>
        <w:t xml:space="preserve">Dit is </w:t>
      </w:r>
      <w:r w:rsidR="000A4FF7">
        <w:t xml:space="preserve">het functioneel </w:t>
      </w:r>
      <w:r w:rsidR="004D471D">
        <w:t xml:space="preserve">ontwerp voor het project </w:t>
      </w:r>
      <w:r w:rsidR="004D471D">
        <w:rPr>
          <w:rStyle w:val="Huisstijl-Kopje"/>
          <w:b w:val="0"/>
          <w:sz w:val="19"/>
          <w:szCs w:val="19"/>
        </w:rPr>
        <w:t xml:space="preserve"> </w:t>
      </w:r>
      <w:r w:rsidR="004D471D">
        <w:rPr>
          <w:rStyle w:val="Huisstijl-Gegeven"/>
        </w:rPr>
        <w:fldChar w:fldCharType="begin"/>
      </w:r>
      <w:r w:rsidR="004D471D">
        <w:rPr>
          <w:rStyle w:val="Huisstijl-Gegeven"/>
        </w:rPr>
        <w:instrText xml:space="preserve"> DOCPROPERTY  project  \* MERGEFORMAT </w:instrText>
      </w:r>
      <w:r w:rsidR="004D471D">
        <w:rPr>
          <w:rStyle w:val="Huisstijl-Gegeven"/>
        </w:rPr>
        <w:fldChar w:fldCharType="separate"/>
      </w:r>
      <w:r w:rsidR="000A4FF7">
        <w:rPr>
          <w:rStyle w:val="Huisstijl-Gegeven"/>
        </w:rPr>
        <w:t>HTM Station HSE Scada</w:t>
      </w:r>
      <w:r w:rsidR="004D471D">
        <w:rPr>
          <w:rStyle w:val="Huisstijl-Gegeven"/>
        </w:rPr>
        <w:fldChar w:fldCharType="end"/>
      </w:r>
      <w:r w:rsidR="00E5667A">
        <w:rPr>
          <w:rStyle w:val="Huisstijl-Gegeven"/>
        </w:rPr>
        <w:t xml:space="preserve">, </w:t>
      </w:r>
      <w:r w:rsidR="0003418C">
        <w:rPr>
          <w:rStyle w:val="Huisstijl-Gegeven"/>
        </w:rPr>
        <w:t>alarmen en meldingen signaleren en visualiseren op het SCADA systeem van de Tramtunnel Grote Markt.</w:t>
      </w:r>
    </w:p>
    <w:p w:rsidR="00D1426F" w:rsidRDefault="00D1426F" w:rsidP="00A42AEF">
      <w:pPr>
        <w:pStyle w:val="Heading2"/>
      </w:pPr>
      <w:bookmarkStart w:id="6" w:name="_Toc504985878"/>
      <w:r>
        <w:t>Documenten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3"/>
        <w:gridCol w:w="4743"/>
        <w:gridCol w:w="988"/>
        <w:gridCol w:w="762"/>
        <w:gridCol w:w="1234"/>
      </w:tblGrid>
      <w:tr w:rsidR="00D1426F" w:rsidTr="004F0263">
        <w:tc>
          <w:tcPr>
            <w:tcW w:w="1343" w:type="dxa"/>
            <w:tcBorders>
              <w:bottom w:val="single" w:sz="4" w:space="0" w:color="auto"/>
            </w:tcBorders>
            <w:shd w:val="clear" w:color="auto" w:fill="000000"/>
          </w:tcPr>
          <w:p w:rsidR="00D1426F" w:rsidRDefault="00D1426F" w:rsidP="004F0263">
            <w:pPr>
              <w:pStyle w:val="KolomHeader"/>
            </w:pPr>
            <w:r>
              <w:t>Document ID</w:t>
            </w:r>
          </w:p>
        </w:tc>
        <w:tc>
          <w:tcPr>
            <w:tcW w:w="4743" w:type="dxa"/>
            <w:tcBorders>
              <w:bottom w:val="single" w:sz="4" w:space="0" w:color="auto"/>
            </w:tcBorders>
            <w:shd w:val="clear" w:color="auto" w:fill="000000"/>
          </w:tcPr>
          <w:p w:rsidR="00D1426F" w:rsidRDefault="00D1426F" w:rsidP="004F0263">
            <w:pPr>
              <w:pStyle w:val="KolomHeader"/>
            </w:pPr>
            <w:r>
              <w:t>Omschrijving</w:t>
            </w:r>
          </w:p>
        </w:tc>
        <w:tc>
          <w:tcPr>
            <w:tcW w:w="988" w:type="dxa"/>
            <w:tcBorders>
              <w:bottom w:val="single" w:sz="4" w:space="0" w:color="auto"/>
            </w:tcBorders>
            <w:shd w:val="clear" w:color="auto" w:fill="000000"/>
          </w:tcPr>
          <w:p w:rsidR="00D1426F" w:rsidRDefault="00D1426F" w:rsidP="004F0263">
            <w:pPr>
              <w:pStyle w:val="KolomHeader"/>
            </w:pPr>
            <w:r>
              <w:t>Revisie #</w:t>
            </w:r>
          </w:p>
        </w:tc>
        <w:tc>
          <w:tcPr>
            <w:tcW w:w="762" w:type="dxa"/>
            <w:tcBorders>
              <w:bottom w:val="single" w:sz="4" w:space="0" w:color="auto"/>
            </w:tcBorders>
            <w:shd w:val="clear" w:color="auto" w:fill="000000"/>
          </w:tcPr>
          <w:p w:rsidR="00D1426F" w:rsidRDefault="00D1426F" w:rsidP="004F0263">
            <w:pPr>
              <w:pStyle w:val="KolomHeader"/>
            </w:pPr>
            <w:r>
              <w:t>Datum</w:t>
            </w:r>
          </w:p>
        </w:tc>
        <w:tc>
          <w:tcPr>
            <w:tcW w:w="1234" w:type="dxa"/>
            <w:tcBorders>
              <w:bottom w:val="single" w:sz="4" w:space="0" w:color="auto"/>
            </w:tcBorders>
            <w:shd w:val="clear" w:color="auto" w:fill="000000"/>
          </w:tcPr>
          <w:p w:rsidR="00D1426F" w:rsidRDefault="00D1426F" w:rsidP="004F0263">
            <w:pPr>
              <w:pStyle w:val="KolomHeader"/>
            </w:pPr>
            <w:r>
              <w:t>Status</w:t>
            </w:r>
          </w:p>
        </w:tc>
      </w:tr>
      <w:tr w:rsidR="00D1426F" w:rsidTr="004F0263">
        <w:tc>
          <w:tcPr>
            <w:tcW w:w="1343" w:type="dxa"/>
            <w:tcBorders>
              <w:top w:val="single" w:sz="4" w:space="0" w:color="auto"/>
            </w:tcBorders>
          </w:tcPr>
          <w:p w:rsidR="00D1426F" w:rsidRDefault="00D1426F" w:rsidP="004F0263">
            <w:pPr>
              <w:pStyle w:val="TabelData"/>
            </w:pPr>
            <w:r>
              <w:t>Template.doc</w:t>
            </w:r>
          </w:p>
        </w:tc>
        <w:tc>
          <w:tcPr>
            <w:tcW w:w="4743" w:type="dxa"/>
            <w:tcBorders>
              <w:top w:val="single" w:sz="4" w:space="0" w:color="auto"/>
            </w:tcBorders>
          </w:tcPr>
          <w:p w:rsidR="00D1426F" w:rsidRDefault="00D1426F" w:rsidP="004F0263">
            <w:pPr>
              <w:pStyle w:val="TabelData"/>
            </w:pPr>
            <w:r>
              <w:t>Titel of andersoortige omschrijving</w:t>
            </w:r>
          </w:p>
        </w:tc>
        <w:tc>
          <w:tcPr>
            <w:tcW w:w="988" w:type="dxa"/>
            <w:tcBorders>
              <w:top w:val="single" w:sz="4" w:space="0" w:color="auto"/>
            </w:tcBorders>
          </w:tcPr>
          <w:p w:rsidR="00D1426F" w:rsidRDefault="00D1426F" w:rsidP="004F0263">
            <w:pPr>
              <w:pStyle w:val="TabelData"/>
            </w:pPr>
            <w:r>
              <w:t>0.1</w:t>
            </w:r>
          </w:p>
        </w:tc>
        <w:tc>
          <w:tcPr>
            <w:tcW w:w="762" w:type="dxa"/>
            <w:tcBorders>
              <w:top w:val="single" w:sz="4" w:space="0" w:color="auto"/>
            </w:tcBorders>
          </w:tcPr>
          <w:p w:rsidR="00D1426F" w:rsidRDefault="00D1426F" w:rsidP="004F0263">
            <w:pPr>
              <w:pStyle w:val="TabelData"/>
            </w:pPr>
            <w:r>
              <w:t>1 jan 03</w:t>
            </w:r>
          </w:p>
        </w:tc>
        <w:tc>
          <w:tcPr>
            <w:tcW w:w="1234" w:type="dxa"/>
            <w:tcBorders>
              <w:top w:val="single" w:sz="4" w:space="0" w:color="auto"/>
            </w:tcBorders>
          </w:tcPr>
          <w:p w:rsidR="00D1426F" w:rsidRDefault="00D1426F" w:rsidP="004F0263">
            <w:pPr>
              <w:pStyle w:val="TabelData"/>
            </w:pPr>
            <w:r>
              <w:t>Concept</w:t>
            </w:r>
          </w:p>
        </w:tc>
      </w:tr>
      <w:tr w:rsidR="00D1426F" w:rsidTr="004F0263">
        <w:tc>
          <w:tcPr>
            <w:tcW w:w="1343" w:type="dxa"/>
          </w:tcPr>
          <w:p w:rsidR="00D1426F" w:rsidRDefault="00D1426F" w:rsidP="004F0263">
            <w:pPr>
              <w:pStyle w:val="TabelData"/>
            </w:pPr>
          </w:p>
        </w:tc>
        <w:tc>
          <w:tcPr>
            <w:tcW w:w="4743" w:type="dxa"/>
          </w:tcPr>
          <w:p w:rsidR="00D1426F" w:rsidRDefault="00D1426F" w:rsidP="004F0263">
            <w:pPr>
              <w:pStyle w:val="TabelData"/>
            </w:pPr>
          </w:p>
        </w:tc>
        <w:tc>
          <w:tcPr>
            <w:tcW w:w="988" w:type="dxa"/>
          </w:tcPr>
          <w:p w:rsidR="00D1426F" w:rsidRDefault="00D1426F" w:rsidP="004F0263">
            <w:pPr>
              <w:pStyle w:val="TabelData"/>
            </w:pPr>
          </w:p>
        </w:tc>
        <w:tc>
          <w:tcPr>
            <w:tcW w:w="762" w:type="dxa"/>
          </w:tcPr>
          <w:p w:rsidR="00D1426F" w:rsidRDefault="00D1426F" w:rsidP="004F0263">
            <w:pPr>
              <w:pStyle w:val="TabelData"/>
            </w:pPr>
          </w:p>
        </w:tc>
        <w:tc>
          <w:tcPr>
            <w:tcW w:w="1234" w:type="dxa"/>
          </w:tcPr>
          <w:p w:rsidR="00D1426F" w:rsidRDefault="00D1426F" w:rsidP="004F0263">
            <w:pPr>
              <w:pStyle w:val="TabelData"/>
            </w:pPr>
          </w:p>
        </w:tc>
      </w:tr>
    </w:tbl>
    <w:p w:rsidR="00D1426F" w:rsidRDefault="00D1426F" w:rsidP="00A42AEF">
      <w:pPr>
        <w:pStyle w:val="Heading2"/>
      </w:pPr>
      <w:bookmarkStart w:id="7" w:name="_Toc504985879"/>
      <w:r>
        <w:t>Document historie</w:t>
      </w:r>
      <w:bookmarkEnd w:id="7"/>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
        <w:gridCol w:w="900"/>
        <w:gridCol w:w="1440"/>
        <w:gridCol w:w="720"/>
        <w:gridCol w:w="5040"/>
      </w:tblGrid>
      <w:tr w:rsidR="00D1426F" w:rsidTr="00D1426F">
        <w:trPr>
          <w:trHeight w:val="243"/>
        </w:trPr>
        <w:tc>
          <w:tcPr>
            <w:tcW w:w="970" w:type="dxa"/>
            <w:tcBorders>
              <w:bottom w:val="single" w:sz="4" w:space="0" w:color="auto"/>
            </w:tcBorders>
            <w:shd w:val="clear" w:color="auto" w:fill="000000"/>
          </w:tcPr>
          <w:p w:rsidR="00D1426F" w:rsidRPr="00E523AB" w:rsidRDefault="00D1426F" w:rsidP="004F0263">
            <w:pPr>
              <w:pStyle w:val="KolomHeader"/>
            </w:pPr>
            <w:r>
              <w:t>Versie #</w:t>
            </w:r>
          </w:p>
        </w:tc>
        <w:tc>
          <w:tcPr>
            <w:tcW w:w="900" w:type="dxa"/>
            <w:tcBorders>
              <w:bottom w:val="single" w:sz="4" w:space="0" w:color="auto"/>
            </w:tcBorders>
            <w:shd w:val="clear" w:color="auto" w:fill="000000"/>
          </w:tcPr>
          <w:p w:rsidR="00D1426F" w:rsidRDefault="00D1426F" w:rsidP="004F0263">
            <w:pPr>
              <w:pStyle w:val="KolomHeader"/>
              <w:rPr>
                <w:lang w:val="fr-FR"/>
              </w:rPr>
            </w:pPr>
            <w:r w:rsidRPr="00E523AB">
              <w:t>Datum</w:t>
            </w:r>
          </w:p>
        </w:tc>
        <w:tc>
          <w:tcPr>
            <w:tcW w:w="1440" w:type="dxa"/>
            <w:tcBorders>
              <w:bottom w:val="single" w:sz="4" w:space="0" w:color="auto"/>
            </w:tcBorders>
            <w:shd w:val="clear" w:color="auto" w:fill="000000"/>
          </w:tcPr>
          <w:p w:rsidR="00D1426F" w:rsidRDefault="00D1426F" w:rsidP="004F0263">
            <w:pPr>
              <w:pStyle w:val="KolomHeader"/>
              <w:rPr>
                <w:lang w:val="fr-FR"/>
              </w:rPr>
            </w:pPr>
            <w:r>
              <w:rPr>
                <w:lang w:val="fr-FR"/>
              </w:rPr>
              <w:t>Status</w:t>
            </w:r>
          </w:p>
        </w:tc>
        <w:tc>
          <w:tcPr>
            <w:tcW w:w="720" w:type="dxa"/>
            <w:tcBorders>
              <w:bottom w:val="single" w:sz="4" w:space="0" w:color="auto"/>
            </w:tcBorders>
            <w:shd w:val="clear" w:color="auto" w:fill="000000"/>
          </w:tcPr>
          <w:p w:rsidR="00D1426F" w:rsidRDefault="00D1426F" w:rsidP="004F0263">
            <w:pPr>
              <w:pStyle w:val="KolomHeader"/>
              <w:rPr>
                <w:lang w:val="fr-FR"/>
              </w:rPr>
            </w:pPr>
            <w:r>
              <w:rPr>
                <w:lang w:val="fr-FR"/>
              </w:rPr>
              <w:t>Auteur</w:t>
            </w:r>
          </w:p>
        </w:tc>
        <w:tc>
          <w:tcPr>
            <w:tcW w:w="5040" w:type="dxa"/>
            <w:tcBorders>
              <w:bottom w:val="single" w:sz="4" w:space="0" w:color="auto"/>
            </w:tcBorders>
            <w:shd w:val="clear" w:color="auto" w:fill="000000"/>
          </w:tcPr>
          <w:p w:rsidR="00D1426F" w:rsidRDefault="00D1426F" w:rsidP="004F0263">
            <w:pPr>
              <w:pStyle w:val="KolomHeader"/>
            </w:pPr>
            <w:r>
              <w:t>Omschrijvingen</w:t>
            </w:r>
          </w:p>
        </w:tc>
      </w:tr>
      <w:tr w:rsidR="00D1426F" w:rsidTr="00D1426F">
        <w:trPr>
          <w:trHeight w:val="232"/>
        </w:trPr>
        <w:tc>
          <w:tcPr>
            <w:tcW w:w="970" w:type="dxa"/>
            <w:tcBorders>
              <w:top w:val="single" w:sz="4" w:space="0" w:color="auto"/>
              <w:bottom w:val="single" w:sz="4" w:space="0" w:color="auto"/>
            </w:tcBorders>
          </w:tcPr>
          <w:p w:rsidR="00D1426F" w:rsidRDefault="00B963F9" w:rsidP="00B963F9">
            <w:pPr>
              <w:pStyle w:val="TabelData"/>
            </w:pPr>
            <w:r>
              <w:t>1.0</w:t>
            </w:r>
          </w:p>
        </w:tc>
        <w:tc>
          <w:tcPr>
            <w:tcW w:w="900" w:type="dxa"/>
            <w:tcBorders>
              <w:top w:val="single" w:sz="4" w:space="0" w:color="auto"/>
              <w:bottom w:val="single" w:sz="4" w:space="0" w:color="auto"/>
            </w:tcBorders>
          </w:tcPr>
          <w:p w:rsidR="00D1426F" w:rsidRDefault="00D1426F" w:rsidP="00B963F9">
            <w:pPr>
              <w:pStyle w:val="TabelData"/>
            </w:pPr>
            <w:r>
              <w:t>1</w:t>
            </w:r>
            <w:r w:rsidR="00B963F9">
              <w:t>1</w:t>
            </w:r>
            <w:r>
              <w:t xml:space="preserve"> </w:t>
            </w:r>
            <w:r w:rsidR="00B963F9">
              <w:t>nov</w:t>
            </w:r>
            <w:r>
              <w:t xml:space="preserve"> ‘1</w:t>
            </w:r>
            <w:r w:rsidR="00B963F9">
              <w:t>4</w:t>
            </w:r>
          </w:p>
        </w:tc>
        <w:tc>
          <w:tcPr>
            <w:tcW w:w="1440" w:type="dxa"/>
            <w:tcBorders>
              <w:top w:val="single" w:sz="4" w:space="0" w:color="auto"/>
              <w:bottom w:val="single" w:sz="4" w:space="0" w:color="auto"/>
            </w:tcBorders>
          </w:tcPr>
          <w:p w:rsidR="00D1426F" w:rsidRDefault="00B963F9" w:rsidP="004F0263">
            <w:pPr>
              <w:pStyle w:val="TabelData"/>
            </w:pPr>
            <w:r>
              <w:t>Definitief</w:t>
            </w:r>
          </w:p>
        </w:tc>
        <w:tc>
          <w:tcPr>
            <w:tcW w:w="720" w:type="dxa"/>
            <w:tcBorders>
              <w:top w:val="single" w:sz="4" w:space="0" w:color="auto"/>
              <w:bottom w:val="single" w:sz="4" w:space="0" w:color="auto"/>
            </w:tcBorders>
          </w:tcPr>
          <w:p w:rsidR="00D1426F" w:rsidRDefault="00D1426F" w:rsidP="00D1426F">
            <w:pPr>
              <w:pStyle w:val="TabelData"/>
            </w:pPr>
            <w:r>
              <w:t>MJO</w:t>
            </w:r>
          </w:p>
        </w:tc>
        <w:tc>
          <w:tcPr>
            <w:tcW w:w="5040" w:type="dxa"/>
            <w:tcBorders>
              <w:top w:val="single" w:sz="4" w:space="0" w:color="auto"/>
              <w:bottom w:val="single" w:sz="4" w:space="0" w:color="auto"/>
            </w:tcBorders>
          </w:tcPr>
          <w:p w:rsidR="00D1426F" w:rsidRDefault="00D1426F" w:rsidP="00B963F9">
            <w:pPr>
              <w:pStyle w:val="TabelData"/>
            </w:pPr>
            <w:r>
              <w:t>Eerste uitgave</w:t>
            </w:r>
          </w:p>
        </w:tc>
      </w:tr>
      <w:tr w:rsidR="00D1426F" w:rsidTr="00D1426F">
        <w:trPr>
          <w:trHeight w:val="232"/>
        </w:trPr>
        <w:tc>
          <w:tcPr>
            <w:tcW w:w="970" w:type="dxa"/>
            <w:tcBorders>
              <w:top w:val="single" w:sz="4" w:space="0" w:color="auto"/>
              <w:bottom w:val="single" w:sz="4" w:space="0" w:color="auto"/>
            </w:tcBorders>
          </w:tcPr>
          <w:p w:rsidR="00D1426F" w:rsidRDefault="00D1426F" w:rsidP="004F0263">
            <w:pPr>
              <w:pStyle w:val="TabelData"/>
            </w:pPr>
          </w:p>
        </w:tc>
        <w:tc>
          <w:tcPr>
            <w:tcW w:w="900" w:type="dxa"/>
            <w:tcBorders>
              <w:top w:val="single" w:sz="4" w:space="0" w:color="auto"/>
              <w:bottom w:val="single" w:sz="4" w:space="0" w:color="auto"/>
            </w:tcBorders>
          </w:tcPr>
          <w:p w:rsidR="00D1426F" w:rsidRDefault="00D1426F" w:rsidP="004F0263">
            <w:pPr>
              <w:pStyle w:val="TabelData"/>
            </w:pPr>
          </w:p>
        </w:tc>
        <w:tc>
          <w:tcPr>
            <w:tcW w:w="1440" w:type="dxa"/>
            <w:tcBorders>
              <w:top w:val="single" w:sz="4" w:space="0" w:color="auto"/>
              <w:bottom w:val="single" w:sz="4" w:space="0" w:color="auto"/>
            </w:tcBorders>
          </w:tcPr>
          <w:p w:rsidR="00D1426F" w:rsidRDefault="00D1426F" w:rsidP="004F0263">
            <w:pPr>
              <w:pStyle w:val="TabelData"/>
            </w:pPr>
          </w:p>
        </w:tc>
        <w:tc>
          <w:tcPr>
            <w:tcW w:w="720" w:type="dxa"/>
            <w:tcBorders>
              <w:top w:val="single" w:sz="4" w:space="0" w:color="auto"/>
              <w:bottom w:val="single" w:sz="4" w:space="0" w:color="auto"/>
            </w:tcBorders>
          </w:tcPr>
          <w:p w:rsidR="00D1426F" w:rsidRDefault="00D1426F" w:rsidP="004F0263">
            <w:pPr>
              <w:pStyle w:val="TabelData"/>
            </w:pPr>
          </w:p>
        </w:tc>
        <w:tc>
          <w:tcPr>
            <w:tcW w:w="5040" w:type="dxa"/>
            <w:tcBorders>
              <w:top w:val="single" w:sz="4" w:space="0" w:color="auto"/>
              <w:bottom w:val="single" w:sz="4" w:space="0" w:color="auto"/>
            </w:tcBorders>
          </w:tcPr>
          <w:p w:rsidR="00D1426F" w:rsidRDefault="00D1426F" w:rsidP="004F0263">
            <w:pPr>
              <w:pStyle w:val="TabelData"/>
            </w:pPr>
          </w:p>
        </w:tc>
      </w:tr>
      <w:tr w:rsidR="00D1426F" w:rsidTr="00D1426F">
        <w:trPr>
          <w:trHeight w:val="232"/>
        </w:trPr>
        <w:tc>
          <w:tcPr>
            <w:tcW w:w="970" w:type="dxa"/>
            <w:tcBorders>
              <w:top w:val="single" w:sz="4" w:space="0" w:color="auto"/>
              <w:bottom w:val="single" w:sz="4" w:space="0" w:color="auto"/>
            </w:tcBorders>
          </w:tcPr>
          <w:p w:rsidR="00D1426F" w:rsidRDefault="00D1426F" w:rsidP="004F0263">
            <w:pPr>
              <w:pStyle w:val="TabelData"/>
            </w:pPr>
          </w:p>
        </w:tc>
        <w:tc>
          <w:tcPr>
            <w:tcW w:w="900" w:type="dxa"/>
            <w:tcBorders>
              <w:top w:val="single" w:sz="4" w:space="0" w:color="auto"/>
              <w:bottom w:val="single" w:sz="4" w:space="0" w:color="auto"/>
            </w:tcBorders>
          </w:tcPr>
          <w:p w:rsidR="00D1426F" w:rsidRDefault="00D1426F" w:rsidP="004F0263">
            <w:pPr>
              <w:pStyle w:val="TabelData"/>
            </w:pPr>
          </w:p>
        </w:tc>
        <w:tc>
          <w:tcPr>
            <w:tcW w:w="1440" w:type="dxa"/>
            <w:tcBorders>
              <w:top w:val="single" w:sz="4" w:space="0" w:color="auto"/>
              <w:bottom w:val="single" w:sz="4" w:space="0" w:color="auto"/>
            </w:tcBorders>
          </w:tcPr>
          <w:p w:rsidR="00D1426F" w:rsidRDefault="00D1426F" w:rsidP="004F0263">
            <w:pPr>
              <w:pStyle w:val="TabelData"/>
            </w:pPr>
          </w:p>
        </w:tc>
        <w:tc>
          <w:tcPr>
            <w:tcW w:w="720" w:type="dxa"/>
            <w:tcBorders>
              <w:top w:val="single" w:sz="4" w:space="0" w:color="auto"/>
              <w:bottom w:val="single" w:sz="4" w:space="0" w:color="auto"/>
            </w:tcBorders>
          </w:tcPr>
          <w:p w:rsidR="00D1426F" w:rsidRDefault="00D1426F" w:rsidP="004F0263">
            <w:pPr>
              <w:pStyle w:val="TabelData"/>
            </w:pPr>
          </w:p>
        </w:tc>
        <w:tc>
          <w:tcPr>
            <w:tcW w:w="5040" w:type="dxa"/>
            <w:tcBorders>
              <w:top w:val="single" w:sz="4" w:space="0" w:color="auto"/>
              <w:bottom w:val="single" w:sz="4" w:space="0" w:color="auto"/>
            </w:tcBorders>
          </w:tcPr>
          <w:p w:rsidR="00D1426F" w:rsidRDefault="00D1426F" w:rsidP="004F0263">
            <w:pPr>
              <w:pStyle w:val="TabelData"/>
            </w:pPr>
          </w:p>
        </w:tc>
      </w:tr>
    </w:tbl>
    <w:p w:rsidR="00106F6D" w:rsidRDefault="009962A7" w:rsidP="00D114F7">
      <w:pPr>
        <w:pStyle w:val="Heading2"/>
      </w:pPr>
      <w:bookmarkStart w:id="8" w:name="_Toc36606346"/>
      <w:bookmarkStart w:id="9" w:name="_Toc504985880"/>
      <w:r>
        <w:t>Toegepaste documenten</w:t>
      </w:r>
      <w:bookmarkEnd w:id="8"/>
      <w:bookmarkEnd w:id="9"/>
    </w:p>
    <w:p w:rsidR="00106F6D" w:rsidRDefault="009962A7" w:rsidP="00BF1926">
      <w:pPr>
        <w:ind w:right="-1911"/>
      </w:pPr>
      <w:r>
        <w:t>Bij het opstellen van dit technisch ontwerp is gebruik gemaakt van de volgende documenten:</w:t>
      </w:r>
    </w:p>
    <w:p w:rsidR="00106F6D" w:rsidRDefault="00106F6D"/>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90"/>
        <w:gridCol w:w="810"/>
        <w:gridCol w:w="2070"/>
      </w:tblGrid>
      <w:tr w:rsidR="00106F6D" w:rsidTr="00AA197B">
        <w:tc>
          <w:tcPr>
            <w:tcW w:w="6190" w:type="dxa"/>
            <w:tcBorders>
              <w:bottom w:val="nil"/>
            </w:tcBorders>
            <w:shd w:val="clear" w:color="auto" w:fill="000000"/>
          </w:tcPr>
          <w:p w:rsidR="00106F6D" w:rsidRDefault="009962A7">
            <w:pPr>
              <w:rPr>
                <w:color w:val="FFFFFF"/>
              </w:rPr>
            </w:pPr>
            <w:r>
              <w:rPr>
                <w:color w:val="FFFFFF"/>
              </w:rPr>
              <w:t>Titel</w:t>
            </w:r>
          </w:p>
        </w:tc>
        <w:tc>
          <w:tcPr>
            <w:tcW w:w="810" w:type="dxa"/>
            <w:tcBorders>
              <w:bottom w:val="nil"/>
            </w:tcBorders>
            <w:shd w:val="clear" w:color="auto" w:fill="000000"/>
          </w:tcPr>
          <w:p w:rsidR="00106F6D" w:rsidRDefault="009962A7">
            <w:pPr>
              <w:jc w:val="center"/>
              <w:rPr>
                <w:color w:val="FFFFFF"/>
              </w:rPr>
            </w:pPr>
            <w:r>
              <w:rPr>
                <w:color w:val="FFFFFF"/>
              </w:rPr>
              <w:t>Versie</w:t>
            </w:r>
          </w:p>
        </w:tc>
        <w:tc>
          <w:tcPr>
            <w:tcW w:w="2070" w:type="dxa"/>
            <w:tcBorders>
              <w:bottom w:val="nil"/>
            </w:tcBorders>
            <w:shd w:val="clear" w:color="auto" w:fill="000000"/>
          </w:tcPr>
          <w:p w:rsidR="00106F6D" w:rsidRDefault="009962A7">
            <w:pPr>
              <w:pStyle w:val="Header"/>
              <w:jc w:val="center"/>
              <w:rPr>
                <w:color w:val="FFFFFF"/>
              </w:rPr>
            </w:pPr>
            <w:r>
              <w:rPr>
                <w:color w:val="FFFFFF"/>
              </w:rPr>
              <w:t>Datum uitgifte</w:t>
            </w:r>
          </w:p>
        </w:tc>
      </w:tr>
      <w:tr w:rsidR="00106F6D" w:rsidTr="00AA197B">
        <w:tc>
          <w:tcPr>
            <w:tcW w:w="6190" w:type="dxa"/>
          </w:tcPr>
          <w:p w:rsidR="00D93439" w:rsidRDefault="00D93439"/>
        </w:tc>
        <w:tc>
          <w:tcPr>
            <w:tcW w:w="810" w:type="dxa"/>
          </w:tcPr>
          <w:p w:rsidR="00106F6D" w:rsidRDefault="00106F6D">
            <w:pPr>
              <w:jc w:val="center"/>
            </w:pPr>
          </w:p>
        </w:tc>
        <w:tc>
          <w:tcPr>
            <w:tcW w:w="2070" w:type="dxa"/>
          </w:tcPr>
          <w:p w:rsidR="00106F6D" w:rsidRDefault="00106F6D">
            <w:pPr>
              <w:jc w:val="center"/>
            </w:pPr>
          </w:p>
        </w:tc>
      </w:tr>
      <w:tr w:rsidR="00D93439" w:rsidTr="00AA197B">
        <w:tc>
          <w:tcPr>
            <w:tcW w:w="6190" w:type="dxa"/>
          </w:tcPr>
          <w:p w:rsidR="00D93439" w:rsidRDefault="00D93439" w:rsidP="00F42E6D"/>
        </w:tc>
        <w:tc>
          <w:tcPr>
            <w:tcW w:w="810" w:type="dxa"/>
          </w:tcPr>
          <w:p w:rsidR="00D93439" w:rsidRDefault="00D93439" w:rsidP="00F42E6D">
            <w:pPr>
              <w:jc w:val="center"/>
            </w:pPr>
          </w:p>
        </w:tc>
        <w:tc>
          <w:tcPr>
            <w:tcW w:w="2070" w:type="dxa"/>
          </w:tcPr>
          <w:p w:rsidR="00D93439" w:rsidRDefault="00D93439" w:rsidP="00F42E6D">
            <w:pPr>
              <w:jc w:val="center"/>
            </w:pPr>
          </w:p>
        </w:tc>
      </w:tr>
      <w:tr w:rsidR="00D93439" w:rsidTr="00AA197B">
        <w:tc>
          <w:tcPr>
            <w:tcW w:w="6190" w:type="dxa"/>
          </w:tcPr>
          <w:p w:rsidR="00D93439" w:rsidRDefault="00D93439" w:rsidP="00F42E6D"/>
        </w:tc>
        <w:tc>
          <w:tcPr>
            <w:tcW w:w="810" w:type="dxa"/>
          </w:tcPr>
          <w:p w:rsidR="00D93439" w:rsidRDefault="00D93439" w:rsidP="00F42E6D">
            <w:pPr>
              <w:jc w:val="center"/>
            </w:pPr>
          </w:p>
        </w:tc>
        <w:tc>
          <w:tcPr>
            <w:tcW w:w="2070" w:type="dxa"/>
          </w:tcPr>
          <w:p w:rsidR="00D93439" w:rsidRDefault="00D93439" w:rsidP="00F42E6D">
            <w:pPr>
              <w:jc w:val="center"/>
            </w:pPr>
          </w:p>
        </w:tc>
      </w:tr>
      <w:tr w:rsidR="00D93439" w:rsidTr="00AA197B">
        <w:tc>
          <w:tcPr>
            <w:tcW w:w="6190" w:type="dxa"/>
          </w:tcPr>
          <w:p w:rsidR="00D93439" w:rsidRDefault="00D93439" w:rsidP="00F42E6D"/>
        </w:tc>
        <w:tc>
          <w:tcPr>
            <w:tcW w:w="810" w:type="dxa"/>
          </w:tcPr>
          <w:p w:rsidR="00D93439" w:rsidRDefault="00D93439" w:rsidP="00F42E6D">
            <w:pPr>
              <w:jc w:val="center"/>
            </w:pPr>
          </w:p>
        </w:tc>
        <w:tc>
          <w:tcPr>
            <w:tcW w:w="2070" w:type="dxa"/>
          </w:tcPr>
          <w:p w:rsidR="00D93439" w:rsidRDefault="00D93439" w:rsidP="00F42E6D">
            <w:pPr>
              <w:jc w:val="center"/>
            </w:pPr>
          </w:p>
        </w:tc>
      </w:tr>
    </w:tbl>
    <w:p w:rsidR="00106F6D" w:rsidRDefault="009962A7" w:rsidP="00D114F7">
      <w:pPr>
        <w:pStyle w:val="Heading2"/>
      </w:pPr>
      <w:bookmarkStart w:id="10" w:name="_Toc36606347"/>
      <w:bookmarkStart w:id="11" w:name="_Toc504985881"/>
      <w:r>
        <w:t>Definities en begrippen</w:t>
      </w:r>
      <w:bookmarkEnd w:id="10"/>
      <w:bookmarkEnd w:id="11"/>
    </w:p>
    <w:p w:rsidR="00106F6D" w:rsidRDefault="009962A7">
      <w:r>
        <w:t xml:space="preserve">Om duidelijkheid te creëren in de gebruikte terminologie en afkortingen worden de verschillende begrippen en definities </w:t>
      </w:r>
      <w:r w:rsidR="00E523AB">
        <w:t>evenals</w:t>
      </w:r>
      <w:r>
        <w:t xml:space="preserve"> afkortingen hier verklaard.</w:t>
      </w:r>
    </w:p>
    <w:p w:rsidR="00106F6D" w:rsidRDefault="00106F6D"/>
    <w:tbl>
      <w:tblPr>
        <w:tblW w:w="90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160"/>
        <w:gridCol w:w="6910"/>
      </w:tblGrid>
      <w:tr w:rsidR="00106F6D" w:rsidRPr="0094025F" w:rsidTr="00AA197B">
        <w:tc>
          <w:tcPr>
            <w:tcW w:w="2160" w:type="dxa"/>
            <w:shd w:val="solid" w:color="000000" w:fill="FFFFFF"/>
          </w:tcPr>
          <w:p w:rsidR="00106F6D" w:rsidRPr="0094025F" w:rsidRDefault="009962A7">
            <w:pPr>
              <w:pStyle w:val="KolomHeader"/>
            </w:pPr>
            <w:r w:rsidRPr="0094025F">
              <w:t>Afkorting / begrip</w:t>
            </w:r>
          </w:p>
        </w:tc>
        <w:tc>
          <w:tcPr>
            <w:tcW w:w="6910" w:type="dxa"/>
            <w:shd w:val="solid" w:color="000000" w:fill="FFFFFF"/>
          </w:tcPr>
          <w:p w:rsidR="00106F6D" w:rsidRPr="0094025F" w:rsidRDefault="009962A7">
            <w:pPr>
              <w:pStyle w:val="KolomHeader"/>
            </w:pPr>
            <w:r w:rsidRPr="0094025F">
              <w:t>Omschrijving</w:t>
            </w:r>
          </w:p>
        </w:tc>
      </w:tr>
      <w:tr w:rsidR="00106F6D" w:rsidRPr="0094025F" w:rsidTr="00AA197B">
        <w:tc>
          <w:tcPr>
            <w:tcW w:w="2160" w:type="dxa"/>
          </w:tcPr>
          <w:p w:rsidR="00106F6D" w:rsidRPr="0094025F" w:rsidRDefault="00A80C22">
            <w:pPr>
              <w:pStyle w:val="TabelData"/>
            </w:pPr>
            <w:r>
              <w:t>DWM</w:t>
            </w:r>
          </w:p>
        </w:tc>
        <w:tc>
          <w:tcPr>
            <w:tcW w:w="6910" w:type="dxa"/>
          </w:tcPr>
          <w:p w:rsidR="00106F6D" w:rsidRPr="0094025F" w:rsidRDefault="00A80C22">
            <w:pPr>
              <w:pStyle w:val="TabelData"/>
            </w:pPr>
            <w:r>
              <w:t>Desktop Window Manager</w:t>
            </w:r>
          </w:p>
        </w:tc>
      </w:tr>
      <w:tr w:rsidR="00106F6D" w:rsidRPr="005746CC" w:rsidTr="00AA197B">
        <w:tc>
          <w:tcPr>
            <w:tcW w:w="2160" w:type="dxa"/>
          </w:tcPr>
          <w:p w:rsidR="00106F6D" w:rsidRPr="0094025F" w:rsidRDefault="003A77F6">
            <w:pPr>
              <w:pStyle w:val="TabelData"/>
            </w:pPr>
            <w:r>
              <w:t>SCADA</w:t>
            </w:r>
          </w:p>
        </w:tc>
        <w:tc>
          <w:tcPr>
            <w:tcW w:w="6910" w:type="dxa"/>
          </w:tcPr>
          <w:p w:rsidR="00106F6D" w:rsidRPr="003A77F6" w:rsidRDefault="003A77F6" w:rsidP="003A77F6">
            <w:pPr>
              <w:pStyle w:val="TabelData"/>
              <w:rPr>
                <w:lang w:val="en-US"/>
              </w:rPr>
            </w:pPr>
            <w:r w:rsidRPr="003A77F6">
              <w:rPr>
                <w:lang w:val="en-US"/>
              </w:rPr>
              <w:t xml:space="preserve">Supervisory Contral And Data </w:t>
            </w:r>
            <w:r>
              <w:rPr>
                <w:lang w:val="en-US"/>
              </w:rPr>
              <w:t>A</w:t>
            </w:r>
            <w:r w:rsidRPr="003A77F6">
              <w:rPr>
                <w:lang w:val="en-US"/>
              </w:rPr>
              <w:t>cquisition</w:t>
            </w:r>
          </w:p>
        </w:tc>
      </w:tr>
      <w:tr w:rsidR="00106F6D" w:rsidRPr="003A77F6" w:rsidTr="00AA197B">
        <w:tc>
          <w:tcPr>
            <w:tcW w:w="2160" w:type="dxa"/>
          </w:tcPr>
          <w:p w:rsidR="00106F6D" w:rsidRPr="003A77F6" w:rsidRDefault="003A77F6">
            <w:pPr>
              <w:pStyle w:val="TabelData"/>
              <w:rPr>
                <w:lang w:val="en-US"/>
              </w:rPr>
            </w:pPr>
            <w:r>
              <w:rPr>
                <w:lang w:val="en-US"/>
              </w:rPr>
              <w:t>PLC</w:t>
            </w:r>
          </w:p>
        </w:tc>
        <w:tc>
          <w:tcPr>
            <w:tcW w:w="6910" w:type="dxa"/>
          </w:tcPr>
          <w:p w:rsidR="00106F6D" w:rsidRPr="003A77F6" w:rsidRDefault="003A77F6">
            <w:pPr>
              <w:pStyle w:val="TabelData"/>
              <w:rPr>
                <w:lang w:val="en-US"/>
              </w:rPr>
            </w:pPr>
            <w:r>
              <w:rPr>
                <w:lang w:val="en-US"/>
              </w:rPr>
              <w:t>Programmable Logic Controller</w:t>
            </w:r>
          </w:p>
        </w:tc>
      </w:tr>
      <w:tr w:rsidR="00106F6D" w:rsidRPr="003A77F6" w:rsidTr="00AA197B">
        <w:tc>
          <w:tcPr>
            <w:tcW w:w="2160" w:type="dxa"/>
          </w:tcPr>
          <w:p w:rsidR="00106F6D" w:rsidRPr="003A77F6" w:rsidRDefault="00106F6D">
            <w:pPr>
              <w:pStyle w:val="TabelData"/>
              <w:rPr>
                <w:lang w:val="en-US"/>
              </w:rPr>
            </w:pPr>
          </w:p>
        </w:tc>
        <w:tc>
          <w:tcPr>
            <w:tcW w:w="6910" w:type="dxa"/>
          </w:tcPr>
          <w:p w:rsidR="00106F6D" w:rsidRPr="003A77F6" w:rsidRDefault="00106F6D">
            <w:pPr>
              <w:pStyle w:val="TabelData"/>
              <w:rPr>
                <w:lang w:val="en-US"/>
              </w:rPr>
            </w:pPr>
          </w:p>
        </w:tc>
      </w:tr>
      <w:tr w:rsidR="00106F6D" w:rsidRPr="003A77F6" w:rsidTr="00AA197B">
        <w:tc>
          <w:tcPr>
            <w:tcW w:w="2160" w:type="dxa"/>
          </w:tcPr>
          <w:p w:rsidR="00106F6D" w:rsidRPr="003A77F6" w:rsidRDefault="00106F6D">
            <w:pPr>
              <w:pStyle w:val="TabelData"/>
              <w:rPr>
                <w:lang w:val="en-US"/>
              </w:rPr>
            </w:pPr>
          </w:p>
        </w:tc>
        <w:tc>
          <w:tcPr>
            <w:tcW w:w="6910" w:type="dxa"/>
          </w:tcPr>
          <w:p w:rsidR="00106F6D" w:rsidRPr="003A77F6" w:rsidRDefault="00106F6D">
            <w:pPr>
              <w:pStyle w:val="TabelData"/>
              <w:rPr>
                <w:lang w:val="en-US"/>
              </w:rPr>
            </w:pPr>
          </w:p>
        </w:tc>
      </w:tr>
      <w:tr w:rsidR="00106F6D" w:rsidRPr="003A77F6" w:rsidTr="00AA197B">
        <w:tc>
          <w:tcPr>
            <w:tcW w:w="2160" w:type="dxa"/>
          </w:tcPr>
          <w:p w:rsidR="00106F6D" w:rsidRPr="003A77F6" w:rsidRDefault="00106F6D">
            <w:pPr>
              <w:pStyle w:val="TabelData"/>
              <w:rPr>
                <w:lang w:val="en-US"/>
              </w:rPr>
            </w:pPr>
          </w:p>
        </w:tc>
        <w:tc>
          <w:tcPr>
            <w:tcW w:w="6910" w:type="dxa"/>
          </w:tcPr>
          <w:p w:rsidR="00106F6D" w:rsidRPr="003A77F6" w:rsidRDefault="00106F6D">
            <w:pPr>
              <w:pStyle w:val="TabelData"/>
              <w:rPr>
                <w:lang w:val="en-US"/>
              </w:rPr>
            </w:pPr>
          </w:p>
        </w:tc>
      </w:tr>
      <w:tr w:rsidR="00106F6D" w:rsidRPr="003A77F6" w:rsidTr="00AA197B">
        <w:tc>
          <w:tcPr>
            <w:tcW w:w="2160" w:type="dxa"/>
          </w:tcPr>
          <w:p w:rsidR="00106F6D" w:rsidRPr="003A77F6" w:rsidRDefault="00106F6D">
            <w:pPr>
              <w:pStyle w:val="TabelData"/>
              <w:rPr>
                <w:lang w:val="en-US"/>
              </w:rPr>
            </w:pPr>
          </w:p>
        </w:tc>
        <w:tc>
          <w:tcPr>
            <w:tcW w:w="6910" w:type="dxa"/>
          </w:tcPr>
          <w:p w:rsidR="00106F6D" w:rsidRPr="003A77F6" w:rsidRDefault="00106F6D">
            <w:pPr>
              <w:pStyle w:val="TabelData"/>
              <w:rPr>
                <w:lang w:val="en-US"/>
              </w:rPr>
            </w:pPr>
          </w:p>
        </w:tc>
      </w:tr>
      <w:tr w:rsidR="00106F6D" w:rsidRPr="003A77F6" w:rsidTr="00AA197B">
        <w:tc>
          <w:tcPr>
            <w:tcW w:w="2160" w:type="dxa"/>
          </w:tcPr>
          <w:p w:rsidR="00106F6D" w:rsidRPr="003A77F6" w:rsidRDefault="00106F6D">
            <w:pPr>
              <w:pStyle w:val="TabelData"/>
              <w:rPr>
                <w:lang w:val="en-US"/>
              </w:rPr>
            </w:pPr>
          </w:p>
        </w:tc>
        <w:tc>
          <w:tcPr>
            <w:tcW w:w="6910" w:type="dxa"/>
          </w:tcPr>
          <w:p w:rsidR="00106F6D" w:rsidRPr="003A77F6" w:rsidRDefault="00106F6D">
            <w:pPr>
              <w:pStyle w:val="TabelData"/>
              <w:rPr>
                <w:lang w:val="en-US"/>
              </w:rPr>
            </w:pPr>
          </w:p>
        </w:tc>
      </w:tr>
    </w:tbl>
    <w:p w:rsidR="00AC7DE6" w:rsidRPr="003A77F6" w:rsidRDefault="009962A7" w:rsidP="00D114F7">
      <w:pPr>
        <w:rPr>
          <w:sz w:val="24"/>
          <w:lang w:val="en-US"/>
        </w:rPr>
      </w:pPr>
      <w:r w:rsidRPr="003A77F6">
        <w:rPr>
          <w:lang w:val="en-US"/>
        </w:rPr>
        <w:t xml:space="preserve"> </w:t>
      </w:r>
    </w:p>
    <w:p w:rsidR="00590BA0" w:rsidRPr="003A77F6" w:rsidRDefault="00590BA0" w:rsidP="00590BA0">
      <w:pPr>
        <w:rPr>
          <w:lang w:val="en-US"/>
        </w:rPr>
      </w:pPr>
    </w:p>
    <w:p w:rsidR="00BF1926" w:rsidRPr="003A77F6" w:rsidRDefault="00BF1926" w:rsidP="00BF1926">
      <w:pPr>
        <w:rPr>
          <w:lang w:val="en-US"/>
        </w:rPr>
      </w:pPr>
    </w:p>
    <w:p w:rsidR="001C752B" w:rsidRPr="003A77F6" w:rsidRDefault="001C752B">
      <w:pPr>
        <w:rPr>
          <w:lang w:val="en-US"/>
        </w:rPr>
      </w:pPr>
      <w:r w:rsidRPr="003A77F6">
        <w:rPr>
          <w:lang w:val="en-US"/>
        </w:rPr>
        <w:br w:type="page"/>
      </w:r>
    </w:p>
    <w:p w:rsidR="003F3FDC" w:rsidRDefault="003A77F6" w:rsidP="003F3FDC">
      <w:pPr>
        <w:pStyle w:val="Heading1"/>
      </w:pPr>
      <w:bookmarkStart w:id="12" w:name="_Toc504985882"/>
      <w:bookmarkStart w:id="13" w:name="_Toc36606374"/>
      <w:r>
        <w:lastRenderedPageBreak/>
        <w:t>PLC Station HSE</w:t>
      </w:r>
      <w:bookmarkEnd w:id="12"/>
    </w:p>
    <w:p w:rsidR="00882A0D" w:rsidRDefault="00882A0D" w:rsidP="00882A0D">
      <w:pPr>
        <w:pStyle w:val="Heading2"/>
      </w:pPr>
      <w:bookmarkStart w:id="14" w:name="_Toc504985883"/>
      <w:r>
        <w:t>Algemeen</w:t>
      </w:r>
      <w:bookmarkEnd w:id="14"/>
    </w:p>
    <w:p w:rsidR="00882A0D" w:rsidRDefault="003A77F6" w:rsidP="00882A0D">
      <w:r>
        <w:t>De PLC Besturingskast tekeningen zijn opgenomen in het tekeningen pakket: TB001612001E-001/21. De PLC configuratie is als volgt:</w:t>
      </w:r>
    </w:p>
    <w:p w:rsidR="003A77F6" w:rsidRDefault="003A77F6" w:rsidP="00882A0D"/>
    <w:tbl>
      <w:tblPr>
        <w:tblStyle w:val="TableGrid"/>
        <w:tblW w:w="0" w:type="auto"/>
        <w:tblLook w:val="04A0" w:firstRow="1" w:lastRow="0" w:firstColumn="1" w:lastColumn="0" w:noHBand="0" w:noVBand="1"/>
      </w:tblPr>
      <w:tblGrid>
        <w:gridCol w:w="2337"/>
        <w:gridCol w:w="2337"/>
        <w:gridCol w:w="2337"/>
        <w:gridCol w:w="894"/>
      </w:tblGrid>
      <w:tr w:rsidR="003A77F6" w:rsidTr="003A77F6">
        <w:tc>
          <w:tcPr>
            <w:tcW w:w="2337" w:type="dxa"/>
            <w:shd w:val="clear" w:color="auto" w:fill="92D050"/>
          </w:tcPr>
          <w:p w:rsidR="003A77F6" w:rsidRDefault="003A77F6" w:rsidP="00882A0D">
            <w:r>
              <w:t xml:space="preserve">PLC </w:t>
            </w:r>
            <w:r w:rsidRPr="003A77F6">
              <w:t>Component</w:t>
            </w:r>
          </w:p>
        </w:tc>
        <w:tc>
          <w:tcPr>
            <w:tcW w:w="2337" w:type="dxa"/>
            <w:shd w:val="clear" w:color="auto" w:fill="92D050"/>
          </w:tcPr>
          <w:p w:rsidR="003A77F6" w:rsidRDefault="003A77F6" w:rsidP="00882A0D">
            <w:r w:rsidRPr="003A77F6">
              <w:t>Art.nr</w:t>
            </w:r>
          </w:p>
        </w:tc>
        <w:tc>
          <w:tcPr>
            <w:tcW w:w="2337" w:type="dxa"/>
            <w:shd w:val="clear" w:color="auto" w:fill="92D050"/>
          </w:tcPr>
          <w:p w:rsidR="003A77F6" w:rsidRDefault="003A77F6" w:rsidP="00882A0D">
            <w:r w:rsidRPr="003A77F6">
              <w:t>Ip adres</w:t>
            </w:r>
          </w:p>
        </w:tc>
        <w:tc>
          <w:tcPr>
            <w:tcW w:w="894" w:type="dxa"/>
            <w:shd w:val="clear" w:color="auto" w:fill="92D050"/>
          </w:tcPr>
          <w:p w:rsidR="003A77F6" w:rsidRDefault="003A77F6" w:rsidP="00882A0D">
            <w:r w:rsidRPr="003A77F6">
              <w:t>rack positie</w:t>
            </w:r>
          </w:p>
        </w:tc>
      </w:tr>
      <w:tr w:rsidR="003A77F6" w:rsidRPr="003A77F6" w:rsidTr="003A77F6">
        <w:tc>
          <w:tcPr>
            <w:tcW w:w="2337" w:type="dxa"/>
          </w:tcPr>
          <w:p w:rsidR="003A77F6" w:rsidRPr="003A77F6" w:rsidRDefault="003A77F6" w:rsidP="00882A0D">
            <w:pPr>
              <w:rPr>
                <w:rFonts w:cs="Arial"/>
                <w:sz w:val="20"/>
                <w:lang w:val="en-US"/>
              </w:rPr>
            </w:pPr>
            <w:r w:rsidRPr="003A77F6">
              <w:rPr>
                <w:rFonts w:cs="Arial"/>
                <w:sz w:val="20"/>
                <w:lang w:val="en-US"/>
              </w:rPr>
              <w:t>PS307 120/230VAC output 24V DC/5A</w:t>
            </w:r>
          </w:p>
        </w:tc>
        <w:tc>
          <w:tcPr>
            <w:tcW w:w="2337" w:type="dxa"/>
          </w:tcPr>
          <w:p w:rsidR="003A77F6" w:rsidRPr="003A77F6" w:rsidRDefault="003A77F6" w:rsidP="00882A0D">
            <w:pPr>
              <w:rPr>
                <w:lang w:val="en-US"/>
              </w:rPr>
            </w:pPr>
            <w:r w:rsidRPr="003A77F6">
              <w:rPr>
                <w:lang w:val="en-US"/>
              </w:rPr>
              <w:t>6ES7307-1EA01-0AA0</w:t>
            </w:r>
          </w:p>
        </w:tc>
        <w:tc>
          <w:tcPr>
            <w:tcW w:w="2337" w:type="dxa"/>
            <w:shd w:val="clear" w:color="auto" w:fill="BFBFBF" w:themeFill="background1" w:themeFillShade="BF"/>
          </w:tcPr>
          <w:p w:rsidR="003A77F6" w:rsidRPr="003A77F6" w:rsidRDefault="003A77F6" w:rsidP="00882A0D">
            <w:pPr>
              <w:rPr>
                <w:lang w:val="en-US"/>
              </w:rPr>
            </w:pPr>
          </w:p>
        </w:tc>
        <w:tc>
          <w:tcPr>
            <w:tcW w:w="894" w:type="dxa"/>
          </w:tcPr>
          <w:p w:rsidR="003A77F6" w:rsidRPr="003A77F6" w:rsidRDefault="003A77F6" w:rsidP="003A77F6">
            <w:pPr>
              <w:jc w:val="center"/>
              <w:rPr>
                <w:lang w:val="en-US"/>
              </w:rPr>
            </w:pPr>
            <w:r>
              <w:rPr>
                <w:lang w:val="en-US"/>
              </w:rPr>
              <w:t>1</w:t>
            </w:r>
          </w:p>
        </w:tc>
      </w:tr>
      <w:tr w:rsidR="003A77F6" w:rsidRPr="003A77F6" w:rsidTr="003A77F6">
        <w:tc>
          <w:tcPr>
            <w:tcW w:w="2337" w:type="dxa"/>
          </w:tcPr>
          <w:p w:rsidR="003A77F6" w:rsidRPr="003A77F6" w:rsidRDefault="003A77F6" w:rsidP="00882A0D">
            <w:pPr>
              <w:rPr>
                <w:rFonts w:cs="Arial"/>
                <w:sz w:val="20"/>
              </w:rPr>
            </w:pPr>
            <w:r>
              <w:rPr>
                <w:rFonts w:cs="Arial"/>
                <w:sz w:val="20"/>
              </w:rPr>
              <w:t>S7-300, CPU 312</w:t>
            </w:r>
          </w:p>
        </w:tc>
        <w:tc>
          <w:tcPr>
            <w:tcW w:w="2337" w:type="dxa"/>
          </w:tcPr>
          <w:p w:rsidR="003A77F6" w:rsidRPr="003A77F6" w:rsidRDefault="003A77F6" w:rsidP="00882A0D">
            <w:pPr>
              <w:rPr>
                <w:lang w:val="en-US"/>
              </w:rPr>
            </w:pPr>
            <w:r w:rsidRPr="003A77F6">
              <w:rPr>
                <w:lang w:val="en-US"/>
              </w:rPr>
              <w:t>6ES7312-1AE14-0AB0</w:t>
            </w:r>
          </w:p>
        </w:tc>
        <w:tc>
          <w:tcPr>
            <w:tcW w:w="2337" w:type="dxa"/>
            <w:shd w:val="clear" w:color="auto" w:fill="BFBFBF" w:themeFill="background1" w:themeFillShade="BF"/>
          </w:tcPr>
          <w:p w:rsidR="003A77F6" w:rsidRPr="003A77F6" w:rsidRDefault="003A77F6" w:rsidP="00882A0D">
            <w:pPr>
              <w:rPr>
                <w:lang w:val="en-US"/>
              </w:rPr>
            </w:pPr>
          </w:p>
        </w:tc>
        <w:tc>
          <w:tcPr>
            <w:tcW w:w="894" w:type="dxa"/>
          </w:tcPr>
          <w:p w:rsidR="003A77F6" w:rsidRPr="003A77F6" w:rsidRDefault="003A77F6" w:rsidP="003A77F6">
            <w:pPr>
              <w:jc w:val="center"/>
              <w:rPr>
                <w:lang w:val="en-US"/>
              </w:rPr>
            </w:pPr>
            <w:r>
              <w:rPr>
                <w:lang w:val="en-US"/>
              </w:rPr>
              <w:t>2</w:t>
            </w:r>
          </w:p>
        </w:tc>
      </w:tr>
      <w:tr w:rsidR="003A77F6" w:rsidRPr="003A77F6" w:rsidTr="003A77F6">
        <w:tc>
          <w:tcPr>
            <w:tcW w:w="2337" w:type="dxa"/>
          </w:tcPr>
          <w:p w:rsidR="003A77F6" w:rsidRPr="003A77F6" w:rsidRDefault="003A77F6" w:rsidP="00882A0D">
            <w:pPr>
              <w:rPr>
                <w:rFonts w:cs="Arial"/>
                <w:sz w:val="20"/>
              </w:rPr>
            </w:pPr>
            <w:r>
              <w:rPr>
                <w:rFonts w:cs="Arial"/>
                <w:sz w:val="20"/>
              </w:rPr>
              <w:t>Industrial ethernet CP343-1</w:t>
            </w:r>
          </w:p>
        </w:tc>
        <w:tc>
          <w:tcPr>
            <w:tcW w:w="2337" w:type="dxa"/>
          </w:tcPr>
          <w:p w:rsidR="003A77F6" w:rsidRPr="003A77F6" w:rsidRDefault="003A77F6" w:rsidP="00882A0D">
            <w:pPr>
              <w:rPr>
                <w:lang w:val="en-US"/>
              </w:rPr>
            </w:pPr>
            <w:r w:rsidRPr="003A77F6">
              <w:rPr>
                <w:lang w:val="en-US"/>
              </w:rPr>
              <w:t>6GK7343-1EX30-0XE0</w:t>
            </w:r>
          </w:p>
        </w:tc>
        <w:tc>
          <w:tcPr>
            <w:tcW w:w="2337" w:type="dxa"/>
          </w:tcPr>
          <w:p w:rsidR="003A77F6" w:rsidRPr="0003418C" w:rsidRDefault="005746CC" w:rsidP="00882A0D">
            <w:pPr>
              <w:rPr>
                <w:highlight w:val="cyan"/>
                <w:lang w:val="en-US"/>
              </w:rPr>
            </w:pPr>
            <w:r>
              <w:rPr>
                <w:highlight w:val="cyan"/>
                <w:lang w:val="en-US"/>
              </w:rPr>
              <w:t>192.168.2.112</w:t>
            </w:r>
            <w:bookmarkStart w:id="15" w:name="_GoBack"/>
            <w:bookmarkEnd w:id="15"/>
          </w:p>
        </w:tc>
        <w:tc>
          <w:tcPr>
            <w:tcW w:w="894" w:type="dxa"/>
          </w:tcPr>
          <w:p w:rsidR="003A77F6" w:rsidRPr="003A77F6" w:rsidRDefault="003A77F6" w:rsidP="003A77F6">
            <w:pPr>
              <w:jc w:val="center"/>
              <w:rPr>
                <w:lang w:val="en-US"/>
              </w:rPr>
            </w:pPr>
            <w:r>
              <w:rPr>
                <w:lang w:val="en-US"/>
              </w:rPr>
              <w:t>4</w:t>
            </w:r>
          </w:p>
        </w:tc>
      </w:tr>
      <w:tr w:rsidR="003A77F6" w:rsidRPr="003A77F6" w:rsidTr="003A77F6">
        <w:tc>
          <w:tcPr>
            <w:tcW w:w="2337" w:type="dxa"/>
          </w:tcPr>
          <w:p w:rsidR="003A77F6" w:rsidRPr="003A77F6" w:rsidRDefault="003A77F6" w:rsidP="00882A0D">
            <w:pPr>
              <w:rPr>
                <w:rFonts w:cs="Arial"/>
                <w:sz w:val="20"/>
              </w:rPr>
            </w:pPr>
            <w:r>
              <w:rPr>
                <w:rFonts w:cs="Arial"/>
                <w:sz w:val="20"/>
              </w:rPr>
              <w:t>DI 16x24VDC</w:t>
            </w:r>
          </w:p>
        </w:tc>
        <w:tc>
          <w:tcPr>
            <w:tcW w:w="2337" w:type="dxa"/>
          </w:tcPr>
          <w:p w:rsidR="003A77F6" w:rsidRPr="003A77F6" w:rsidRDefault="003A77F6" w:rsidP="00882A0D">
            <w:pPr>
              <w:rPr>
                <w:lang w:val="en-US"/>
              </w:rPr>
            </w:pPr>
            <w:r w:rsidRPr="003A77F6">
              <w:rPr>
                <w:lang w:val="en-US"/>
              </w:rPr>
              <w:t>6ES7321-1BH02-0AA0</w:t>
            </w:r>
          </w:p>
        </w:tc>
        <w:tc>
          <w:tcPr>
            <w:tcW w:w="2337" w:type="dxa"/>
            <w:shd w:val="clear" w:color="auto" w:fill="BFBFBF" w:themeFill="background1" w:themeFillShade="BF"/>
          </w:tcPr>
          <w:p w:rsidR="003A77F6" w:rsidRPr="003A77F6" w:rsidRDefault="003A77F6" w:rsidP="00882A0D">
            <w:pPr>
              <w:rPr>
                <w:lang w:val="en-US"/>
              </w:rPr>
            </w:pPr>
          </w:p>
        </w:tc>
        <w:tc>
          <w:tcPr>
            <w:tcW w:w="894" w:type="dxa"/>
          </w:tcPr>
          <w:p w:rsidR="003A77F6" w:rsidRPr="003A77F6" w:rsidRDefault="003A77F6" w:rsidP="003A77F6">
            <w:pPr>
              <w:jc w:val="center"/>
              <w:rPr>
                <w:lang w:val="en-US"/>
              </w:rPr>
            </w:pPr>
            <w:r>
              <w:rPr>
                <w:lang w:val="en-US"/>
              </w:rPr>
              <w:t>5</w:t>
            </w:r>
          </w:p>
        </w:tc>
      </w:tr>
      <w:tr w:rsidR="003A77F6" w:rsidRPr="003A77F6" w:rsidTr="003A77F6">
        <w:tc>
          <w:tcPr>
            <w:tcW w:w="2337" w:type="dxa"/>
          </w:tcPr>
          <w:p w:rsidR="003A77F6" w:rsidRPr="003A77F6" w:rsidRDefault="003A77F6" w:rsidP="00882A0D">
            <w:pPr>
              <w:rPr>
                <w:lang w:val="en-US"/>
              </w:rPr>
            </w:pPr>
          </w:p>
        </w:tc>
        <w:tc>
          <w:tcPr>
            <w:tcW w:w="2337" w:type="dxa"/>
          </w:tcPr>
          <w:p w:rsidR="003A77F6" w:rsidRPr="003A77F6" w:rsidRDefault="003A77F6" w:rsidP="00882A0D">
            <w:pPr>
              <w:rPr>
                <w:lang w:val="en-US"/>
              </w:rPr>
            </w:pPr>
          </w:p>
        </w:tc>
        <w:tc>
          <w:tcPr>
            <w:tcW w:w="2337" w:type="dxa"/>
            <w:shd w:val="clear" w:color="auto" w:fill="BFBFBF" w:themeFill="background1" w:themeFillShade="BF"/>
          </w:tcPr>
          <w:p w:rsidR="003A77F6" w:rsidRPr="003A77F6" w:rsidRDefault="003A77F6" w:rsidP="00882A0D">
            <w:pPr>
              <w:rPr>
                <w:lang w:val="en-US"/>
              </w:rPr>
            </w:pPr>
          </w:p>
        </w:tc>
        <w:tc>
          <w:tcPr>
            <w:tcW w:w="894" w:type="dxa"/>
          </w:tcPr>
          <w:p w:rsidR="003A77F6" w:rsidRPr="003A77F6" w:rsidRDefault="003A77F6" w:rsidP="003A77F6">
            <w:pPr>
              <w:jc w:val="center"/>
              <w:rPr>
                <w:lang w:val="en-US"/>
              </w:rPr>
            </w:pPr>
          </w:p>
        </w:tc>
      </w:tr>
    </w:tbl>
    <w:p w:rsidR="003A77F6" w:rsidRDefault="003A77F6" w:rsidP="00882A0D">
      <w:pPr>
        <w:rPr>
          <w:lang w:val="en-US"/>
        </w:rPr>
      </w:pPr>
    </w:p>
    <w:p w:rsidR="00C1185F" w:rsidRDefault="000A4FF7" w:rsidP="00C1185F">
      <w:pPr>
        <w:pStyle w:val="Heading2"/>
      </w:pPr>
      <w:bookmarkStart w:id="16" w:name="_Toc504985884"/>
      <w:r>
        <w:t>Alarmen</w:t>
      </w:r>
      <w:bookmarkEnd w:id="16"/>
    </w:p>
    <w:p w:rsidR="000A4FF7" w:rsidRDefault="000A4FF7" w:rsidP="000A4FF7">
      <w:r>
        <w:t>De volgende alarmen worden in de PLC bewaakt en bijgehouden</w:t>
      </w:r>
      <w:r w:rsidR="00F527E9">
        <w:t>, via het PLC netwerk worden deze alarmen doorgegeven aan het SCADA systeem TTGM van de TRamTunnel Grote Markt, dit is een redundant Citect systeem.</w:t>
      </w:r>
    </w:p>
    <w:p w:rsidR="008C1A88" w:rsidRDefault="00F527E9" w:rsidP="000A4FF7">
      <w:r>
        <w:t xml:space="preserve">In onderstaande tabel zijn de basis van het alarm en </w:t>
      </w:r>
      <w:r w:rsidR="001D1C54">
        <w:t>de</w:t>
      </w:r>
      <w:r>
        <w:t xml:space="preserve"> </w:t>
      </w:r>
      <w:r w:rsidR="001D1C54">
        <w:t>alarmtekst</w:t>
      </w:r>
      <w:r>
        <w:t xml:space="preserve"> zoals deze in scada wordt gepresenteerd opgenomen.</w:t>
      </w:r>
      <w:r w:rsidR="002E13B0">
        <w:t xml:space="preserve"> De alarmen worden op de alarm pagina van het HSE station gepresenteerd</w:t>
      </w:r>
    </w:p>
    <w:p w:rsidR="008C1A88" w:rsidRPr="000A4FF7" w:rsidRDefault="008C1A88" w:rsidP="000A4FF7"/>
    <w:tbl>
      <w:tblPr>
        <w:tblStyle w:val="TableGrid"/>
        <w:tblW w:w="9180" w:type="dxa"/>
        <w:tblLook w:val="04A0" w:firstRow="1" w:lastRow="0" w:firstColumn="1" w:lastColumn="0" w:noHBand="0" w:noVBand="1"/>
      </w:tblPr>
      <w:tblGrid>
        <w:gridCol w:w="1101"/>
        <w:gridCol w:w="2551"/>
        <w:gridCol w:w="5528"/>
      </w:tblGrid>
      <w:tr w:rsidR="00F527E9" w:rsidTr="002E13B0">
        <w:tc>
          <w:tcPr>
            <w:tcW w:w="1101" w:type="dxa"/>
            <w:shd w:val="clear" w:color="auto" w:fill="92D050"/>
          </w:tcPr>
          <w:p w:rsidR="00F527E9" w:rsidRDefault="00F527E9" w:rsidP="00F527E9">
            <w:r>
              <w:t xml:space="preserve">Alarm </w:t>
            </w:r>
          </w:p>
        </w:tc>
        <w:tc>
          <w:tcPr>
            <w:tcW w:w="2551" w:type="dxa"/>
            <w:shd w:val="clear" w:color="auto" w:fill="92D050"/>
          </w:tcPr>
          <w:p w:rsidR="00F527E9" w:rsidRDefault="00F527E9" w:rsidP="00F527E9">
            <w:r>
              <w:t>Tekening</w:t>
            </w:r>
          </w:p>
        </w:tc>
        <w:tc>
          <w:tcPr>
            <w:tcW w:w="5528" w:type="dxa"/>
            <w:shd w:val="clear" w:color="auto" w:fill="92D050"/>
          </w:tcPr>
          <w:p w:rsidR="00F527E9" w:rsidRDefault="00F527E9" w:rsidP="00F527E9">
            <w:r>
              <w:t>Omschrijving / Alarmtekst SCADA</w:t>
            </w:r>
          </w:p>
        </w:tc>
      </w:tr>
      <w:tr w:rsidR="00F527E9" w:rsidRPr="00EB61CE" w:rsidTr="002E13B0">
        <w:tc>
          <w:tcPr>
            <w:tcW w:w="1101" w:type="dxa"/>
          </w:tcPr>
          <w:p w:rsidR="00F527E9" w:rsidRPr="003A77F6" w:rsidRDefault="00F527E9" w:rsidP="00F527E9">
            <w:pPr>
              <w:rPr>
                <w:rFonts w:cs="Arial"/>
                <w:sz w:val="20"/>
                <w:lang w:val="en-US"/>
              </w:rPr>
            </w:pPr>
            <w:r>
              <w:rPr>
                <w:rFonts w:cs="Arial"/>
                <w:sz w:val="20"/>
                <w:lang w:val="en-US"/>
              </w:rPr>
              <w:t xml:space="preserve">DI 0.0 </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EB61CE" w:rsidRDefault="00DB199B" w:rsidP="00DB199B">
            <w:pPr>
              <w:rPr>
                <w:lang w:val="en-US"/>
              </w:rPr>
            </w:pPr>
            <w:r w:rsidRPr="00EB61CE">
              <w:rPr>
                <w:lang w:val="en-US"/>
              </w:rPr>
              <w:t xml:space="preserve">Storing BMC </w:t>
            </w:r>
            <w:r w:rsidR="00F527E9" w:rsidRPr="00EB61CE">
              <w:rPr>
                <w:lang w:val="en-US"/>
              </w:rPr>
              <w:t>Station</w:t>
            </w:r>
            <w:r w:rsidRPr="00EB61CE">
              <w:rPr>
                <w:lang w:val="en-US"/>
              </w:rPr>
              <w:t xml:space="preserve"> HSE</w:t>
            </w:r>
            <w:r w:rsidR="00EB61CE" w:rsidRPr="00EB61CE">
              <w:rPr>
                <w:lang w:val="en-US"/>
              </w:rPr>
              <w:t xml:space="preserve"> </w:t>
            </w:r>
          </w:p>
        </w:tc>
      </w:tr>
      <w:tr w:rsidR="00F527E9" w:rsidRPr="003A77F6" w:rsidTr="002E13B0">
        <w:tc>
          <w:tcPr>
            <w:tcW w:w="1101" w:type="dxa"/>
          </w:tcPr>
          <w:p w:rsidR="00F527E9" w:rsidRPr="003A77F6" w:rsidRDefault="00F527E9" w:rsidP="00F527E9">
            <w:pPr>
              <w:rPr>
                <w:rFonts w:cs="Arial"/>
                <w:sz w:val="20"/>
              </w:rPr>
            </w:pPr>
            <w:r>
              <w:rPr>
                <w:rFonts w:cs="Arial"/>
                <w:sz w:val="20"/>
              </w:rPr>
              <w:t>DI 0.1</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3A77F6" w:rsidRDefault="00F527E9" w:rsidP="00F527E9">
            <w:pPr>
              <w:rPr>
                <w:lang w:val="en-US"/>
              </w:rPr>
            </w:pPr>
            <w:r>
              <w:rPr>
                <w:lang w:val="en-US"/>
              </w:rPr>
              <w:t>Storing luchtdroger 1 perron</w:t>
            </w:r>
          </w:p>
        </w:tc>
      </w:tr>
      <w:tr w:rsidR="00F527E9" w:rsidRPr="003A77F6" w:rsidTr="002E13B0">
        <w:tc>
          <w:tcPr>
            <w:tcW w:w="1101" w:type="dxa"/>
          </w:tcPr>
          <w:p w:rsidR="00F527E9" w:rsidRPr="003A77F6" w:rsidRDefault="00F527E9" w:rsidP="00F527E9">
            <w:pPr>
              <w:rPr>
                <w:rFonts w:cs="Arial"/>
                <w:sz w:val="20"/>
              </w:rPr>
            </w:pPr>
            <w:r>
              <w:rPr>
                <w:rFonts w:cs="Arial"/>
                <w:sz w:val="20"/>
              </w:rPr>
              <w:t>DI 0.2</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3A77F6" w:rsidRDefault="00F527E9" w:rsidP="00F527E9">
            <w:pPr>
              <w:rPr>
                <w:lang w:val="en-US"/>
              </w:rPr>
            </w:pPr>
            <w:r>
              <w:rPr>
                <w:lang w:val="en-US"/>
              </w:rPr>
              <w:t>Storing luchtdroger 2 perron</w:t>
            </w:r>
          </w:p>
        </w:tc>
      </w:tr>
      <w:tr w:rsidR="00F527E9" w:rsidRPr="003A77F6" w:rsidTr="002E13B0">
        <w:tc>
          <w:tcPr>
            <w:tcW w:w="1101" w:type="dxa"/>
          </w:tcPr>
          <w:p w:rsidR="00F527E9" w:rsidRPr="003A77F6" w:rsidRDefault="00F527E9" w:rsidP="00F527E9">
            <w:pPr>
              <w:rPr>
                <w:rFonts w:cs="Arial"/>
                <w:sz w:val="20"/>
              </w:rPr>
            </w:pPr>
            <w:r>
              <w:rPr>
                <w:rFonts w:cs="Arial"/>
                <w:sz w:val="20"/>
              </w:rPr>
              <w:t>DI 0.3</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3A77F6" w:rsidRDefault="00F527E9" w:rsidP="00F527E9">
            <w:pPr>
              <w:rPr>
                <w:lang w:val="en-US"/>
              </w:rPr>
            </w:pPr>
            <w:r>
              <w:rPr>
                <w:lang w:val="en-US"/>
              </w:rPr>
              <w:t>Storing vloerverwarming perron</w:t>
            </w:r>
          </w:p>
        </w:tc>
      </w:tr>
      <w:tr w:rsidR="00F527E9" w:rsidRPr="003A77F6" w:rsidTr="002E13B0">
        <w:tc>
          <w:tcPr>
            <w:tcW w:w="1101" w:type="dxa"/>
          </w:tcPr>
          <w:p w:rsidR="00F527E9" w:rsidRPr="003A77F6" w:rsidRDefault="00F527E9" w:rsidP="00F527E9">
            <w:pPr>
              <w:rPr>
                <w:lang w:val="en-US"/>
              </w:rPr>
            </w:pPr>
            <w:r>
              <w:rPr>
                <w:lang w:val="en-US"/>
              </w:rPr>
              <w:t>DI 0.4</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3A77F6" w:rsidRDefault="00F527E9" w:rsidP="00F527E9">
            <w:pPr>
              <w:rPr>
                <w:lang w:val="en-US"/>
              </w:rPr>
            </w:pPr>
            <w:r>
              <w:rPr>
                <w:lang w:val="en-US"/>
              </w:rPr>
              <w:t>Storing/actief UPS niveau 0</w:t>
            </w:r>
          </w:p>
        </w:tc>
      </w:tr>
      <w:tr w:rsidR="00F527E9" w:rsidRPr="003A77F6" w:rsidTr="002E13B0">
        <w:tc>
          <w:tcPr>
            <w:tcW w:w="1101" w:type="dxa"/>
          </w:tcPr>
          <w:p w:rsidR="00F527E9" w:rsidRDefault="00F527E9" w:rsidP="00F527E9">
            <w:pPr>
              <w:rPr>
                <w:lang w:val="en-US"/>
              </w:rPr>
            </w:pPr>
            <w:r>
              <w:rPr>
                <w:lang w:val="en-US"/>
              </w:rPr>
              <w:t>DI 0.5</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Default="00F527E9" w:rsidP="00F527E9">
            <w:pPr>
              <w:rPr>
                <w:lang w:val="en-US"/>
              </w:rPr>
            </w:pPr>
            <w:r>
              <w:rPr>
                <w:lang w:val="en-US"/>
              </w:rPr>
              <w:t>Storing verdeler Z1</w:t>
            </w:r>
          </w:p>
        </w:tc>
      </w:tr>
      <w:tr w:rsidR="00F527E9" w:rsidRPr="003A77F6" w:rsidTr="002E13B0">
        <w:tc>
          <w:tcPr>
            <w:tcW w:w="1101" w:type="dxa"/>
          </w:tcPr>
          <w:p w:rsidR="00F527E9" w:rsidRDefault="00F527E9" w:rsidP="00F527E9">
            <w:pPr>
              <w:rPr>
                <w:lang w:val="en-US"/>
              </w:rPr>
            </w:pPr>
            <w:r>
              <w:rPr>
                <w:lang w:val="en-US"/>
              </w:rPr>
              <w:t>DI 0.6</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Default="00F527E9" w:rsidP="00F527E9">
            <w:pPr>
              <w:rPr>
                <w:lang w:val="en-US"/>
              </w:rPr>
            </w:pPr>
            <w:r>
              <w:rPr>
                <w:lang w:val="en-US"/>
              </w:rPr>
              <w:t>Storing Driver 1 verdeler Z1</w:t>
            </w:r>
          </w:p>
        </w:tc>
      </w:tr>
      <w:tr w:rsidR="00F527E9" w:rsidRPr="003A77F6" w:rsidTr="002E13B0">
        <w:tc>
          <w:tcPr>
            <w:tcW w:w="1101" w:type="dxa"/>
          </w:tcPr>
          <w:p w:rsidR="00F527E9" w:rsidRDefault="00F527E9" w:rsidP="00F527E9">
            <w:pPr>
              <w:rPr>
                <w:lang w:val="en-US"/>
              </w:rPr>
            </w:pPr>
            <w:r>
              <w:rPr>
                <w:lang w:val="en-US"/>
              </w:rPr>
              <w:t>DI 0.7</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Default="00F527E9" w:rsidP="00F527E9">
            <w:pPr>
              <w:rPr>
                <w:lang w:val="en-US"/>
              </w:rPr>
            </w:pPr>
            <w:r>
              <w:rPr>
                <w:lang w:val="en-US"/>
              </w:rPr>
              <w:t>Storing Driver 3 verdeler Z1</w:t>
            </w:r>
          </w:p>
        </w:tc>
      </w:tr>
      <w:tr w:rsidR="00F527E9" w:rsidRPr="003A77F6" w:rsidTr="002E13B0">
        <w:tc>
          <w:tcPr>
            <w:tcW w:w="1101" w:type="dxa"/>
          </w:tcPr>
          <w:p w:rsidR="00F527E9" w:rsidRDefault="00F527E9" w:rsidP="00F527E9">
            <w:pPr>
              <w:rPr>
                <w:lang w:val="en-US"/>
              </w:rPr>
            </w:pPr>
            <w:r>
              <w:rPr>
                <w:lang w:val="en-US"/>
              </w:rPr>
              <w:t>DI 1.0</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Default="00F527E9" w:rsidP="00F527E9">
            <w:pPr>
              <w:rPr>
                <w:lang w:val="en-US"/>
              </w:rPr>
            </w:pPr>
            <w:r>
              <w:rPr>
                <w:lang w:val="en-US"/>
              </w:rPr>
              <w:t>Storing verdeler Z1-N</w:t>
            </w:r>
          </w:p>
        </w:tc>
      </w:tr>
      <w:tr w:rsidR="00F527E9" w:rsidRPr="003A77F6" w:rsidTr="002E13B0">
        <w:tc>
          <w:tcPr>
            <w:tcW w:w="1101" w:type="dxa"/>
          </w:tcPr>
          <w:p w:rsidR="00F527E9" w:rsidRDefault="00F527E9" w:rsidP="00F527E9">
            <w:pPr>
              <w:rPr>
                <w:lang w:val="en-US"/>
              </w:rPr>
            </w:pPr>
            <w:r>
              <w:rPr>
                <w:lang w:val="en-US"/>
              </w:rPr>
              <w:t>DI 1.1</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EB61CE" w:rsidRDefault="00F527E9" w:rsidP="00F527E9">
            <w:r w:rsidRPr="00EB61CE">
              <w:t>Storing Driver 2 verdeler Z1</w:t>
            </w:r>
            <w:r w:rsidR="00EB61CE" w:rsidRPr="00EB61CE">
              <w:t>-N</w:t>
            </w:r>
          </w:p>
        </w:tc>
      </w:tr>
      <w:tr w:rsidR="00F527E9" w:rsidRPr="003A77F6" w:rsidTr="002E13B0">
        <w:tc>
          <w:tcPr>
            <w:tcW w:w="1101" w:type="dxa"/>
          </w:tcPr>
          <w:p w:rsidR="00F527E9" w:rsidRDefault="00F527E9" w:rsidP="00F527E9">
            <w:pPr>
              <w:rPr>
                <w:lang w:val="en-US"/>
              </w:rPr>
            </w:pPr>
            <w:r>
              <w:rPr>
                <w:lang w:val="en-US"/>
              </w:rPr>
              <w:t>DI 1.2</w:t>
            </w:r>
          </w:p>
        </w:tc>
        <w:tc>
          <w:tcPr>
            <w:tcW w:w="2551" w:type="dxa"/>
          </w:tcPr>
          <w:p w:rsidR="00F527E9" w:rsidRPr="003A77F6" w:rsidRDefault="00F527E9" w:rsidP="00F527E9">
            <w:pPr>
              <w:rPr>
                <w:rFonts w:cs="Arial"/>
                <w:sz w:val="20"/>
                <w:lang w:val="en-US"/>
              </w:rPr>
            </w:pPr>
            <w:r>
              <w:rPr>
                <w:rFonts w:cs="Arial"/>
                <w:sz w:val="20"/>
                <w:lang w:val="en-US"/>
              </w:rPr>
              <w:t>TB001612001E/21 blz 13</w:t>
            </w:r>
          </w:p>
        </w:tc>
        <w:tc>
          <w:tcPr>
            <w:tcW w:w="5528" w:type="dxa"/>
          </w:tcPr>
          <w:p w:rsidR="00F527E9" w:rsidRPr="00EB61CE" w:rsidRDefault="00F527E9" w:rsidP="00F527E9">
            <w:r w:rsidRPr="00EB61CE">
              <w:t>Storing Driver 4 verdeler Z1</w:t>
            </w:r>
            <w:r w:rsidR="00EB61CE" w:rsidRPr="00EB61CE">
              <w:t>-N</w:t>
            </w:r>
          </w:p>
        </w:tc>
      </w:tr>
      <w:tr w:rsidR="00F527E9" w:rsidRPr="00B158E1" w:rsidTr="002E13B0">
        <w:tc>
          <w:tcPr>
            <w:tcW w:w="1101" w:type="dxa"/>
          </w:tcPr>
          <w:p w:rsidR="00F527E9" w:rsidRDefault="00F527E9" w:rsidP="00F527E9">
            <w:pPr>
              <w:rPr>
                <w:lang w:val="en-US"/>
              </w:rPr>
            </w:pPr>
            <w:r>
              <w:rPr>
                <w:lang w:val="en-US"/>
              </w:rPr>
              <w:t>Ethernet</w:t>
            </w:r>
          </w:p>
        </w:tc>
        <w:tc>
          <w:tcPr>
            <w:tcW w:w="2551" w:type="dxa"/>
          </w:tcPr>
          <w:p w:rsidR="00F527E9" w:rsidRPr="003A77F6" w:rsidRDefault="00F527E9" w:rsidP="00F527E9">
            <w:pPr>
              <w:rPr>
                <w:rFonts w:cs="Arial"/>
                <w:sz w:val="20"/>
                <w:lang w:val="en-US"/>
              </w:rPr>
            </w:pPr>
            <w:r>
              <w:rPr>
                <w:rFonts w:cs="Arial"/>
                <w:sz w:val="20"/>
                <w:lang w:val="en-US"/>
              </w:rPr>
              <w:t>TB001612001E/21 blz 11</w:t>
            </w:r>
          </w:p>
        </w:tc>
        <w:tc>
          <w:tcPr>
            <w:tcW w:w="5528" w:type="dxa"/>
          </w:tcPr>
          <w:p w:rsidR="00F527E9" w:rsidRDefault="00EB61CE" w:rsidP="00F527E9">
            <w:pPr>
              <w:rPr>
                <w:lang w:val="en-US"/>
              </w:rPr>
            </w:pPr>
            <w:r w:rsidRPr="00EB61CE">
              <w:rPr>
                <w:lang w:val="en-US"/>
              </w:rPr>
              <w:t>Scada Communicatie met Station HSE PLC 21HSE faalt</w:t>
            </w:r>
            <w:r w:rsidR="002E13B0">
              <w:rPr>
                <w:lang w:val="en-US"/>
              </w:rPr>
              <w:t xml:space="preserve"> *)</w:t>
            </w:r>
          </w:p>
        </w:tc>
      </w:tr>
      <w:tr w:rsidR="008C1A88" w:rsidRPr="005746CC" w:rsidTr="002E13B0">
        <w:tc>
          <w:tcPr>
            <w:tcW w:w="1101" w:type="dxa"/>
          </w:tcPr>
          <w:p w:rsidR="008C1A88" w:rsidRDefault="008C1A88" w:rsidP="008C1A88">
            <w:pPr>
              <w:rPr>
                <w:lang w:val="en-US"/>
              </w:rPr>
            </w:pPr>
            <w:r>
              <w:rPr>
                <w:lang w:val="en-US"/>
              </w:rPr>
              <w:t>PLC</w:t>
            </w:r>
          </w:p>
        </w:tc>
        <w:tc>
          <w:tcPr>
            <w:tcW w:w="2551" w:type="dxa"/>
          </w:tcPr>
          <w:p w:rsidR="008C1A88" w:rsidRPr="003A77F6" w:rsidRDefault="008C1A88" w:rsidP="008C1A88">
            <w:pPr>
              <w:rPr>
                <w:rFonts w:cs="Arial"/>
                <w:sz w:val="20"/>
                <w:lang w:val="en-US"/>
              </w:rPr>
            </w:pPr>
            <w:r>
              <w:rPr>
                <w:rFonts w:cs="Arial"/>
                <w:sz w:val="20"/>
                <w:lang w:val="en-US"/>
              </w:rPr>
              <w:t>TB001612001E/21 blz 11</w:t>
            </w:r>
          </w:p>
        </w:tc>
        <w:tc>
          <w:tcPr>
            <w:tcW w:w="5528" w:type="dxa"/>
          </w:tcPr>
          <w:p w:rsidR="008C1A88" w:rsidRDefault="008C1A88" w:rsidP="008C1A88">
            <w:pPr>
              <w:rPr>
                <w:lang w:val="en-US"/>
              </w:rPr>
            </w:pPr>
            <w:r>
              <w:rPr>
                <w:lang w:val="en-US"/>
              </w:rPr>
              <w:t>Storing hardware PLC (defecte module)</w:t>
            </w:r>
          </w:p>
        </w:tc>
      </w:tr>
    </w:tbl>
    <w:p w:rsidR="000A4FF7" w:rsidRDefault="000A4FF7" w:rsidP="000A4FF7">
      <w:pPr>
        <w:rPr>
          <w:lang w:val="en-US"/>
        </w:rPr>
      </w:pPr>
    </w:p>
    <w:p w:rsidR="002E13B0" w:rsidRPr="002E13B0" w:rsidRDefault="002E13B0" w:rsidP="000A4FF7">
      <w:r w:rsidRPr="002E13B0">
        <w:t>*) Dit alaram wordt de pagina ‘Algemeen</w:t>
      </w:r>
      <w:r>
        <w:t>” in de storingslijst weergegeven.</w:t>
      </w:r>
    </w:p>
    <w:p w:rsidR="002E13B0" w:rsidRPr="002E13B0" w:rsidRDefault="002E13B0" w:rsidP="000A4FF7"/>
    <w:p w:rsidR="00D5444B" w:rsidRDefault="00D5444B" w:rsidP="000A4FF7">
      <w:r w:rsidRPr="00D5444B">
        <w:t xml:space="preserve">De alarmen worden in de PLC automatisch hersteld </w:t>
      </w:r>
      <w:r>
        <w:t>indien aan de volgende twee voorwaarden is voldaan:</w:t>
      </w:r>
    </w:p>
    <w:p w:rsidR="000A4FF7" w:rsidRDefault="00D5444B" w:rsidP="00D5444B">
      <w:pPr>
        <w:pStyle w:val="ListParagraph"/>
        <w:numPr>
          <w:ilvl w:val="0"/>
          <w:numId w:val="43"/>
        </w:numPr>
      </w:pPr>
      <w:r>
        <w:t>de alarm conditie is weggevallen;</w:t>
      </w:r>
    </w:p>
    <w:p w:rsidR="00D5444B" w:rsidRDefault="00D5444B" w:rsidP="00D5444B">
      <w:pPr>
        <w:pStyle w:val="ListParagraph"/>
        <w:numPr>
          <w:ilvl w:val="0"/>
          <w:numId w:val="43"/>
        </w:numPr>
      </w:pPr>
      <w:r>
        <w:t>alarm is door scada overgenomen;</w:t>
      </w:r>
    </w:p>
    <w:p w:rsidR="00D5444B" w:rsidRDefault="00D5444B" w:rsidP="00D5444B"/>
    <w:p w:rsidR="00D5444B" w:rsidRDefault="00D5444B" w:rsidP="00D5444B">
      <w:r>
        <w:t>De twee conditie zorgt er voor dat een alarm altijd op SCADA wordt gepresenteerd, een alarm wordt pas eerder herateld indien het alarm zichtbaar is geworden op SCADA.</w:t>
      </w:r>
    </w:p>
    <w:p w:rsidR="00D5444B" w:rsidRPr="00D5444B" w:rsidRDefault="00D5444B" w:rsidP="00D5444B">
      <w:r>
        <w:t>Op deze wijze is zeker gesteld dat ook hele ‘korte’ alarm condities door SCADA opgemerkt en verwerkt worden.</w:t>
      </w:r>
    </w:p>
    <w:p w:rsidR="00C1185F" w:rsidRPr="00D5444B" w:rsidRDefault="00C1185F" w:rsidP="00882A0D"/>
    <w:p w:rsidR="00360445" w:rsidRPr="00D5444B" w:rsidRDefault="00360445" w:rsidP="00882A0D"/>
    <w:p w:rsidR="00360445" w:rsidRPr="00D5444B" w:rsidRDefault="00360445" w:rsidP="00882A0D"/>
    <w:p w:rsidR="00360445" w:rsidRPr="00D5444B" w:rsidRDefault="00360445" w:rsidP="00882A0D"/>
    <w:p w:rsidR="00360445" w:rsidRPr="00D5444B" w:rsidRDefault="00360445">
      <w:pPr>
        <w:spacing w:line="240" w:lineRule="exact"/>
        <w:ind w:left="839" w:hanging="839"/>
      </w:pPr>
      <w:r w:rsidRPr="00D5444B">
        <w:br w:type="page"/>
      </w:r>
    </w:p>
    <w:p w:rsidR="00360445" w:rsidRDefault="00360445" w:rsidP="00360445">
      <w:pPr>
        <w:pStyle w:val="Heading1"/>
      </w:pPr>
      <w:bookmarkStart w:id="17" w:name="_Toc504985885"/>
      <w:r>
        <w:lastRenderedPageBreak/>
        <w:t>SCADA Station HSE</w:t>
      </w:r>
      <w:bookmarkEnd w:id="17"/>
    </w:p>
    <w:p w:rsidR="00360445" w:rsidRDefault="002C2B3A" w:rsidP="00071DD9">
      <w:pPr>
        <w:pStyle w:val="Heading2"/>
      </w:pPr>
      <w:bookmarkStart w:id="18" w:name="_Toc504985886"/>
      <w:r>
        <w:t>Algemeen</w:t>
      </w:r>
      <w:bookmarkEnd w:id="18"/>
    </w:p>
    <w:p w:rsidR="002C2B3A" w:rsidRDefault="002C2B3A" w:rsidP="002C2B3A">
      <w:r>
        <w:t xml:space="preserve">Status en alarmen van Station HSE worden opgenomen in het (redundante) SCADA systeem TTGM, dit is een Citect systeem. </w:t>
      </w:r>
    </w:p>
    <w:p w:rsidR="002C2B3A" w:rsidRDefault="002C2B3A" w:rsidP="002C2B3A">
      <w:r>
        <w:t>Via het hoofdscherm van de TTGM applicatie zijn de deelschermen van Station HSE bereikbaar. Het overzichtsscherm van TTGM is hieronder weergegeven, links onder bevindt zich het status vlak ten behoeve van station HSE.</w:t>
      </w:r>
    </w:p>
    <w:p w:rsidR="002C2B3A" w:rsidRDefault="002C2B3A" w:rsidP="002C2B3A"/>
    <w:p w:rsidR="002C2B3A" w:rsidRPr="002C2B3A" w:rsidRDefault="005746CC" w:rsidP="002C2B3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372pt">
            <v:imagedata r:id="rId9" o:title="2018-01-31 11_41_27-Hoofdscherm"/>
          </v:shape>
        </w:pict>
      </w:r>
    </w:p>
    <w:p w:rsidR="00360445" w:rsidRDefault="00360445" w:rsidP="00882A0D"/>
    <w:p w:rsidR="00570481" w:rsidRDefault="00570481" w:rsidP="00882A0D">
      <w:r>
        <w:t>De button ‘Station HSE’ heeft verkleuring om de status weer te geven:</w:t>
      </w:r>
    </w:p>
    <w:p w:rsidR="00B158E1" w:rsidRDefault="00570481" w:rsidP="00B158E1">
      <w:pPr>
        <w:ind w:firstLine="708"/>
      </w:pPr>
      <w:r>
        <w:t xml:space="preserve">Grijs – situatie normaal; </w:t>
      </w:r>
    </w:p>
    <w:p w:rsidR="00B158E1" w:rsidRDefault="00570481" w:rsidP="00B158E1">
      <w:pPr>
        <w:ind w:firstLine="708"/>
      </w:pPr>
      <w:r>
        <w:t xml:space="preserve">Geel – Storing actief; </w:t>
      </w:r>
    </w:p>
    <w:p w:rsidR="00570481" w:rsidRDefault="00570481" w:rsidP="00B158E1">
      <w:pPr>
        <w:ind w:firstLine="708"/>
      </w:pPr>
      <w:r>
        <w:t>Rood – brandmelding actief.</w:t>
      </w:r>
    </w:p>
    <w:p w:rsidR="00570481" w:rsidRDefault="00570481" w:rsidP="00882A0D"/>
    <w:p w:rsidR="00570481" w:rsidRDefault="00570481" w:rsidP="00882A0D">
      <w:r>
        <w:t>Bedien</w:t>
      </w:r>
      <w:r w:rsidR="00B158E1">
        <w:t>en</w:t>
      </w:r>
      <w:r>
        <w:t xml:space="preserve"> van de button ‘Station HSE’ roept de specifiek alarm pagina van Station HSE op, hier worden de alarmen van dit station getoond. Presentatie van de alarmen is volgens de standaard van de TTGM applicatie.</w:t>
      </w:r>
    </w:p>
    <w:p w:rsidR="00570481" w:rsidRDefault="00570481" w:rsidP="00882A0D"/>
    <w:p w:rsidR="00570481" w:rsidRDefault="005746CC" w:rsidP="00882A0D">
      <w:r>
        <w:lastRenderedPageBreak/>
        <w:pict>
          <v:shape id="_x0000_i1026" type="#_x0000_t75" style="width:456pt;height:372pt">
            <v:imagedata r:id="rId10" o:title="2018-01-31 11_40_48-Alarm"/>
          </v:shape>
        </w:pict>
      </w:r>
    </w:p>
    <w:p w:rsidR="00570481" w:rsidRDefault="00570481" w:rsidP="00882A0D"/>
    <w:p w:rsidR="00570481" w:rsidRPr="00936544" w:rsidRDefault="00936544" w:rsidP="00936544">
      <w:pPr>
        <w:jc w:val="right"/>
        <w:rPr>
          <w:i/>
        </w:rPr>
      </w:pPr>
      <w:r w:rsidRPr="00936544">
        <w:rPr>
          <w:i/>
        </w:rPr>
        <w:t>Alarm scherm voor station HSE</w:t>
      </w:r>
    </w:p>
    <w:p w:rsidR="00570481" w:rsidRDefault="00570481" w:rsidP="00882A0D"/>
    <w:p w:rsidR="00936544" w:rsidRDefault="00936544" w:rsidP="00882A0D"/>
    <w:p w:rsidR="00936544" w:rsidRDefault="00936544" w:rsidP="00882A0D"/>
    <w:p w:rsidR="00570481" w:rsidRDefault="00936544" w:rsidP="00882A0D">
      <w:r>
        <w:rPr>
          <w:noProof/>
          <w:lang w:val="en-US" w:eastAsia="en-US"/>
        </w:rPr>
        <w:drawing>
          <wp:inline distT="0" distB="0" distL="0" distR="0" wp14:anchorId="1732B18E" wp14:editId="363167D2">
            <wp:extent cx="1600200" cy="1200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00200" cy="1200150"/>
                    </a:xfrm>
                    <a:prstGeom prst="rect">
                      <a:avLst/>
                    </a:prstGeom>
                  </pic:spPr>
                </pic:pic>
              </a:graphicData>
            </a:graphic>
          </wp:inline>
        </w:drawing>
      </w:r>
      <w:r>
        <w:t xml:space="preserve">  </w:t>
      </w:r>
      <w:r w:rsidRPr="00936544">
        <w:rPr>
          <w:i/>
        </w:rPr>
        <w:t>Keuze buttons voor station HSE, bovenste button is voorzien status indicatie</w:t>
      </w:r>
      <w:r>
        <w:t>.</w:t>
      </w:r>
    </w:p>
    <w:p w:rsidR="00936544" w:rsidRDefault="00936544" w:rsidP="00882A0D"/>
    <w:p w:rsidR="00936544" w:rsidRDefault="00936544" w:rsidP="00882A0D"/>
    <w:p w:rsidR="00570481" w:rsidRDefault="00570481" w:rsidP="00882A0D"/>
    <w:p w:rsidR="00570481" w:rsidRDefault="00570481" w:rsidP="00882A0D">
      <w:r>
        <w:t>Met de button ‘Status’ wordt het overzichtsscherm van Station HSE opgeroepen, hier wordt de actuele situatie weergegeven.</w:t>
      </w:r>
    </w:p>
    <w:p w:rsidR="00570481" w:rsidRDefault="00570481" w:rsidP="00882A0D">
      <w:r>
        <w:t>Op dit overzicht bevinden zich grafische symbolen die op een iets andere wijze gebruikt worden als in het overige deel van de TTGM applicatie. Ter verduidelijking kan vanaf het HSE overzicht een specifieke legenda geopend worden.</w:t>
      </w:r>
    </w:p>
    <w:p w:rsidR="00570481" w:rsidRDefault="00570481" w:rsidP="00882A0D"/>
    <w:p w:rsidR="00570481" w:rsidRDefault="00B158E1" w:rsidP="00936544">
      <w:pPr>
        <w:jc w:val="right"/>
      </w:pPr>
      <w:r>
        <w:rPr>
          <w:noProof/>
          <w:lang w:val="en-US" w:eastAsia="en-US"/>
        </w:rPr>
        <w:lastRenderedPageBreak/>
        <w:drawing>
          <wp:inline distT="0" distB="0" distL="0" distR="0" wp14:anchorId="3098038A" wp14:editId="45BD7F19">
            <wp:extent cx="4454693" cy="458152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01037" cy="4629188"/>
                    </a:xfrm>
                    <a:prstGeom prst="rect">
                      <a:avLst/>
                    </a:prstGeom>
                  </pic:spPr>
                </pic:pic>
              </a:graphicData>
            </a:graphic>
          </wp:inline>
        </w:drawing>
      </w:r>
      <w:r w:rsidR="00936544">
        <w:t xml:space="preserve">  </w:t>
      </w:r>
    </w:p>
    <w:p w:rsidR="00570481" w:rsidRPr="00936544" w:rsidRDefault="00936544" w:rsidP="00882A0D">
      <w:pPr>
        <w:rPr>
          <w:i/>
        </w:rPr>
      </w:pPr>
      <w:r w:rsidRPr="00936544">
        <w:rPr>
          <w:i/>
        </w:rPr>
        <w:tab/>
      </w:r>
      <w:r w:rsidRPr="00936544">
        <w:rPr>
          <w:i/>
        </w:rPr>
        <w:tab/>
      </w:r>
      <w:r w:rsidRPr="00936544">
        <w:rPr>
          <w:i/>
        </w:rPr>
        <w:tab/>
        <w:t>Overzicht status station HSE</w:t>
      </w:r>
    </w:p>
    <w:p w:rsidR="00936544" w:rsidRDefault="00936544" w:rsidP="00882A0D"/>
    <w:p w:rsidR="00570481" w:rsidRPr="00936544" w:rsidRDefault="005746CC" w:rsidP="00882A0D">
      <w:pPr>
        <w:rPr>
          <w:i/>
        </w:rPr>
      </w:pPr>
      <w:r>
        <w:pict>
          <v:shape id="_x0000_i1027" type="#_x0000_t75" style="width:200.25pt;height:261pt">
            <v:imagedata r:id="rId13" o:title="2018-01-31 10_52_22-Status_Algemeen_Bedrijfsuren"/>
          </v:shape>
        </w:pict>
      </w:r>
      <w:r w:rsidR="00936544">
        <w:t xml:space="preserve">  </w:t>
      </w:r>
      <w:r w:rsidR="00936544" w:rsidRPr="00936544">
        <w:rPr>
          <w:i/>
        </w:rPr>
        <w:t>Legenda voor station HSE</w:t>
      </w:r>
    </w:p>
    <w:p w:rsidR="00273D3B" w:rsidRDefault="00273D3B" w:rsidP="001C6D00">
      <w:pPr>
        <w:spacing w:line="240" w:lineRule="exact"/>
      </w:pPr>
      <w:bookmarkStart w:id="19" w:name="_Toc36606403"/>
      <w:bookmarkEnd w:id="13"/>
    </w:p>
    <w:p w:rsidR="00273D3B" w:rsidRDefault="00273D3B">
      <w:pPr>
        <w:spacing w:line="240" w:lineRule="exact"/>
        <w:ind w:left="839" w:hanging="839"/>
      </w:pPr>
      <w:r>
        <w:br w:type="page"/>
      </w:r>
    </w:p>
    <w:p w:rsidR="00106F6D" w:rsidRDefault="009962A7" w:rsidP="00BF1926">
      <w:pPr>
        <w:pStyle w:val="Heading1"/>
      </w:pPr>
      <w:bookmarkStart w:id="20" w:name="_Toc504985887"/>
      <w:r>
        <w:lastRenderedPageBreak/>
        <w:t>Bijlagen</w:t>
      </w:r>
      <w:bookmarkEnd w:id="19"/>
      <w:bookmarkEnd w:id="20"/>
    </w:p>
    <w:p w:rsidR="00A42AEF" w:rsidRPr="00A42AEF" w:rsidRDefault="00760323" w:rsidP="00A42AEF">
      <w:pPr>
        <w:pStyle w:val="Heading2"/>
      </w:pPr>
      <w:bookmarkStart w:id="21" w:name="_Toc504985888"/>
      <w:r>
        <w:t>Overzicht bijlagen</w:t>
      </w:r>
      <w:bookmarkEnd w:id="21"/>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
        <w:gridCol w:w="4275"/>
        <w:gridCol w:w="887"/>
        <w:gridCol w:w="1501"/>
        <w:gridCol w:w="1501"/>
      </w:tblGrid>
      <w:tr w:rsidR="0030505A" w:rsidRPr="0030505A">
        <w:tc>
          <w:tcPr>
            <w:tcW w:w="925" w:type="dxa"/>
          </w:tcPr>
          <w:p w:rsidR="00106F6D" w:rsidRPr="0030505A" w:rsidRDefault="009962A7">
            <w:pPr>
              <w:jc w:val="center"/>
            </w:pPr>
            <w:r w:rsidRPr="0030505A">
              <w:t>Bijlage</w:t>
            </w:r>
          </w:p>
        </w:tc>
        <w:tc>
          <w:tcPr>
            <w:tcW w:w="4275" w:type="dxa"/>
          </w:tcPr>
          <w:p w:rsidR="00106F6D" w:rsidRPr="0030505A" w:rsidRDefault="009962A7">
            <w:r w:rsidRPr="0030505A">
              <w:t>Titel</w:t>
            </w:r>
          </w:p>
        </w:tc>
        <w:tc>
          <w:tcPr>
            <w:tcW w:w="887" w:type="dxa"/>
          </w:tcPr>
          <w:p w:rsidR="00106F6D" w:rsidRPr="0030505A" w:rsidRDefault="009962A7">
            <w:pPr>
              <w:jc w:val="center"/>
            </w:pPr>
            <w:r w:rsidRPr="0030505A">
              <w:t>Versie</w:t>
            </w:r>
          </w:p>
        </w:tc>
        <w:tc>
          <w:tcPr>
            <w:tcW w:w="1501" w:type="dxa"/>
          </w:tcPr>
          <w:p w:rsidR="00106F6D" w:rsidRPr="0030505A" w:rsidRDefault="009962A7">
            <w:r w:rsidRPr="0030505A">
              <w:t>Versiedatum</w:t>
            </w:r>
          </w:p>
        </w:tc>
        <w:tc>
          <w:tcPr>
            <w:tcW w:w="1501" w:type="dxa"/>
          </w:tcPr>
          <w:p w:rsidR="00106F6D" w:rsidRPr="0030505A" w:rsidRDefault="009962A7">
            <w:r w:rsidRPr="0030505A">
              <w:t>Status</w:t>
            </w:r>
          </w:p>
        </w:tc>
      </w:tr>
      <w:tr w:rsidR="0030505A" w:rsidRPr="0030505A" w:rsidTr="004F24F5">
        <w:trPr>
          <w:trHeight w:val="755"/>
        </w:trPr>
        <w:tc>
          <w:tcPr>
            <w:tcW w:w="925" w:type="dxa"/>
            <w:vAlign w:val="center"/>
          </w:tcPr>
          <w:p w:rsidR="00106F6D" w:rsidRPr="008273CA" w:rsidRDefault="008C0335" w:rsidP="008273CA">
            <w:pPr>
              <w:jc w:val="center"/>
              <w:rPr>
                <w:b/>
              </w:rPr>
            </w:pPr>
            <w:r>
              <w:rPr>
                <w:b/>
              </w:rPr>
              <w:t>A</w:t>
            </w:r>
          </w:p>
        </w:tc>
        <w:tc>
          <w:tcPr>
            <w:tcW w:w="4275" w:type="dxa"/>
            <w:vAlign w:val="center"/>
          </w:tcPr>
          <w:p w:rsidR="004F24F5" w:rsidRPr="002C2B3A" w:rsidRDefault="008C0335" w:rsidP="004B0B99">
            <w:r w:rsidRPr="008C0335">
              <w:t>Bedieningsmanual+SCADA-systeem+Tramtunnel+Technisch+Onderhoud.doc</w:t>
            </w:r>
          </w:p>
        </w:tc>
        <w:tc>
          <w:tcPr>
            <w:tcW w:w="887" w:type="dxa"/>
            <w:vAlign w:val="center"/>
          </w:tcPr>
          <w:p w:rsidR="00106F6D" w:rsidRPr="004F24F5" w:rsidRDefault="008C0335" w:rsidP="008273CA">
            <w:pPr>
              <w:jc w:val="center"/>
              <w:rPr>
                <w:sz w:val="18"/>
                <w:szCs w:val="18"/>
              </w:rPr>
            </w:pPr>
            <w:r>
              <w:rPr>
                <w:sz w:val="18"/>
                <w:szCs w:val="18"/>
              </w:rPr>
              <w:t>1.3</w:t>
            </w:r>
          </w:p>
        </w:tc>
        <w:tc>
          <w:tcPr>
            <w:tcW w:w="1501" w:type="dxa"/>
            <w:vAlign w:val="center"/>
          </w:tcPr>
          <w:p w:rsidR="00106F6D" w:rsidRPr="0030505A" w:rsidRDefault="00106F6D" w:rsidP="00247A50">
            <w:pPr>
              <w:jc w:val="center"/>
            </w:pPr>
          </w:p>
        </w:tc>
        <w:tc>
          <w:tcPr>
            <w:tcW w:w="1501" w:type="dxa"/>
            <w:vAlign w:val="center"/>
          </w:tcPr>
          <w:p w:rsidR="00106F6D" w:rsidRPr="0030505A" w:rsidRDefault="008C0335" w:rsidP="008273CA">
            <w:pPr>
              <w:jc w:val="center"/>
            </w:pPr>
            <w:r>
              <w:t>Definitief</w:t>
            </w:r>
          </w:p>
        </w:tc>
      </w:tr>
      <w:tr w:rsidR="00247A50" w:rsidRPr="0030505A" w:rsidTr="008273CA">
        <w:trPr>
          <w:trHeight w:val="576"/>
        </w:trPr>
        <w:tc>
          <w:tcPr>
            <w:tcW w:w="925" w:type="dxa"/>
            <w:vAlign w:val="center"/>
          </w:tcPr>
          <w:p w:rsidR="00247A50" w:rsidRPr="008273CA" w:rsidRDefault="00247A50" w:rsidP="008273CA">
            <w:pPr>
              <w:jc w:val="center"/>
              <w:rPr>
                <w:b/>
              </w:rPr>
            </w:pPr>
          </w:p>
        </w:tc>
        <w:tc>
          <w:tcPr>
            <w:tcW w:w="4275" w:type="dxa"/>
            <w:vAlign w:val="center"/>
          </w:tcPr>
          <w:p w:rsidR="00247A50" w:rsidRPr="002C2B3A" w:rsidRDefault="00247A50" w:rsidP="004B0B99"/>
        </w:tc>
        <w:tc>
          <w:tcPr>
            <w:tcW w:w="887" w:type="dxa"/>
            <w:vAlign w:val="center"/>
          </w:tcPr>
          <w:p w:rsidR="00247A50" w:rsidRPr="0030505A" w:rsidRDefault="00247A50" w:rsidP="00C5471A">
            <w:pPr>
              <w:jc w:val="center"/>
            </w:pPr>
          </w:p>
        </w:tc>
        <w:tc>
          <w:tcPr>
            <w:tcW w:w="1501" w:type="dxa"/>
            <w:vAlign w:val="center"/>
          </w:tcPr>
          <w:p w:rsidR="00247A50" w:rsidRPr="0030505A" w:rsidRDefault="00247A50" w:rsidP="00C5471A">
            <w:pPr>
              <w:jc w:val="center"/>
            </w:pPr>
          </w:p>
        </w:tc>
        <w:tc>
          <w:tcPr>
            <w:tcW w:w="1501" w:type="dxa"/>
            <w:vAlign w:val="center"/>
          </w:tcPr>
          <w:p w:rsidR="00247A50" w:rsidRPr="0030505A" w:rsidRDefault="00247A50" w:rsidP="00C5471A">
            <w:pPr>
              <w:jc w:val="center"/>
            </w:pPr>
          </w:p>
        </w:tc>
      </w:tr>
      <w:tr w:rsidR="004B0B99" w:rsidRPr="0030505A" w:rsidTr="008273CA">
        <w:trPr>
          <w:trHeight w:val="576"/>
        </w:trPr>
        <w:tc>
          <w:tcPr>
            <w:tcW w:w="925" w:type="dxa"/>
            <w:vAlign w:val="center"/>
          </w:tcPr>
          <w:p w:rsidR="004B0B99" w:rsidRPr="007759FD" w:rsidRDefault="004B0B99" w:rsidP="008273CA">
            <w:pPr>
              <w:jc w:val="center"/>
              <w:rPr>
                <w:b/>
              </w:rPr>
            </w:pPr>
          </w:p>
        </w:tc>
        <w:tc>
          <w:tcPr>
            <w:tcW w:w="4275" w:type="dxa"/>
            <w:vAlign w:val="center"/>
          </w:tcPr>
          <w:p w:rsidR="004B0B99" w:rsidRPr="007A3E94" w:rsidRDefault="004B0B99" w:rsidP="008273CA"/>
        </w:tc>
        <w:tc>
          <w:tcPr>
            <w:tcW w:w="887" w:type="dxa"/>
            <w:vAlign w:val="center"/>
          </w:tcPr>
          <w:p w:rsidR="004B0B99" w:rsidRPr="0030505A" w:rsidRDefault="004B0B99" w:rsidP="00C5471A">
            <w:pPr>
              <w:jc w:val="center"/>
            </w:pPr>
          </w:p>
        </w:tc>
        <w:tc>
          <w:tcPr>
            <w:tcW w:w="1501" w:type="dxa"/>
            <w:vAlign w:val="center"/>
          </w:tcPr>
          <w:p w:rsidR="004B0B99" w:rsidRPr="0030505A" w:rsidRDefault="004B0B99" w:rsidP="00C5471A">
            <w:pPr>
              <w:jc w:val="center"/>
            </w:pPr>
          </w:p>
        </w:tc>
        <w:tc>
          <w:tcPr>
            <w:tcW w:w="1501" w:type="dxa"/>
            <w:vAlign w:val="center"/>
          </w:tcPr>
          <w:p w:rsidR="004B0B99" w:rsidRPr="0030505A" w:rsidRDefault="004B0B99" w:rsidP="00C5471A">
            <w:pPr>
              <w:jc w:val="center"/>
            </w:pPr>
          </w:p>
        </w:tc>
      </w:tr>
      <w:tr w:rsidR="007A4101" w:rsidRPr="0030505A" w:rsidTr="008273CA">
        <w:trPr>
          <w:trHeight w:val="576"/>
        </w:trPr>
        <w:tc>
          <w:tcPr>
            <w:tcW w:w="925" w:type="dxa"/>
            <w:vAlign w:val="center"/>
          </w:tcPr>
          <w:p w:rsidR="007A4101" w:rsidRPr="007A4101" w:rsidRDefault="007A4101" w:rsidP="008273CA">
            <w:pPr>
              <w:jc w:val="center"/>
              <w:rPr>
                <w:b/>
              </w:rPr>
            </w:pPr>
          </w:p>
        </w:tc>
        <w:tc>
          <w:tcPr>
            <w:tcW w:w="4275" w:type="dxa"/>
            <w:vAlign w:val="center"/>
          </w:tcPr>
          <w:p w:rsidR="007A4101" w:rsidRPr="002C2B3A" w:rsidRDefault="007A4101" w:rsidP="007A4101"/>
        </w:tc>
        <w:tc>
          <w:tcPr>
            <w:tcW w:w="887" w:type="dxa"/>
            <w:vAlign w:val="center"/>
          </w:tcPr>
          <w:p w:rsidR="007A4101" w:rsidRPr="007A3E94" w:rsidRDefault="007A4101" w:rsidP="008273CA">
            <w:pPr>
              <w:jc w:val="center"/>
            </w:pPr>
          </w:p>
        </w:tc>
        <w:tc>
          <w:tcPr>
            <w:tcW w:w="1501" w:type="dxa"/>
            <w:vAlign w:val="center"/>
          </w:tcPr>
          <w:p w:rsidR="007A4101" w:rsidRPr="0030505A" w:rsidRDefault="007A4101" w:rsidP="00C45BD4">
            <w:pPr>
              <w:jc w:val="center"/>
            </w:pPr>
          </w:p>
        </w:tc>
        <w:tc>
          <w:tcPr>
            <w:tcW w:w="1501" w:type="dxa"/>
            <w:vAlign w:val="center"/>
          </w:tcPr>
          <w:p w:rsidR="007A4101" w:rsidRPr="0030505A" w:rsidRDefault="007A4101" w:rsidP="00C45BD4">
            <w:pPr>
              <w:jc w:val="center"/>
            </w:pPr>
          </w:p>
        </w:tc>
      </w:tr>
      <w:tr w:rsidR="007A4101" w:rsidRPr="0030505A" w:rsidTr="008273CA">
        <w:trPr>
          <w:trHeight w:val="576"/>
        </w:trPr>
        <w:tc>
          <w:tcPr>
            <w:tcW w:w="925" w:type="dxa"/>
            <w:vAlign w:val="center"/>
          </w:tcPr>
          <w:p w:rsidR="007A4101" w:rsidRPr="007A4101" w:rsidRDefault="007A4101" w:rsidP="008273CA">
            <w:pPr>
              <w:jc w:val="center"/>
              <w:rPr>
                <w:b/>
              </w:rPr>
            </w:pPr>
          </w:p>
        </w:tc>
        <w:tc>
          <w:tcPr>
            <w:tcW w:w="4275" w:type="dxa"/>
            <w:vAlign w:val="center"/>
          </w:tcPr>
          <w:p w:rsidR="007A4101" w:rsidRPr="007A3E94" w:rsidRDefault="007A4101" w:rsidP="007A4101"/>
        </w:tc>
        <w:tc>
          <w:tcPr>
            <w:tcW w:w="887" w:type="dxa"/>
            <w:vAlign w:val="center"/>
          </w:tcPr>
          <w:p w:rsidR="007A4101" w:rsidRPr="007A3E94" w:rsidRDefault="007A4101" w:rsidP="008273CA">
            <w:pPr>
              <w:jc w:val="center"/>
            </w:pPr>
          </w:p>
        </w:tc>
        <w:tc>
          <w:tcPr>
            <w:tcW w:w="1501" w:type="dxa"/>
            <w:vAlign w:val="center"/>
          </w:tcPr>
          <w:p w:rsidR="007A4101" w:rsidRPr="007A3E94" w:rsidRDefault="007A4101" w:rsidP="008273CA">
            <w:pPr>
              <w:jc w:val="center"/>
            </w:pPr>
          </w:p>
        </w:tc>
        <w:tc>
          <w:tcPr>
            <w:tcW w:w="1501" w:type="dxa"/>
            <w:vAlign w:val="center"/>
          </w:tcPr>
          <w:p w:rsidR="007A4101" w:rsidRPr="007A3E94" w:rsidRDefault="007A4101" w:rsidP="008273CA">
            <w:pPr>
              <w:jc w:val="center"/>
            </w:pPr>
          </w:p>
        </w:tc>
      </w:tr>
      <w:tr w:rsidR="007A4101" w:rsidRPr="0030505A" w:rsidTr="008273CA">
        <w:trPr>
          <w:trHeight w:val="576"/>
        </w:trPr>
        <w:tc>
          <w:tcPr>
            <w:tcW w:w="925" w:type="dxa"/>
            <w:vAlign w:val="center"/>
          </w:tcPr>
          <w:p w:rsidR="007A4101" w:rsidRPr="007A4101" w:rsidRDefault="007A4101" w:rsidP="008273CA">
            <w:pPr>
              <w:jc w:val="center"/>
              <w:rPr>
                <w:b/>
              </w:rPr>
            </w:pPr>
          </w:p>
        </w:tc>
        <w:tc>
          <w:tcPr>
            <w:tcW w:w="4275" w:type="dxa"/>
            <w:vAlign w:val="center"/>
          </w:tcPr>
          <w:p w:rsidR="007A4101" w:rsidRPr="007A3E94" w:rsidRDefault="007A4101" w:rsidP="008273CA"/>
        </w:tc>
        <w:tc>
          <w:tcPr>
            <w:tcW w:w="887" w:type="dxa"/>
            <w:vAlign w:val="center"/>
          </w:tcPr>
          <w:p w:rsidR="007A4101" w:rsidRPr="007A3E94" w:rsidRDefault="007A4101" w:rsidP="008273CA">
            <w:pPr>
              <w:jc w:val="center"/>
            </w:pPr>
          </w:p>
        </w:tc>
        <w:tc>
          <w:tcPr>
            <w:tcW w:w="1501" w:type="dxa"/>
            <w:vAlign w:val="center"/>
          </w:tcPr>
          <w:p w:rsidR="007A4101" w:rsidRPr="007A3E94" w:rsidRDefault="007A4101" w:rsidP="008273CA">
            <w:pPr>
              <w:jc w:val="center"/>
            </w:pPr>
          </w:p>
        </w:tc>
        <w:tc>
          <w:tcPr>
            <w:tcW w:w="1501" w:type="dxa"/>
            <w:vAlign w:val="center"/>
          </w:tcPr>
          <w:p w:rsidR="007A4101" w:rsidRPr="007A3E94" w:rsidRDefault="007A4101" w:rsidP="008273CA">
            <w:pPr>
              <w:jc w:val="center"/>
            </w:pPr>
          </w:p>
        </w:tc>
      </w:tr>
    </w:tbl>
    <w:p w:rsidR="00106F6D" w:rsidRPr="007A3E94" w:rsidRDefault="00106F6D">
      <w:pPr>
        <w:rPr>
          <w:color w:val="A6A6A6" w:themeColor="background1" w:themeShade="A6"/>
        </w:rPr>
      </w:pPr>
    </w:p>
    <w:p w:rsidR="0042337D" w:rsidRDefault="0042337D">
      <w:r w:rsidRPr="0030505A">
        <w:t>Bestek = onderdeel bestek en niet aan wijziging onderhevig</w:t>
      </w:r>
    </w:p>
    <w:p w:rsidR="00A00ABD" w:rsidRPr="0030505A" w:rsidRDefault="00A00ABD">
      <w:r>
        <w:t>SPA = Standaard Proces Automatisering en binnen dit document niet aan wijziging onderhevig</w:t>
      </w:r>
    </w:p>
    <w:p w:rsidR="00106F6D" w:rsidRPr="0030505A" w:rsidRDefault="009962A7">
      <w:r w:rsidRPr="0030505A">
        <w:t>Volgt = wordt opgezet en volgt</w:t>
      </w:r>
    </w:p>
    <w:p w:rsidR="00106F6D" w:rsidRPr="0030505A" w:rsidRDefault="009962A7">
      <w:r w:rsidRPr="0030505A">
        <w:t>Vervallen = Bijlage is vervallen</w:t>
      </w:r>
    </w:p>
    <w:p w:rsidR="00106F6D" w:rsidRPr="0030505A" w:rsidRDefault="009962A7">
      <w:r w:rsidRPr="0030505A">
        <w:t>Toegevoegd = is bijgevoegd (kan nog aan wijzigingen onderhevig zijn).</w:t>
      </w:r>
    </w:p>
    <w:bookmarkEnd w:id="5"/>
    <w:p w:rsidR="009962A7" w:rsidRPr="0030505A" w:rsidRDefault="009962A7">
      <w:r w:rsidRPr="0030505A">
        <w:t>As Built = status na inbedrijf name.</w:t>
      </w:r>
    </w:p>
    <w:sectPr w:rsidR="009962A7" w:rsidRPr="0030505A" w:rsidSect="0031604C">
      <w:headerReference w:type="default" r:id="rId14"/>
      <w:footerReference w:type="default" r:id="rId15"/>
      <w:headerReference w:type="first" r:id="rId16"/>
      <w:footerReference w:type="first" r:id="rId17"/>
      <w:pgSz w:w="11907" w:h="16839" w:code="9"/>
      <w:pgMar w:top="2099" w:right="1275" w:bottom="419" w:left="1500" w:header="240" w:footer="161" w:gutter="0"/>
      <w:paperSrc w:first="258" w:other="25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A74" w:rsidRDefault="00DE3A74">
      <w:r>
        <w:separator/>
      </w:r>
    </w:p>
  </w:endnote>
  <w:endnote w:type="continuationSeparator" w:id="0">
    <w:p w:rsidR="00DE3A74" w:rsidRDefault="00DE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Frutiger 55 Roman">
    <w:altName w:val="Impact"/>
    <w:charset w:val="00"/>
    <w:family w:val="swiss"/>
    <w:pitch w:val="variable"/>
    <w:sig w:usb0="00000003" w:usb1="00000000" w:usb2="00000000" w:usb3="00000000" w:csb0="00000001" w:csb1="00000000"/>
  </w:font>
  <w:font w:name="Frutiger">
    <w:altName w:val="Arial Narrow"/>
    <w:charset w:val="00"/>
    <w:family w:val="swiss"/>
    <w:pitch w:val="variable"/>
    <w:sig w:usb0="80000027" w:usb1="00000000" w:usb2="00000000" w:usb3="00000000" w:csb0="00000001" w:csb1="00000000"/>
  </w:font>
  <w:font w:name="Arial (W1)">
    <w:altName w:val="Arial"/>
    <w:charset w:val="00"/>
    <w:family w:val="swiss"/>
    <w:pitch w:val="variable"/>
    <w:sig w:usb0="20007A87" w:usb1="80000000" w:usb2="00000008" w:usb3="00000000" w:csb0="000001FF" w:csb1="00000000"/>
  </w:font>
  <w:font w:name="Courier (W1)">
    <w:charset w:val="00"/>
    <w:family w:val="modern"/>
    <w:pitch w:val="fixed"/>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46B" w:rsidRDefault="0038346B">
    <w:pPr>
      <w:pStyle w:val="Footer"/>
    </w:pPr>
  </w:p>
  <w:p w:rsidR="0038346B" w:rsidRDefault="0038346B">
    <w:pPr>
      <w:pStyle w:val="Footer"/>
    </w:pPr>
  </w:p>
  <w:p w:rsidR="0038346B" w:rsidRDefault="003834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46B" w:rsidRDefault="0038346B">
    <w:pPr>
      <w:jc w:val="center"/>
      <w:rPr>
        <w:rStyle w:val="Huisstijl-Sjabloonnaam"/>
        <w:b w:val="0"/>
        <w:sz w:val="20"/>
      </w:rPr>
    </w:pPr>
    <w:r>
      <w:rPr>
        <w:noProof/>
        <w:lang w:val="en-US" w:eastAsia="en-US"/>
      </w:rPr>
      <w:drawing>
        <wp:anchor distT="0" distB="0" distL="114300" distR="114300" simplePos="0" relativeHeight="251657728" behindDoc="0" locked="0" layoutInCell="1" allowOverlap="1" wp14:anchorId="4063C493" wp14:editId="4E790E46">
          <wp:simplePos x="0" y="0"/>
          <wp:positionH relativeFrom="column">
            <wp:posOffset>4761865</wp:posOffset>
          </wp:positionH>
          <wp:positionV relativeFrom="paragraph">
            <wp:posOffset>-1830705</wp:posOffset>
          </wp:positionV>
          <wp:extent cx="843280" cy="641350"/>
          <wp:effectExtent l="0" t="0" r="0" b="6350"/>
          <wp:wrapNone/>
          <wp:docPr id="3" name="Picture 3" descr="Z:\RLD\2014\logo\Logo klein uiteindelijklettersd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RLD\2014\logo\Logo klein uiteindelijklettersdi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3280"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46B" w:rsidRDefault="0038346B">
    <w:pPr>
      <w:pStyle w:val="Footer"/>
    </w:pPr>
    <w:r>
      <w:rPr>
        <w:noProof/>
        <w:sz w:val="20"/>
        <w:lang w:val="en-US" w:eastAsia="en-US"/>
      </w:rPr>
      <mc:AlternateContent>
        <mc:Choice Requires="wps">
          <w:drawing>
            <wp:anchor distT="0" distB="0" distL="114300" distR="114300" simplePos="0" relativeHeight="251655680" behindDoc="0" locked="1" layoutInCell="0" allowOverlap="1" wp14:anchorId="7B837BD6" wp14:editId="7E32BB9F">
              <wp:simplePos x="0" y="0"/>
              <wp:positionH relativeFrom="page">
                <wp:posOffset>5715000</wp:posOffset>
              </wp:positionH>
              <wp:positionV relativeFrom="page">
                <wp:posOffset>9372600</wp:posOffset>
              </wp:positionV>
              <wp:extent cx="1676400" cy="10668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00"/>
                          </w:tblGrid>
                          <w:tr w:rsidR="0038346B">
                            <w:trPr>
                              <w:cantSplit/>
                            </w:trPr>
                            <w:tc>
                              <w:tcPr>
                                <w:tcW w:w="2400" w:type="dxa"/>
                                <w:vAlign w:val="bottom"/>
                              </w:tcPr>
                              <w:p w:rsidR="0038346B" w:rsidRDefault="0038346B">
                                <w:pPr>
                                  <w:spacing w:line="160" w:lineRule="exact"/>
                                  <w:rPr>
                                    <w:rStyle w:val="Huisstijl-Kopje"/>
                                  </w:rPr>
                                </w:pPr>
                                <w:bookmarkStart w:id="28" w:name="tblAkkoord1"/>
                              </w:p>
                            </w:tc>
                          </w:tr>
                          <w:tr w:rsidR="0038346B">
                            <w:trPr>
                              <w:cantSplit/>
                            </w:trPr>
                            <w:tc>
                              <w:tcPr>
                                <w:tcW w:w="2400" w:type="dxa"/>
                                <w:vAlign w:val="bottom"/>
                              </w:tcPr>
                              <w:p w:rsidR="0038346B" w:rsidRDefault="0038346B">
                                <w:pPr>
                                  <w:spacing w:line="560" w:lineRule="exact"/>
                                </w:pPr>
                              </w:p>
                            </w:tc>
                          </w:tr>
                          <w:tr w:rsidR="0038346B">
                            <w:trPr>
                              <w:cantSplit/>
                            </w:trPr>
                            <w:tc>
                              <w:tcPr>
                                <w:tcW w:w="2400" w:type="dxa"/>
                                <w:vAlign w:val="bottom"/>
                              </w:tcPr>
                              <w:p w:rsidR="0038346B" w:rsidRDefault="0038346B">
                                <w:pPr>
                                  <w:spacing w:line="160" w:lineRule="exact"/>
                                  <w:rPr>
                                    <w:rStyle w:val="Huisstijl-Kopje"/>
                                  </w:rPr>
                                </w:pPr>
                              </w:p>
                            </w:tc>
                          </w:tr>
                          <w:tr w:rsidR="0038346B">
                            <w:trPr>
                              <w:cantSplit/>
                            </w:trPr>
                            <w:tc>
                              <w:tcPr>
                                <w:tcW w:w="2400" w:type="dxa"/>
                                <w:vAlign w:val="bottom"/>
                              </w:tcPr>
                              <w:p w:rsidR="0038346B" w:rsidRDefault="0038346B">
                                <w:pPr>
                                  <w:spacing w:line="560" w:lineRule="exact"/>
                                </w:pPr>
                              </w:p>
                            </w:tc>
                          </w:tr>
                          <w:bookmarkEnd w:id="28"/>
                        </w:tbl>
                        <w:p w:rsidR="0038346B" w:rsidRDefault="0038346B"/>
                        <w:p w:rsidR="0038346B" w:rsidRDefault="0038346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37BD6" id="_x0000_t202" coordsize="21600,21600" o:spt="202" path="m,l,21600r21600,l21600,xe">
              <v:stroke joinstyle="miter"/>
              <v:path gradientshapeok="t" o:connecttype="rect"/>
            </v:shapetype>
            <v:shape id="Text Box 5" o:spid="_x0000_s1029" type="#_x0000_t202" style="position:absolute;margin-left:450pt;margin-top:738pt;width:132pt;height:8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00"/>
                    </w:tblGrid>
                    <w:tr w:rsidR="0038346B">
                      <w:trPr>
                        <w:cantSplit/>
                      </w:trPr>
                      <w:tc>
                        <w:tcPr>
                          <w:tcW w:w="2400" w:type="dxa"/>
                          <w:vAlign w:val="bottom"/>
                        </w:tcPr>
                        <w:p w:rsidR="0038346B" w:rsidRDefault="0038346B">
                          <w:pPr>
                            <w:spacing w:line="160" w:lineRule="exact"/>
                            <w:rPr>
                              <w:rStyle w:val="Huisstijl-Kopje"/>
                            </w:rPr>
                          </w:pPr>
                          <w:bookmarkStart w:id="29" w:name="tblAkkoord1"/>
                        </w:p>
                      </w:tc>
                    </w:tr>
                    <w:tr w:rsidR="0038346B">
                      <w:trPr>
                        <w:cantSplit/>
                      </w:trPr>
                      <w:tc>
                        <w:tcPr>
                          <w:tcW w:w="2400" w:type="dxa"/>
                          <w:vAlign w:val="bottom"/>
                        </w:tcPr>
                        <w:p w:rsidR="0038346B" w:rsidRDefault="0038346B">
                          <w:pPr>
                            <w:spacing w:line="560" w:lineRule="exact"/>
                          </w:pPr>
                        </w:p>
                      </w:tc>
                    </w:tr>
                    <w:tr w:rsidR="0038346B">
                      <w:trPr>
                        <w:cantSplit/>
                      </w:trPr>
                      <w:tc>
                        <w:tcPr>
                          <w:tcW w:w="2400" w:type="dxa"/>
                          <w:vAlign w:val="bottom"/>
                        </w:tcPr>
                        <w:p w:rsidR="0038346B" w:rsidRDefault="0038346B">
                          <w:pPr>
                            <w:spacing w:line="160" w:lineRule="exact"/>
                            <w:rPr>
                              <w:rStyle w:val="Huisstijl-Kopje"/>
                            </w:rPr>
                          </w:pPr>
                        </w:p>
                      </w:tc>
                    </w:tr>
                    <w:tr w:rsidR="0038346B">
                      <w:trPr>
                        <w:cantSplit/>
                      </w:trPr>
                      <w:tc>
                        <w:tcPr>
                          <w:tcW w:w="2400" w:type="dxa"/>
                          <w:vAlign w:val="bottom"/>
                        </w:tcPr>
                        <w:p w:rsidR="0038346B" w:rsidRDefault="0038346B">
                          <w:pPr>
                            <w:spacing w:line="560" w:lineRule="exact"/>
                          </w:pPr>
                        </w:p>
                      </w:tc>
                    </w:tr>
                    <w:bookmarkEnd w:id="29"/>
                  </w:tbl>
                  <w:p w:rsidR="0038346B" w:rsidRDefault="0038346B"/>
                  <w:p w:rsidR="0038346B" w:rsidRDefault="0038346B"/>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A74" w:rsidRDefault="00DE3A74">
      <w:r>
        <w:separator/>
      </w:r>
    </w:p>
  </w:footnote>
  <w:footnote w:type="continuationSeparator" w:id="0">
    <w:p w:rsidR="00DE3A74" w:rsidRDefault="00DE3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46B" w:rsidRDefault="0038346B">
    <w:pPr>
      <w:rPr>
        <w:color w:val="FFFFFF"/>
      </w:rPr>
    </w:pPr>
    <w:r>
      <w:rPr>
        <w:color w:val="FFFFFF"/>
      </w:rPr>
      <w:fldChar w:fldCharType="begin"/>
    </w:r>
    <w:r>
      <w:rPr>
        <w:color w:val="FFFFFF"/>
      </w:rPr>
      <w:instrText xml:space="preserve"> NUMPAGES  \* MERGEFORMAT </w:instrText>
    </w:r>
    <w:r>
      <w:rPr>
        <w:color w:val="FFFFFF"/>
      </w:rPr>
      <w:fldChar w:fldCharType="separate"/>
    </w:r>
    <w:r w:rsidR="005746CC">
      <w:rPr>
        <w:noProof/>
        <w:color w:val="FFFFFF"/>
      </w:rPr>
      <w:t>8</w:t>
    </w:r>
    <w:r>
      <w:rPr>
        <w:color w:val="FFFFFF"/>
      </w:rPr>
      <w:fldChar w:fldCharType="end"/>
    </w:r>
    <w:r>
      <w:rPr>
        <w:noProof/>
        <w:color w:val="FFFFFF"/>
        <w:sz w:val="20"/>
        <w:lang w:val="en-US" w:eastAsia="en-US"/>
      </w:rPr>
      <mc:AlternateContent>
        <mc:Choice Requires="wps">
          <w:drawing>
            <wp:anchor distT="0" distB="0" distL="114300" distR="114300" simplePos="0" relativeHeight="251656192" behindDoc="0" locked="1" layoutInCell="0" allowOverlap="1" wp14:anchorId="28ABE50A" wp14:editId="657E8719">
              <wp:simplePos x="0" y="0"/>
              <wp:positionH relativeFrom="page">
                <wp:posOffset>5105400</wp:posOffset>
              </wp:positionH>
              <wp:positionV relativeFrom="page">
                <wp:posOffset>352425</wp:posOffset>
              </wp:positionV>
              <wp:extent cx="2124075" cy="977900"/>
              <wp:effectExtent l="0" t="0" r="9525" b="1270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97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3261" w:type="dxa"/>
                            <w:tblLayout w:type="fixed"/>
                            <w:tblCellMar>
                              <w:left w:w="0" w:type="dxa"/>
                              <w:right w:w="0" w:type="dxa"/>
                            </w:tblCellMar>
                            <w:tblLook w:val="0000" w:firstRow="0" w:lastRow="0" w:firstColumn="0" w:lastColumn="0" w:noHBand="0" w:noVBand="0"/>
                          </w:tblPr>
                          <w:tblGrid>
                            <w:gridCol w:w="1985"/>
                            <w:gridCol w:w="1276"/>
                          </w:tblGrid>
                          <w:tr w:rsidR="0038346B" w:rsidTr="008A5629">
                            <w:trPr>
                              <w:trHeight w:val="240"/>
                            </w:trPr>
                            <w:tc>
                              <w:tcPr>
                                <w:tcW w:w="1985" w:type="dxa"/>
                              </w:tcPr>
                              <w:p w:rsidR="0038346B" w:rsidRDefault="0038346B">
                                <w:pPr>
                                  <w:rPr>
                                    <w:rStyle w:val="Huisstijl-Kopje"/>
                                  </w:rPr>
                                </w:pPr>
                                <w:bookmarkStart w:id="22" w:name="bmGegevens2" w:colFirst="0" w:colLast="0"/>
                                <w:r>
                                  <w:rPr>
                                    <w:rStyle w:val="Huisstijl-Kopje"/>
                                  </w:rPr>
                                  <w:t>Datum opgesteld</w:t>
                                </w:r>
                              </w:p>
                              <w:p w:rsidR="0038346B" w:rsidRDefault="0038346B">
                                <w:pPr>
                                  <w:rPr>
                                    <w:rStyle w:val="Huisstijl-Gegeven"/>
                                  </w:rPr>
                                </w:pPr>
                                <w:r>
                                  <w:rPr>
                                    <w:rStyle w:val="Huisstijl-Gegeven"/>
                                  </w:rPr>
                                  <w:fldChar w:fldCharType="begin"/>
                                </w:r>
                                <w:r>
                                  <w:rPr>
                                    <w:rStyle w:val="Huisstijl-Gegeven"/>
                                  </w:rPr>
                                  <w:instrText xml:space="preserve"> DOCPROPERTY  creatie  \* MERGEFORMAT </w:instrText>
                                </w:r>
                                <w:r>
                                  <w:rPr>
                                    <w:rStyle w:val="Huisstijl-Gegeven"/>
                                  </w:rPr>
                                  <w:fldChar w:fldCharType="separate"/>
                                </w:r>
                                <w:r w:rsidR="00514C61">
                                  <w:rPr>
                                    <w:rStyle w:val="Huisstijl-Gegeven"/>
                                  </w:rPr>
                                  <w:t>21-juni-2015</w:t>
                                </w:r>
                                <w:r>
                                  <w:rPr>
                                    <w:rStyle w:val="Huisstijl-Gegeven"/>
                                  </w:rPr>
                                  <w:fldChar w:fldCharType="end"/>
                                </w:r>
                              </w:p>
                              <w:p w:rsidR="0038346B" w:rsidRDefault="0038346B">
                                <w:pPr>
                                  <w:rPr>
                                    <w:rStyle w:val="Huisstijl-Kopje"/>
                                  </w:rPr>
                                </w:pPr>
                                <w:r>
                                  <w:rPr>
                                    <w:rStyle w:val="Huisstijl-Kopje"/>
                                  </w:rPr>
                                  <w:t>Datum gewijzigd</w:t>
                                </w:r>
                              </w:p>
                              <w:p w:rsidR="0038346B" w:rsidRDefault="0038346B" w:rsidP="002F3BC7">
                                <w:pPr>
                                  <w:rPr>
                                    <w:rStyle w:val="Huisstijl-Gegeven"/>
                                  </w:rPr>
                                </w:pPr>
                                <w:r>
                                  <w:rPr>
                                    <w:rStyle w:val="Huisstijl-Gegeven"/>
                                  </w:rPr>
                                  <w:fldChar w:fldCharType="begin"/>
                                </w:r>
                                <w:r>
                                  <w:rPr>
                                    <w:rStyle w:val="Huisstijl-Gegeven"/>
                                  </w:rPr>
                                  <w:instrText xml:space="preserve"> SAVEDATE  \@ "d MMMM yyyy"  \* MERGEFORMAT </w:instrText>
                                </w:r>
                                <w:r>
                                  <w:rPr>
                                    <w:rStyle w:val="Huisstijl-Gegeven"/>
                                  </w:rPr>
                                  <w:fldChar w:fldCharType="separate"/>
                                </w:r>
                                <w:r w:rsidR="005746CC">
                                  <w:rPr>
                                    <w:rStyle w:val="Huisstijl-Gegeven"/>
                                  </w:rPr>
                                  <w:t>8 september 2018</w:t>
                                </w:r>
                                <w:r>
                                  <w:rPr>
                                    <w:rStyle w:val="Huisstijl-Gegeven"/>
                                  </w:rPr>
                                  <w:fldChar w:fldCharType="end"/>
                                </w:r>
                              </w:p>
                              <w:p w:rsidR="0038346B" w:rsidRDefault="0038346B">
                                <w:pPr>
                                  <w:rPr>
                                    <w:rStyle w:val="Huisstijl-Gegeven"/>
                                  </w:rPr>
                                </w:pPr>
                              </w:p>
                              <w:p w:rsidR="0038346B" w:rsidRDefault="0038346B">
                                <w:pPr>
                                  <w:rPr>
                                    <w:rStyle w:val="Huisstijl-Gegeven"/>
                                  </w:rPr>
                                </w:pPr>
                              </w:p>
                            </w:tc>
                            <w:tc>
                              <w:tcPr>
                                <w:tcW w:w="1276" w:type="dxa"/>
                              </w:tcPr>
                              <w:p w:rsidR="0038346B" w:rsidRPr="00D114F7" w:rsidRDefault="0038346B" w:rsidP="003A2A11">
                                <w:pPr>
                                  <w:rPr>
                                    <w:rStyle w:val="Huisstijl-Kopje"/>
                                  </w:rPr>
                                </w:pPr>
                                <w:r w:rsidRPr="00D114F7">
                                  <w:rPr>
                                    <w:rStyle w:val="Huisstijl-Kopje"/>
                                  </w:rPr>
                                  <w:t>Versie</w:t>
                                </w:r>
                              </w:p>
                              <w:p w:rsidR="0038346B" w:rsidRPr="00D114F7" w:rsidRDefault="0038346B" w:rsidP="003A2A11">
                                <w:pPr>
                                  <w:rPr>
                                    <w:rStyle w:val="Huisstijl-Gegeven"/>
                                  </w:rPr>
                                </w:pPr>
                                <w:r>
                                  <w:rPr>
                                    <w:rStyle w:val="Huisstijl-Gegeven"/>
                                  </w:rPr>
                                  <w:fldChar w:fldCharType="begin"/>
                                </w:r>
                                <w:r>
                                  <w:rPr>
                                    <w:rStyle w:val="Huisstijl-Gegeven"/>
                                  </w:rPr>
                                  <w:instrText xml:space="preserve"> DOCPROPERTY  versie  \* MERGEFORMAT </w:instrText>
                                </w:r>
                                <w:r>
                                  <w:rPr>
                                    <w:rStyle w:val="Huisstijl-Gegeven"/>
                                  </w:rPr>
                                  <w:fldChar w:fldCharType="separate"/>
                                </w:r>
                                <w:r w:rsidR="00514C61">
                                  <w:rPr>
                                    <w:rStyle w:val="Huisstijl-Gegeven"/>
                                  </w:rPr>
                                  <w:t>1.0</w:t>
                                </w:r>
                                <w:r>
                                  <w:rPr>
                                    <w:rStyle w:val="Huisstijl-Gegeven"/>
                                  </w:rPr>
                                  <w:fldChar w:fldCharType="end"/>
                                </w:r>
                              </w:p>
                              <w:p w:rsidR="0038346B" w:rsidRPr="00D114F7" w:rsidRDefault="0038346B" w:rsidP="003A2A11">
                                <w:pPr>
                                  <w:rPr>
                                    <w:rStyle w:val="Huisstijl-Kopje"/>
                                  </w:rPr>
                                </w:pPr>
                                <w:r w:rsidRPr="00D114F7">
                                  <w:rPr>
                                    <w:rStyle w:val="Huisstijl-Kopje"/>
                                  </w:rPr>
                                  <w:t>Status</w:t>
                                </w:r>
                              </w:p>
                              <w:p w:rsidR="0038346B" w:rsidRPr="00D114F7" w:rsidRDefault="0038346B" w:rsidP="003A2A11">
                                <w:pPr>
                                  <w:rPr>
                                    <w:rStyle w:val="Huisstijl-Gegeven"/>
                                  </w:rPr>
                                </w:pPr>
                                <w:r>
                                  <w:rPr>
                                    <w:rStyle w:val="Huisstijl-Gegeven"/>
                                  </w:rPr>
                                  <w:fldChar w:fldCharType="begin"/>
                                </w:r>
                                <w:r>
                                  <w:rPr>
                                    <w:rStyle w:val="Huisstijl-Gegeven"/>
                                  </w:rPr>
                                  <w:instrText xml:space="preserve"> DOCPROPERTY  status  \* MERGEFORMAT </w:instrText>
                                </w:r>
                                <w:r>
                                  <w:rPr>
                                    <w:rStyle w:val="Huisstijl-Gegeven"/>
                                  </w:rPr>
                                  <w:fldChar w:fldCharType="separate"/>
                                </w:r>
                                <w:r w:rsidR="00514C61">
                                  <w:rPr>
                                    <w:rStyle w:val="Huisstijl-Gegeven"/>
                                  </w:rPr>
                                  <w:t>Definitief</w:t>
                                </w:r>
                                <w:r>
                                  <w:rPr>
                                    <w:rStyle w:val="Huisstijl-Gegeven"/>
                                  </w:rPr>
                                  <w:fldChar w:fldCharType="end"/>
                                </w:r>
                              </w:p>
                              <w:p w:rsidR="0038346B" w:rsidRDefault="0038346B" w:rsidP="003A2A11">
                                <w:pPr>
                                  <w:rPr>
                                    <w:rStyle w:val="Huisstijl-Kopje"/>
                                  </w:rPr>
                                </w:pPr>
                                <w:r>
                                  <w:rPr>
                                    <w:rStyle w:val="Huisstijl-Kopje"/>
                                  </w:rPr>
                                  <w:t>Blad</w:t>
                                </w:r>
                              </w:p>
                              <w:p w:rsidR="0038346B" w:rsidRDefault="0038346B" w:rsidP="003A2A11">
                                <w:pPr>
                                  <w:rPr>
                                    <w:rStyle w:val="Huisstijl-Kopje"/>
                                  </w:rPr>
                                </w:pPr>
                                <w:r>
                                  <w:rPr>
                                    <w:rStyle w:val="Huisstijl-Gegeven"/>
                                  </w:rPr>
                                  <w:fldChar w:fldCharType="begin"/>
                                </w:r>
                                <w:r>
                                  <w:rPr>
                                    <w:rStyle w:val="Huisstijl-Gegeven"/>
                                  </w:rPr>
                                  <w:instrText xml:space="preserve"> PAGE  \* MERGEFORMAT </w:instrText>
                                </w:r>
                                <w:r>
                                  <w:rPr>
                                    <w:rStyle w:val="Huisstijl-Gegeven"/>
                                  </w:rPr>
                                  <w:fldChar w:fldCharType="separate"/>
                                </w:r>
                                <w:r w:rsidR="005746CC">
                                  <w:rPr>
                                    <w:rStyle w:val="Huisstijl-Gegeven"/>
                                  </w:rPr>
                                  <w:t>3</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746CC">
                                  <w:rPr>
                                    <w:rStyle w:val="Huisstijl-Gegeven"/>
                                  </w:rPr>
                                  <w:t>8</w:t>
                                </w:r>
                                <w:r>
                                  <w:rPr>
                                    <w:rStyle w:val="Huisstijl-Gegeven"/>
                                  </w:rPr>
                                  <w:fldChar w:fldCharType="end"/>
                                </w:r>
                              </w:p>
                            </w:tc>
                          </w:tr>
                          <w:bookmarkEnd w:id="22"/>
                        </w:tbl>
                        <w:p w:rsidR="0038346B" w:rsidRDefault="0038346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ABE50A" id="_x0000_t202" coordsize="21600,21600" o:spt="202" path="m,l,21600r21600,l21600,xe">
              <v:stroke joinstyle="miter"/>
              <v:path gradientshapeok="t" o:connecttype="rect"/>
            </v:shapetype>
            <v:shape id="Text Box 8" o:spid="_x0000_s1026" type="#_x0000_t202" style="position:absolute;margin-left:402pt;margin-top:27.75pt;width:167.25pt;height:7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2zjrAIAAKk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" o:allowincell="f" filled="f" stroked="f">
              <v:textbox inset="0,0,0,0">
                <w:txbxContent>
                  <w:tbl>
                    <w:tblPr>
                      <w:tblW w:w="3261" w:type="dxa"/>
                      <w:tblLayout w:type="fixed"/>
                      <w:tblCellMar>
                        <w:left w:w="0" w:type="dxa"/>
                        <w:right w:w="0" w:type="dxa"/>
                      </w:tblCellMar>
                      <w:tblLook w:val="0000" w:firstRow="0" w:lastRow="0" w:firstColumn="0" w:lastColumn="0" w:noHBand="0" w:noVBand="0"/>
                    </w:tblPr>
                    <w:tblGrid>
                      <w:gridCol w:w="1985"/>
                      <w:gridCol w:w="1276"/>
                    </w:tblGrid>
                    <w:tr w:rsidR="0038346B" w:rsidTr="008A5629">
                      <w:trPr>
                        <w:trHeight w:val="240"/>
                      </w:trPr>
                      <w:tc>
                        <w:tcPr>
                          <w:tcW w:w="1985" w:type="dxa"/>
                        </w:tcPr>
                        <w:p w:rsidR="0038346B" w:rsidRDefault="0038346B">
                          <w:pPr>
                            <w:rPr>
                              <w:rStyle w:val="Huisstijl-Kopje"/>
                            </w:rPr>
                          </w:pPr>
                          <w:bookmarkStart w:id="23" w:name="bmGegevens2" w:colFirst="0" w:colLast="0"/>
                          <w:r>
                            <w:rPr>
                              <w:rStyle w:val="Huisstijl-Kopje"/>
                            </w:rPr>
                            <w:t>Datum opgesteld</w:t>
                          </w:r>
                        </w:p>
                        <w:p w:rsidR="0038346B" w:rsidRDefault="0038346B">
                          <w:pPr>
                            <w:rPr>
                              <w:rStyle w:val="Huisstijl-Gegeven"/>
                            </w:rPr>
                          </w:pPr>
                          <w:r>
                            <w:rPr>
                              <w:rStyle w:val="Huisstijl-Gegeven"/>
                            </w:rPr>
                            <w:fldChar w:fldCharType="begin"/>
                          </w:r>
                          <w:r>
                            <w:rPr>
                              <w:rStyle w:val="Huisstijl-Gegeven"/>
                            </w:rPr>
                            <w:instrText xml:space="preserve"> DOCPROPERTY  creatie  \* MERGEFORMAT </w:instrText>
                          </w:r>
                          <w:r>
                            <w:rPr>
                              <w:rStyle w:val="Huisstijl-Gegeven"/>
                            </w:rPr>
                            <w:fldChar w:fldCharType="separate"/>
                          </w:r>
                          <w:r w:rsidR="00514C61">
                            <w:rPr>
                              <w:rStyle w:val="Huisstijl-Gegeven"/>
                            </w:rPr>
                            <w:t>21-juni-2015</w:t>
                          </w:r>
                          <w:r>
                            <w:rPr>
                              <w:rStyle w:val="Huisstijl-Gegeven"/>
                            </w:rPr>
                            <w:fldChar w:fldCharType="end"/>
                          </w:r>
                        </w:p>
                        <w:p w:rsidR="0038346B" w:rsidRDefault="0038346B">
                          <w:pPr>
                            <w:rPr>
                              <w:rStyle w:val="Huisstijl-Kopje"/>
                            </w:rPr>
                          </w:pPr>
                          <w:r>
                            <w:rPr>
                              <w:rStyle w:val="Huisstijl-Kopje"/>
                            </w:rPr>
                            <w:t>Datum gewijzigd</w:t>
                          </w:r>
                        </w:p>
                        <w:p w:rsidR="0038346B" w:rsidRDefault="0038346B" w:rsidP="002F3BC7">
                          <w:pPr>
                            <w:rPr>
                              <w:rStyle w:val="Huisstijl-Gegeven"/>
                            </w:rPr>
                          </w:pPr>
                          <w:r>
                            <w:rPr>
                              <w:rStyle w:val="Huisstijl-Gegeven"/>
                            </w:rPr>
                            <w:fldChar w:fldCharType="begin"/>
                          </w:r>
                          <w:r>
                            <w:rPr>
                              <w:rStyle w:val="Huisstijl-Gegeven"/>
                            </w:rPr>
                            <w:instrText xml:space="preserve"> SAVEDATE  \@ "d MMMM yyyy"  \* MERGEFORMAT </w:instrText>
                          </w:r>
                          <w:r>
                            <w:rPr>
                              <w:rStyle w:val="Huisstijl-Gegeven"/>
                            </w:rPr>
                            <w:fldChar w:fldCharType="separate"/>
                          </w:r>
                          <w:r w:rsidR="005746CC">
                            <w:rPr>
                              <w:rStyle w:val="Huisstijl-Gegeven"/>
                            </w:rPr>
                            <w:t>8 september 2018</w:t>
                          </w:r>
                          <w:r>
                            <w:rPr>
                              <w:rStyle w:val="Huisstijl-Gegeven"/>
                            </w:rPr>
                            <w:fldChar w:fldCharType="end"/>
                          </w:r>
                        </w:p>
                        <w:p w:rsidR="0038346B" w:rsidRDefault="0038346B">
                          <w:pPr>
                            <w:rPr>
                              <w:rStyle w:val="Huisstijl-Gegeven"/>
                            </w:rPr>
                          </w:pPr>
                        </w:p>
                        <w:p w:rsidR="0038346B" w:rsidRDefault="0038346B">
                          <w:pPr>
                            <w:rPr>
                              <w:rStyle w:val="Huisstijl-Gegeven"/>
                            </w:rPr>
                          </w:pPr>
                        </w:p>
                      </w:tc>
                      <w:tc>
                        <w:tcPr>
                          <w:tcW w:w="1276" w:type="dxa"/>
                        </w:tcPr>
                        <w:p w:rsidR="0038346B" w:rsidRPr="00D114F7" w:rsidRDefault="0038346B" w:rsidP="003A2A11">
                          <w:pPr>
                            <w:rPr>
                              <w:rStyle w:val="Huisstijl-Kopje"/>
                            </w:rPr>
                          </w:pPr>
                          <w:r w:rsidRPr="00D114F7">
                            <w:rPr>
                              <w:rStyle w:val="Huisstijl-Kopje"/>
                            </w:rPr>
                            <w:t>Versie</w:t>
                          </w:r>
                        </w:p>
                        <w:p w:rsidR="0038346B" w:rsidRPr="00D114F7" w:rsidRDefault="0038346B" w:rsidP="003A2A11">
                          <w:pPr>
                            <w:rPr>
                              <w:rStyle w:val="Huisstijl-Gegeven"/>
                            </w:rPr>
                          </w:pPr>
                          <w:r>
                            <w:rPr>
                              <w:rStyle w:val="Huisstijl-Gegeven"/>
                            </w:rPr>
                            <w:fldChar w:fldCharType="begin"/>
                          </w:r>
                          <w:r>
                            <w:rPr>
                              <w:rStyle w:val="Huisstijl-Gegeven"/>
                            </w:rPr>
                            <w:instrText xml:space="preserve"> DOCPROPERTY  versie  \* MERGEFORMAT </w:instrText>
                          </w:r>
                          <w:r>
                            <w:rPr>
                              <w:rStyle w:val="Huisstijl-Gegeven"/>
                            </w:rPr>
                            <w:fldChar w:fldCharType="separate"/>
                          </w:r>
                          <w:r w:rsidR="00514C61">
                            <w:rPr>
                              <w:rStyle w:val="Huisstijl-Gegeven"/>
                            </w:rPr>
                            <w:t>1.0</w:t>
                          </w:r>
                          <w:r>
                            <w:rPr>
                              <w:rStyle w:val="Huisstijl-Gegeven"/>
                            </w:rPr>
                            <w:fldChar w:fldCharType="end"/>
                          </w:r>
                        </w:p>
                        <w:p w:rsidR="0038346B" w:rsidRPr="00D114F7" w:rsidRDefault="0038346B" w:rsidP="003A2A11">
                          <w:pPr>
                            <w:rPr>
                              <w:rStyle w:val="Huisstijl-Kopje"/>
                            </w:rPr>
                          </w:pPr>
                          <w:r w:rsidRPr="00D114F7">
                            <w:rPr>
                              <w:rStyle w:val="Huisstijl-Kopje"/>
                            </w:rPr>
                            <w:t>Status</w:t>
                          </w:r>
                        </w:p>
                        <w:p w:rsidR="0038346B" w:rsidRPr="00D114F7" w:rsidRDefault="0038346B" w:rsidP="003A2A11">
                          <w:pPr>
                            <w:rPr>
                              <w:rStyle w:val="Huisstijl-Gegeven"/>
                            </w:rPr>
                          </w:pPr>
                          <w:r>
                            <w:rPr>
                              <w:rStyle w:val="Huisstijl-Gegeven"/>
                            </w:rPr>
                            <w:fldChar w:fldCharType="begin"/>
                          </w:r>
                          <w:r>
                            <w:rPr>
                              <w:rStyle w:val="Huisstijl-Gegeven"/>
                            </w:rPr>
                            <w:instrText xml:space="preserve"> DOCPROPERTY  status  \* MERGEFORMAT </w:instrText>
                          </w:r>
                          <w:r>
                            <w:rPr>
                              <w:rStyle w:val="Huisstijl-Gegeven"/>
                            </w:rPr>
                            <w:fldChar w:fldCharType="separate"/>
                          </w:r>
                          <w:r w:rsidR="00514C61">
                            <w:rPr>
                              <w:rStyle w:val="Huisstijl-Gegeven"/>
                            </w:rPr>
                            <w:t>Definitief</w:t>
                          </w:r>
                          <w:r>
                            <w:rPr>
                              <w:rStyle w:val="Huisstijl-Gegeven"/>
                            </w:rPr>
                            <w:fldChar w:fldCharType="end"/>
                          </w:r>
                        </w:p>
                        <w:p w:rsidR="0038346B" w:rsidRDefault="0038346B" w:rsidP="003A2A11">
                          <w:pPr>
                            <w:rPr>
                              <w:rStyle w:val="Huisstijl-Kopje"/>
                            </w:rPr>
                          </w:pPr>
                          <w:r>
                            <w:rPr>
                              <w:rStyle w:val="Huisstijl-Kopje"/>
                            </w:rPr>
                            <w:t>Blad</w:t>
                          </w:r>
                        </w:p>
                        <w:p w:rsidR="0038346B" w:rsidRDefault="0038346B" w:rsidP="003A2A11">
                          <w:pPr>
                            <w:rPr>
                              <w:rStyle w:val="Huisstijl-Kopje"/>
                            </w:rPr>
                          </w:pPr>
                          <w:r>
                            <w:rPr>
                              <w:rStyle w:val="Huisstijl-Gegeven"/>
                            </w:rPr>
                            <w:fldChar w:fldCharType="begin"/>
                          </w:r>
                          <w:r>
                            <w:rPr>
                              <w:rStyle w:val="Huisstijl-Gegeven"/>
                            </w:rPr>
                            <w:instrText xml:space="preserve"> PAGE  \* MERGEFORMAT </w:instrText>
                          </w:r>
                          <w:r>
                            <w:rPr>
                              <w:rStyle w:val="Huisstijl-Gegeven"/>
                            </w:rPr>
                            <w:fldChar w:fldCharType="separate"/>
                          </w:r>
                          <w:r w:rsidR="005746CC">
                            <w:rPr>
                              <w:rStyle w:val="Huisstijl-Gegeven"/>
                            </w:rPr>
                            <w:t>3</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746CC">
                            <w:rPr>
                              <w:rStyle w:val="Huisstijl-Gegeven"/>
                            </w:rPr>
                            <w:t>8</w:t>
                          </w:r>
                          <w:r>
                            <w:rPr>
                              <w:rStyle w:val="Huisstijl-Gegeven"/>
                            </w:rPr>
                            <w:fldChar w:fldCharType="end"/>
                          </w:r>
                        </w:p>
                      </w:tc>
                    </w:tr>
                    <w:bookmarkEnd w:id="23"/>
                  </w:tbl>
                  <w:p w:rsidR="0038346B" w:rsidRDefault="0038346B"/>
                </w:txbxContent>
              </v:textbox>
              <w10:wrap anchorx="page" anchory="page"/>
              <w10:anchorlock/>
            </v:shape>
          </w:pict>
        </mc:Fallback>
      </mc:AlternateContent>
    </w:r>
  </w:p>
  <w:p w:rsidR="0038346B" w:rsidRDefault="006C2B03">
    <w:r>
      <w:rPr>
        <w:noProof/>
        <w:lang w:val="en-US" w:eastAsia="en-US"/>
      </w:rPr>
      <w:drawing>
        <wp:anchor distT="0" distB="0" distL="114300" distR="114300" simplePos="0" relativeHeight="251678720" behindDoc="0" locked="0" layoutInCell="1" allowOverlap="1">
          <wp:simplePos x="0" y="0"/>
          <wp:positionH relativeFrom="column">
            <wp:posOffset>13335</wp:posOffset>
          </wp:positionH>
          <wp:positionV relativeFrom="paragraph">
            <wp:posOffset>106045</wp:posOffset>
          </wp:positionV>
          <wp:extent cx="1024890" cy="492125"/>
          <wp:effectExtent l="0" t="0" r="3810" b="3175"/>
          <wp:wrapNone/>
          <wp:docPr id="9" name="Picture 9" descr="BA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M-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890" cy="49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46B" w:rsidRDefault="00231A5D">
    <w:r>
      <w:rPr>
        <w:noProof/>
        <w:color w:val="FFFFFF"/>
        <w:lang w:val="en-US" w:eastAsia="en-US"/>
      </w:rPr>
      <w:drawing>
        <wp:anchor distT="0" distB="0" distL="114300" distR="114300" simplePos="0" relativeHeight="251667456" behindDoc="0" locked="0" layoutInCell="1" allowOverlap="1" wp14:anchorId="4211BB73" wp14:editId="3D50FDCC">
          <wp:simplePos x="0" y="0"/>
          <wp:positionH relativeFrom="column">
            <wp:posOffset>2025748</wp:posOffset>
          </wp:positionH>
          <wp:positionV relativeFrom="paragraph">
            <wp:posOffset>128270</wp:posOffset>
          </wp:positionV>
          <wp:extent cx="1939290" cy="335280"/>
          <wp:effectExtent l="0" t="0" r="3810" b="7620"/>
          <wp:wrapNone/>
          <wp:docPr id="18" name="Picture 18" descr="S:\RLD\2014\logo\Logo Groot uiteindelijkl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RLD\2014\logo\Logo Groot uiteindelijklan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39290" cy="335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46B" w:rsidRDefault="0038346B"/>
  <w:p w:rsidR="0038346B" w:rsidRDefault="0038346B"/>
  <w:p w:rsidR="0038346B" w:rsidRDefault="0038346B"/>
  <w:p w:rsidR="0038346B" w:rsidRDefault="0038346B"/>
  <w:p w:rsidR="0038346B" w:rsidRDefault="003834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46B" w:rsidRDefault="0038346B">
    <w:pPr>
      <w:rPr>
        <w:color w:val="FFFFFF"/>
      </w:rPr>
    </w:pPr>
    <w:r>
      <w:rPr>
        <w:noProof/>
        <w:color w:val="FFFFFF"/>
        <w:sz w:val="20"/>
        <w:lang w:val="en-US" w:eastAsia="en-US"/>
      </w:rPr>
      <mc:AlternateContent>
        <mc:Choice Requires="wps">
          <w:drawing>
            <wp:anchor distT="0" distB="0" distL="114300" distR="114300" simplePos="0" relativeHeight="251644928" behindDoc="0" locked="1" layoutInCell="0" allowOverlap="1" wp14:anchorId="40AE663A" wp14:editId="7D94A6C5">
              <wp:simplePos x="0" y="0"/>
              <wp:positionH relativeFrom="page">
                <wp:posOffset>5715000</wp:posOffset>
              </wp:positionH>
              <wp:positionV relativeFrom="page">
                <wp:posOffset>352425</wp:posOffset>
              </wp:positionV>
              <wp:extent cx="1676400" cy="89535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38346B" w:rsidRPr="005746CC">
                            <w:tc>
                              <w:tcPr>
                                <w:tcW w:w="2520" w:type="dxa"/>
                              </w:tcPr>
                              <w:p w:rsidR="0038346B" w:rsidRDefault="0038346B">
                                <w:pPr>
                                  <w:rPr>
                                    <w:rStyle w:val="Huisstijl-Kopje"/>
                                  </w:rPr>
                                </w:pPr>
                                <w:bookmarkStart w:id="24" w:name="bmBedrijf1" w:colFirst="0" w:colLast="0"/>
                                <w:r>
                                  <w:rPr>
                                    <w:rStyle w:val="Huisstijl-Kopje"/>
                                  </w:rPr>
                                  <w:t>RLD Automation</w:t>
                                </w:r>
                              </w:p>
                              <w:p w:rsidR="0038346B" w:rsidRDefault="0038346B">
                                <w:pPr>
                                  <w:rPr>
                                    <w:rStyle w:val="Huisstijl-Kopje"/>
                                  </w:rPr>
                                </w:pPr>
                              </w:p>
                              <w:p w:rsidR="0038346B" w:rsidRDefault="0038346B">
                                <w:pPr>
                                  <w:rPr>
                                    <w:rStyle w:val="Huisstijl-Kopje"/>
                                  </w:rPr>
                                </w:pPr>
                                <w:r>
                                  <w:rPr>
                                    <w:rStyle w:val="Huisstijl-Kopje"/>
                                  </w:rPr>
                                  <w:t>Van Sonsbeeckstraat 11</w:t>
                                </w:r>
                              </w:p>
                              <w:p w:rsidR="0038346B" w:rsidRDefault="0038346B">
                                <w:pPr>
                                  <w:rPr>
                                    <w:rStyle w:val="Huisstijl-Kopje"/>
                                  </w:rPr>
                                </w:pPr>
                                <w:r>
                                  <w:rPr>
                                    <w:rStyle w:val="Huisstijl-Kopje"/>
                                  </w:rPr>
                                  <w:t>5344 JB  Oss</w:t>
                                </w:r>
                              </w:p>
                              <w:p w:rsidR="0038346B" w:rsidRDefault="0038346B">
                                <w:pPr>
                                  <w:rPr>
                                    <w:rStyle w:val="Huisstijl-Kopje"/>
                                  </w:rPr>
                                </w:pPr>
                                <w:r>
                                  <w:rPr>
                                    <w:rStyle w:val="Huisstijl-Kopje"/>
                                  </w:rPr>
                                  <w:t>Telefoon 0412 – 655 990</w:t>
                                </w:r>
                              </w:p>
                              <w:p w:rsidR="0038346B" w:rsidRDefault="0038346B">
                                <w:pPr>
                                  <w:rPr>
                                    <w:rStyle w:val="Huisstijl-Kopje"/>
                                    <w:lang w:val="fr-FR"/>
                                  </w:rPr>
                                </w:pPr>
                                <w:r>
                                  <w:rPr>
                                    <w:rStyle w:val="Huisstijl-Kopje"/>
                                    <w:lang w:val="fr-FR"/>
                                  </w:rPr>
                                  <w:t>Fax 0412 – 655 991</w:t>
                                </w:r>
                              </w:p>
                              <w:p w:rsidR="0038346B" w:rsidRDefault="0038346B">
                                <w:pPr>
                                  <w:rPr>
                                    <w:rStyle w:val="Huisstijl-Kopje"/>
                                    <w:lang w:val="fr-FR"/>
                                  </w:rPr>
                                </w:pPr>
                                <w:r>
                                  <w:rPr>
                                    <w:rStyle w:val="Huisstijl-Kopje"/>
                                    <w:lang w:val="fr-FR"/>
                                  </w:rPr>
                                  <w:t>info@rldautomation.eu</w:t>
                                </w:r>
                              </w:p>
                              <w:p w:rsidR="0038346B" w:rsidRDefault="0038346B" w:rsidP="00EC25DE">
                                <w:pPr>
                                  <w:rPr>
                                    <w:rStyle w:val="Huisstijl-Kopje"/>
                                    <w:lang w:val="fr-FR"/>
                                  </w:rPr>
                                </w:pPr>
                                <w:r>
                                  <w:rPr>
                                    <w:rStyle w:val="Huisstijl-Kopje"/>
                                    <w:lang w:val="fr-FR"/>
                                  </w:rPr>
                                  <w:t>www.rldautomation.eu</w:t>
                                </w:r>
                              </w:p>
                            </w:tc>
                          </w:tr>
                          <w:bookmarkEnd w:id="24"/>
                        </w:tbl>
                        <w:p w:rsidR="0038346B" w:rsidRDefault="0038346B">
                          <w:pP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E663A" id="_x0000_t202" coordsize="21600,21600" o:spt="202" path="m,l,21600r21600,l21600,xe">
              <v:stroke joinstyle="miter"/>
              <v:path gradientshapeok="t" o:connecttype="rect"/>
            </v:shapetype>
            <v:shape id="Text Box 3" o:spid="_x0000_s1027" type="#_x0000_t202" style="position:absolute;margin-left:450pt;margin-top:27.75pt;width:132pt;height:70.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38346B" w:rsidRPr="005746CC">
                      <w:tc>
                        <w:tcPr>
                          <w:tcW w:w="2520" w:type="dxa"/>
                        </w:tcPr>
                        <w:p w:rsidR="0038346B" w:rsidRDefault="0038346B">
                          <w:pPr>
                            <w:rPr>
                              <w:rStyle w:val="Huisstijl-Kopje"/>
                            </w:rPr>
                          </w:pPr>
                          <w:bookmarkStart w:id="25" w:name="bmBedrijf1" w:colFirst="0" w:colLast="0"/>
                          <w:r>
                            <w:rPr>
                              <w:rStyle w:val="Huisstijl-Kopje"/>
                            </w:rPr>
                            <w:t>RLD Automation</w:t>
                          </w:r>
                        </w:p>
                        <w:p w:rsidR="0038346B" w:rsidRDefault="0038346B">
                          <w:pPr>
                            <w:rPr>
                              <w:rStyle w:val="Huisstijl-Kopje"/>
                            </w:rPr>
                          </w:pPr>
                        </w:p>
                        <w:p w:rsidR="0038346B" w:rsidRDefault="0038346B">
                          <w:pPr>
                            <w:rPr>
                              <w:rStyle w:val="Huisstijl-Kopje"/>
                            </w:rPr>
                          </w:pPr>
                          <w:r>
                            <w:rPr>
                              <w:rStyle w:val="Huisstijl-Kopje"/>
                            </w:rPr>
                            <w:t>Van Sonsbeeckstraat 11</w:t>
                          </w:r>
                        </w:p>
                        <w:p w:rsidR="0038346B" w:rsidRDefault="0038346B">
                          <w:pPr>
                            <w:rPr>
                              <w:rStyle w:val="Huisstijl-Kopje"/>
                            </w:rPr>
                          </w:pPr>
                          <w:r>
                            <w:rPr>
                              <w:rStyle w:val="Huisstijl-Kopje"/>
                            </w:rPr>
                            <w:t>5344 JB  Oss</w:t>
                          </w:r>
                        </w:p>
                        <w:p w:rsidR="0038346B" w:rsidRDefault="0038346B">
                          <w:pPr>
                            <w:rPr>
                              <w:rStyle w:val="Huisstijl-Kopje"/>
                            </w:rPr>
                          </w:pPr>
                          <w:r>
                            <w:rPr>
                              <w:rStyle w:val="Huisstijl-Kopje"/>
                            </w:rPr>
                            <w:t>Telefoon 0412 – 655 990</w:t>
                          </w:r>
                        </w:p>
                        <w:p w:rsidR="0038346B" w:rsidRDefault="0038346B">
                          <w:pPr>
                            <w:rPr>
                              <w:rStyle w:val="Huisstijl-Kopje"/>
                              <w:lang w:val="fr-FR"/>
                            </w:rPr>
                          </w:pPr>
                          <w:r>
                            <w:rPr>
                              <w:rStyle w:val="Huisstijl-Kopje"/>
                              <w:lang w:val="fr-FR"/>
                            </w:rPr>
                            <w:t>Fax 0412 – 655 991</w:t>
                          </w:r>
                        </w:p>
                        <w:p w:rsidR="0038346B" w:rsidRDefault="0038346B">
                          <w:pPr>
                            <w:rPr>
                              <w:rStyle w:val="Huisstijl-Kopje"/>
                              <w:lang w:val="fr-FR"/>
                            </w:rPr>
                          </w:pPr>
                          <w:r>
                            <w:rPr>
                              <w:rStyle w:val="Huisstijl-Kopje"/>
                              <w:lang w:val="fr-FR"/>
                            </w:rPr>
                            <w:t>info@rldautomation.eu</w:t>
                          </w:r>
                        </w:p>
                        <w:p w:rsidR="0038346B" w:rsidRDefault="0038346B" w:rsidP="00EC25DE">
                          <w:pPr>
                            <w:rPr>
                              <w:rStyle w:val="Huisstijl-Kopje"/>
                              <w:lang w:val="fr-FR"/>
                            </w:rPr>
                          </w:pPr>
                          <w:r>
                            <w:rPr>
                              <w:rStyle w:val="Huisstijl-Kopje"/>
                              <w:lang w:val="fr-FR"/>
                            </w:rPr>
                            <w:t>www.rldautomation.eu</w:t>
                          </w:r>
                        </w:p>
                      </w:tc>
                    </w:tr>
                    <w:bookmarkEnd w:id="25"/>
                  </w:tbl>
                  <w:p w:rsidR="0038346B" w:rsidRDefault="0038346B">
                    <w:pPr>
                      <w:rPr>
                        <w:lang w:val="fr-FR"/>
                      </w:rPr>
                    </w:pPr>
                  </w:p>
                </w:txbxContent>
              </v:textbox>
              <w10:wrap anchorx="page" anchory="page"/>
              <w10:anchorlock/>
            </v:shape>
          </w:pict>
        </mc:Fallback>
      </mc:AlternateContent>
    </w:r>
  </w:p>
  <w:p w:rsidR="0038346B" w:rsidRDefault="006C2B03">
    <w:r>
      <w:rPr>
        <w:noProof/>
        <w:color w:val="FFFFFF"/>
        <w:lang w:val="en-US" w:eastAsia="en-US"/>
      </w:rPr>
      <w:drawing>
        <wp:anchor distT="0" distB="0" distL="114300" distR="114300" simplePos="0" relativeHeight="251669504" behindDoc="0" locked="0" layoutInCell="1" allowOverlap="1">
          <wp:simplePos x="0" y="0"/>
          <wp:positionH relativeFrom="column">
            <wp:posOffset>32385</wp:posOffset>
          </wp:positionH>
          <wp:positionV relativeFrom="paragraph">
            <wp:posOffset>189865</wp:posOffset>
          </wp:positionV>
          <wp:extent cx="1024890" cy="492125"/>
          <wp:effectExtent l="0" t="0" r="3810" b="3175"/>
          <wp:wrapNone/>
          <wp:docPr id="7" name="Picture 7" descr="BA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M-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890" cy="492125"/>
                  </a:xfrm>
                  <a:prstGeom prst="rect">
                    <a:avLst/>
                  </a:prstGeom>
                  <a:noFill/>
                  <a:ln>
                    <a:noFill/>
                  </a:ln>
                </pic:spPr>
              </pic:pic>
            </a:graphicData>
          </a:graphic>
          <wp14:sizeRelH relativeFrom="page">
            <wp14:pctWidth>0</wp14:pctWidth>
          </wp14:sizeRelH>
          <wp14:sizeRelV relativeFrom="page">
            <wp14:pctHeight>0</wp14:pctHeight>
          </wp14:sizeRelV>
        </wp:anchor>
      </w:drawing>
    </w:r>
    <w:r w:rsidR="00231A5D">
      <w:rPr>
        <w:noProof/>
        <w:color w:val="FFFFFF"/>
        <w:lang w:val="en-US" w:eastAsia="en-US"/>
      </w:rPr>
      <w:drawing>
        <wp:anchor distT="0" distB="0" distL="114300" distR="114300" simplePos="0" relativeHeight="251660800" behindDoc="0" locked="0" layoutInCell="1" allowOverlap="1" wp14:anchorId="1469F07E" wp14:editId="3F3BD4FC">
          <wp:simplePos x="0" y="0"/>
          <wp:positionH relativeFrom="column">
            <wp:posOffset>1656080</wp:posOffset>
          </wp:positionH>
          <wp:positionV relativeFrom="paragraph">
            <wp:posOffset>265430</wp:posOffset>
          </wp:positionV>
          <wp:extent cx="2839720" cy="492125"/>
          <wp:effectExtent l="0" t="0" r="0" b="3175"/>
          <wp:wrapNone/>
          <wp:docPr id="16" name="Picture 16" descr="S:\RLD\2014\logo\Logo Groot uiteindelijkl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RLD\2014\logo\Logo Groot uiteindelijklan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9720" cy="492125"/>
                  </a:xfrm>
                  <a:prstGeom prst="rect">
                    <a:avLst/>
                  </a:prstGeom>
                  <a:noFill/>
                  <a:ln>
                    <a:noFill/>
                  </a:ln>
                </pic:spPr>
              </pic:pic>
            </a:graphicData>
          </a:graphic>
          <wp14:sizeRelH relativeFrom="page">
            <wp14:pctWidth>0</wp14:pctWidth>
          </wp14:sizeRelH>
          <wp14:sizeRelV relativeFrom="page">
            <wp14:pctHeight>0</wp14:pctHeight>
          </wp14:sizeRelV>
        </wp:anchor>
      </w:drawing>
    </w:r>
    <w:r w:rsidR="0038346B" w:rsidRPr="0089277C">
      <w:rPr>
        <w:noProof/>
        <w:color w:val="FFFFFF"/>
        <w:sz w:val="20"/>
        <w:highlight w:val="yellow"/>
        <w:lang w:val="en-US" w:eastAsia="en-US"/>
      </w:rPr>
      <mc:AlternateContent>
        <mc:Choice Requires="wps">
          <w:drawing>
            <wp:anchor distT="0" distB="0" distL="114300" distR="114300" simplePos="0" relativeHeight="251656704" behindDoc="0" locked="1" layoutInCell="0" allowOverlap="1" wp14:anchorId="1721CBC4" wp14:editId="0692CB77">
              <wp:simplePos x="0" y="0"/>
              <wp:positionH relativeFrom="page">
                <wp:posOffset>5372100</wp:posOffset>
              </wp:positionH>
              <wp:positionV relativeFrom="page">
                <wp:posOffset>6273800</wp:posOffset>
              </wp:positionV>
              <wp:extent cx="1676400" cy="2127250"/>
              <wp:effectExtent l="0" t="0" r="0" b="635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12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38346B">
                            <w:tc>
                              <w:tcPr>
                                <w:tcW w:w="2520" w:type="dxa"/>
                              </w:tcPr>
                              <w:p w:rsidR="0038346B" w:rsidRDefault="0038346B">
                                <w:pPr>
                                  <w:rPr>
                                    <w:rStyle w:val="Huisstijl-Kopje"/>
                                  </w:rPr>
                                </w:pPr>
                                <w:bookmarkStart w:id="26" w:name="bmGegevens1" w:colFirst="0" w:colLast="0"/>
                                <w:r>
                                  <w:rPr>
                                    <w:rStyle w:val="Huisstijl-Kopje"/>
                                  </w:rPr>
                                  <w:t>Datum opgesteld</w:t>
                                </w:r>
                              </w:p>
                              <w:p w:rsidR="0038346B" w:rsidRDefault="0038346B">
                                <w:pPr>
                                  <w:rPr>
                                    <w:rStyle w:val="Huisstijl-Gegeven"/>
                                  </w:rPr>
                                </w:pPr>
                                <w:r>
                                  <w:rPr>
                                    <w:rStyle w:val="Huisstijl-Gegeven"/>
                                  </w:rPr>
                                  <w:fldChar w:fldCharType="begin"/>
                                </w:r>
                                <w:r>
                                  <w:rPr>
                                    <w:rStyle w:val="Huisstijl-Gegeven"/>
                                  </w:rPr>
                                  <w:instrText xml:space="preserve"> DOCPROPERTY  creatie  \* MERGEFORMAT </w:instrText>
                                </w:r>
                                <w:r>
                                  <w:rPr>
                                    <w:rStyle w:val="Huisstijl-Gegeven"/>
                                  </w:rPr>
                                  <w:fldChar w:fldCharType="separate"/>
                                </w:r>
                                <w:r w:rsidR="002D0F32">
                                  <w:rPr>
                                    <w:rStyle w:val="Huisstijl-Gegeven"/>
                                  </w:rPr>
                                  <w:t>24-jan-2018</w:t>
                                </w:r>
                                <w:r>
                                  <w:rPr>
                                    <w:rStyle w:val="Huisstijl-Gegeven"/>
                                  </w:rPr>
                                  <w:fldChar w:fldCharType="end"/>
                                </w:r>
                              </w:p>
                              <w:p w:rsidR="0038346B" w:rsidRDefault="0038346B">
                                <w:pPr>
                                  <w:rPr>
                                    <w:rStyle w:val="Huisstijl-Kopje"/>
                                  </w:rPr>
                                </w:pPr>
                                <w:r>
                                  <w:rPr>
                                    <w:rStyle w:val="Huisstijl-Kopje"/>
                                  </w:rPr>
                                  <w:t>Datum gewijzigd</w:t>
                                </w:r>
                              </w:p>
                              <w:p w:rsidR="0038346B" w:rsidRPr="00DB199B" w:rsidRDefault="0038346B">
                                <w:pPr>
                                  <w:rPr>
                                    <w:rStyle w:val="Huisstijl-Gegeven"/>
                                  </w:rPr>
                                </w:pPr>
                                <w:r>
                                  <w:rPr>
                                    <w:rStyle w:val="Huisstijl-Gegeven"/>
                                  </w:rPr>
                                  <w:fldChar w:fldCharType="begin"/>
                                </w:r>
                                <w:r>
                                  <w:rPr>
                                    <w:rStyle w:val="Huisstijl-Gegeven"/>
                                  </w:rPr>
                                  <w:instrText xml:space="preserve"> SAVEDATE  \@ "d MMMM yyyy"  \* MERGEFORMAT </w:instrText>
                                </w:r>
                                <w:r>
                                  <w:rPr>
                                    <w:rStyle w:val="Huisstijl-Gegeven"/>
                                  </w:rPr>
                                  <w:fldChar w:fldCharType="separate"/>
                                </w:r>
                                <w:r w:rsidR="005746CC">
                                  <w:rPr>
                                    <w:rStyle w:val="Huisstijl-Gegeven"/>
                                  </w:rPr>
                                  <w:t>8 september 2018</w:t>
                                </w:r>
                                <w:r>
                                  <w:rPr>
                                    <w:rStyle w:val="Huisstijl-Gegeven"/>
                                  </w:rPr>
                                  <w:fldChar w:fldCharType="end"/>
                                </w:r>
                              </w:p>
                              <w:p w:rsidR="0038346B" w:rsidRPr="00DB199B" w:rsidRDefault="0038346B">
                                <w:pPr>
                                  <w:rPr>
                                    <w:rStyle w:val="Huisstijl-Kopje"/>
                                  </w:rPr>
                                </w:pPr>
                                <w:r w:rsidRPr="00DB199B">
                                  <w:rPr>
                                    <w:rStyle w:val="Huisstijl-Kopje"/>
                                  </w:rPr>
                                  <w:t>Project</w:t>
                                </w:r>
                              </w:p>
                              <w:p w:rsidR="0038346B" w:rsidRPr="003537E6" w:rsidRDefault="0038346B">
                                <w:pPr>
                                  <w:rPr>
                                    <w:rStyle w:val="Huisstijl-Gegeven"/>
                                  </w:rPr>
                                </w:pPr>
                                <w:r>
                                  <w:rPr>
                                    <w:rStyle w:val="Huisstijl-Gegeven"/>
                                  </w:rPr>
                                  <w:fldChar w:fldCharType="begin"/>
                                </w:r>
                                <w:r w:rsidRPr="003537E6">
                                  <w:rPr>
                                    <w:rStyle w:val="Huisstijl-Gegeven"/>
                                  </w:rPr>
                                  <w:instrText xml:space="preserve"> DOCPROPERTY  project  \* MERGEFORMAT </w:instrText>
                                </w:r>
                                <w:r>
                                  <w:rPr>
                                    <w:rStyle w:val="Huisstijl-Gegeven"/>
                                  </w:rPr>
                                  <w:fldChar w:fldCharType="separate"/>
                                </w:r>
                                <w:r w:rsidR="002D0F32" w:rsidRPr="003537E6">
                                  <w:rPr>
                                    <w:rStyle w:val="Huisstijl-Gegeven"/>
                                  </w:rPr>
                                  <w:t>HTM Station HSE Scada</w:t>
                                </w:r>
                                <w:r>
                                  <w:rPr>
                                    <w:rStyle w:val="Huisstijl-Gegeven"/>
                                  </w:rPr>
                                  <w:fldChar w:fldCharType="end"/>
                                </w:r>
                              </w:p>
                              <w:p w:rsidR="0038346B" w:rsidRDefault="0038346B">
                                <w:pPr>
                                  <w:rPr>
                                    <w:rStyle w:val="Huisstijl-Gegeven"/>
                                  </w:rPr>
                                </w:pPr>
                                <w:r>
                                  <w:rPr>
                                    <w:rStyle w:val="Huisstijl-Gegeven"/>
                                  </w:rPr>
                                  <w:t xml:space="preserve">Opdracht: </w:t>
                                </w:r>
                                <w:r>
                                  <w:rPr>
                                    <w:rStyle w:val="Huisstijl-Gegeven"/>
                                  </w:rPr>
                                  <w:fldChar w:fldCharType="begin"/>
                                </w:r>
                                <w:r>
                                  <w:rPr>
                                    <w:rStyle w:val="Huisstijl-Gegeven"/>
                                  </w:rPr>
                                  <w:instrText xml:space="preserve"> DOCPROPERTY  opdracht  \* MERGEFORMAT </w:instrText>
                                </w:r>
                                <w:r>
                                  <w:rPr>
                                    <w:rStyle w:val="Huisstijl-Gegeven"/>
                                  </w:rPr>
                                  <w:fldChar w:fldCharType="separate"/>
                                </w:r>
                                <w:r w:rsidR="002D0F32">
                                  <w:rPr>
                                    <w:rStyle w:val="Huisstijl-Gegeven"/>
                                  </w:rPr>
                                  <w:t>8015574520</w:t>
                                </w:r>
                                <w:r>
                                  <w:rPr>
                                    <w:rStyle w:val="Huisstijl-Gegeven"/>
                                  </w:rPr>
                                  <w:fldChar w:fldCharType="end"/>
                                </w:r>
                              </w:p>
                              <w:p w:rsidR="0038346B" w:rsidRDefault="0038346B">
                                <w:pPr>
                                  <w:rPr>
                                    <w:rStyle w:val="Huisstijl-Gegeven"/>
                                  </w:rPr>
                                </w:pPr>
                                <w:r>
                                  <w:rPr>
                                    <w:rStyle w:val="Huisstijl-Gegeven"/>
                                  </w:rPr>
                                  <w:t xml:space="preserve">Locatie: </w:t>
                                </w:r>
                                <w:r>
                                  <w:rPr>
                                    <w:rStyle w:val="Huisstijl-Gegeven"/>
                                  </w:rPr>
                                  <w:fldChar w:fldCharType="begin"/>
                                </w:r>
                                <w:r>
                                  <w:rPr>
                                    <w:rStyle w:val="Huisstijl-Gegeven"/>
                                  </w:rPr>
                                  <w:instrText xml:space="preserve"> DOCPROPERTY  locatie  \* MERGEFORMAT </w:instrText>
                                </w:r>
                                <w:r>
                                  <w:rPr>
                                    <w:rStyle w:val="Huisstijl-Gegeven"/>
                                  </w:rPr>
                                  <w:fldChar w:fldCharType="separate"/>
                                </w:r>
                                <w:r w:rsidR="002D0F32">
                                  <w:rPr>
                                    <w:rStyle w:val="Huisstijl-Gegeven"/>
                                  </w:rPr>
                                  <w:t>Rotterdam</w:t>
                                </w:r>
                                <w:r>
                                  <w:rPr>
                                    <w:rStyle w:val="Huisstijl-Gegeven"/>
                                  </w:rPr>
                                  <w:fldChar w:fldCharType="end"/>
                                </w:r>
                              </w:p>
                              <w:p w:rsidR="0038346B" w:rsidRPr="00D114F7" w:rsidRDefault="0038346B">
                                <w:pPr>
                                  <w:rPr>
                                    <w:rStyle w:val="Huisstijl-Kopje"/>
                                  </w:rPr>
                                </w:pPr>
                                <w:r w:rsidRPr="00D114F7">
                                  <w:rPr>
                                    <w:rStyle w:val="Huisstijl-Kopje"/>
                                  </w:rPr>
                                  <w:t>Versie</w:t>
                                </w:r>
                              </w:p>
                              <w:p w:rsidR="0038346B" w:rsidRPr="00D114F7" w:rsidRDefault="0038346B">
                                <w:pPr>
                                  <w:rPr>
                                    <w:rStyle w:val="Huisstijl-Gegeven"/>
                                  </w:rPr>
                                </w:pPr>
                                <w:r>
                                  <w:rPr>
                                    <w:rStyle w:val="Huisstijl-Gegeven"/>
                                  </w:rPr>
                                  <w:fldChar w:fldCharType="begin"/>
                                </w:r>
                                <w:r>
                                  <w:rPr>
                                    <w:rStyle w:val="Huisstijl-Gegeven"/>
                                  </w:rPr>
                                  <w:instrText xml:space="preserve"> DOCPROPERTY  versie  \* MERGEFORMAT </w:instrText>
                                </w:r>
                                <w:r>
                                  <w:rPr>
                                    <w:rStyle w:val="Huisstijl-Gegeven"/>
                                  </w:rPr>
                                  <w:fldChar w:fldCharType="separate"/>
                                </w:r>
                                <w:r w:rsidR="002D0F32">
                                  <w:rPr>
                                    <w:rStyle w:val="Huisstijl-Gegeven"/>
                                  </w:rPr>
                                  <w:t>1.0</w:t>
                                </w:r>
                                <w:r>
                                  <w:rPr>
                                    <w:rStyle w:val="Huisstijl-Gegeven"/>
                                  </w:rPr>
                                  <w:fldChar w:fldCharType="end"/>
                                </w:r>
                              </w:p>
                              <w:p w:rsidR="0038346B" w:rsidRPr="00D114F7" w:rsidRDefault="0038346B">
                                <w:pPr>
                                  <w:rPr>
                                    <w:rStyle w:val="Huisstijl-Kopje"/>
                                  </w:rPr>
                                </w:pPr>
                                <w:r w:rsidRPr="00D114F7">
                                  <w:rPr>
                                    <w:rStyle w:val="Huisstijl-Kopje"/>
                                  </w:rPr>
                                  <w:t>Status</w:t>
                                </w:r>
                              </w:p>
                              <w:p w:rsidR="0038346B" w:rsidRPr="00D114F7" w:rsidRDefault="0038346B">
                                <w:pPr>
                                  <w:rPr>
                                    <w:rStyle w:val="Huisstijl-Gegeven"/>
                                  </w:rPr>
                                </w:pPr>
                                <w:r>
                                  <w:rPr>
                                    <w:rStyle w:val="Huisstijl-Gegeven"/>
                                  </w:rPr>
                                  <w:fldChar w:fldCharType="begin"/>
                                </w:r>
                                <w:r>
                                  <w:rPr>
                                    <w:rStyle w:val="Huisstijl-Gegeven"/>
                                  </w:rPr>
                                  <w:instrText xml:space="preserve"> DOCPROPERTY  status  \* MERGEFORMAT </w:instrText>
                                </w:r>
                                <w:r>
                                  <w:rPr>
                                    <w:rStyle w:val="Huisstijl-Gegeven"/>
                                  </w:rPr>
                                  <w:fldChar w:fldCharType="separate"/>
                                </w:r>
                                <w:r w:rsidR="002D0F32">
                                  <w:rPr>
                                    <w:rStyle w:val="Huisstijl-Gegeven"/>
                                  </w:rPr>
                                  <w:t>Ontwerp</w:t>
                                </w:r>
                                <w:r>
                                  <w:rPr>
                                    <w:rStyle w:val="Huisstijl-Gegeven"/>
                                  </w:rPr>
                                  <w:fldChar w:fldCharType="end"/>
                                </w:r>
                              </w:p>
                              <w:p w:rsidR="0038346B" w:rsidRDefault="0038346B">
                                <w:pPr>
                                  <w:rPr>
                                    <w:rStyle w:val="Huisstijl-Kopje"/>
                                  </w:rPr>
                                </w:pPr>
                                <w:r>
                                  <w:rPr>
                                    <w:rStyle w:val="Huisstijl-Kopje"/>
                                  </w:rPr>
                                  <w:t>Blad</w:t>
                                </w:r>
                              </w:p>
                              <w:p w:rsidR="0038346B" w:rsidRDefault="0038346B">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5746CC">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746CC">
                                  <w:rPr>
                                    <w:rStyle w:val="Huisstijl-Gegeven"/>
                                  </w:rPr>
                                  <w:t>8</w:t>
                                </w:r>
                                <w:r>
                                  <w:rPr>
                                    <w:rStyle w:val="Huisstijl-Gegeven"/>
                                  </w:rPr>
                                  <w:fldChar w:fldCharType="end"/>
                                </w:r>
                              </w:p>
                            </w:tc>
                          </w:tr>
                          <w:bookmarkEnd w:id="26"/>
                          <w:tr w:rsidR="00383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0"/>
                            </w:trPr>
                            <w:tc>
                              <w:tcPr>
                                <w:tcW w:w="2520" w:type="dxa"/>
                                <w:tcBorders>
                                  <w:top w:val="nil"/>
                                  <w:left w:val="nil"/>
                                  <w:bottom w:val="nil"/>
                                  <w:right w:val="nil"/>
                                </w:tcBorders>
                              </w:tcPr>
                              <w:p w:rsidR="0038346B" w:rsidRDefault="0038346B">
                                <w:pPr>
                                  <w:rPr>
                                    <w:rStyle w:val="Huisstijl-Kopje"/>
                                  </w:rPr>
                                </w:pPr>
                              </w:p>
                            </w:tc>
                          </w:tr>
                          <w:tr w:rsidR="00383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0"/>
                            </w:trPr>
                            <w:tc>
                              <w:tcPr>
                                <w:tcW w:w="2520" w:type="dxa"/>
                                <w:tcBorders>
                                  <w:top w:val="nil"/>
                                  <w:left w:val="nil"/>
                                  <w:bottom w:val="nil"/>
                                  <w:right w:val="nil"/>
                                </w:tcBorders>
                              </w:tcPr>
                              <w:p w:rsidR="0038346B" w:rsidRDefault="0038346B">
                                <w:pPr>
                                  <w:spacing w:before="180"/>
                                  <w:ind w:left="120" w:right="120"/>
                                  <w:rPr>
                                    <w:rStyle w:val="Huisstijl-Sjabloonnaam"/>
                                  </w:rPr>
                                </w:pPr>
                              </w:p>
                              <w:p w:rsidR="0038346B" w:rsidRDefault="0038346B">
                                <w:pPr>
                                  <w:spacing w:before="180"/>
                                  <w:ind w:left="120" w:right="120"/>
                                  <w:rPr>
                                    <w:rStyle w:val="Huisstijl-Sjabloonnaam"/>
                                  </w:rPr>
                                </w:pPr>
                              </w:p>
                              <w:p w:rsidR="0038346B" w:rsidRDefault="0038346B">
                                <w:pPr>
                                  <w:spacing w:before="180"/>
                                  <w:ind w:left="120" w:right="120"/>
                                  <w:rPr>
                                    <w:rStyle w:val="Huisstijl-Sjabloonnaam"/>
                                  </w:rPr>
                                </w:pPr>
                              </w:p>
                            </w:tc>
                          </w:tr>
                        </w:tbl>
                        <w:p w:rsidR="0038346B" w:rsidRDefault="0038346B" w:rsidP="00356DE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1CBC4" id="Text Box 4" o:spid="_x0000_s1028" type="#_x0000_t202" style="position:absolute;margin-left:423pt;margin-top:494pt;width:132pt;height:16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" o:allowincell="f" filled="f" stroked="f">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38346B">
                      <w:tc>
                        <w:tcPr>
                          <w:tcW w:w="2520" w:type="dxa"/>
                        </w:tcPr>
                        <w:p w:rsidR="0038346B" w:rsidRDefault="0038346B">
                          <w:pPr>
                            <w:rPr>
                              <w:rStyle w:val="Huisstijl-Kopje"/>
                            </w:rPr>
                          </w:pPr>
                          <w:bookmarkStart w:id="27" w:name="bmGegevens1" w:colFirst="0" w:colLast="0"/>
                          <w:r>
                            <w:rPr>
                              <w:rStyle w:val="Huisstijl-Kopje"/>
                            </w:rPr>
                            <w:t>Datum opgesteld</w:t>
                          </w:r>
                        </w:p>
                        <w:p w:rsidR="0038346B" w:rsidRDefault="0038346B">
                          <w:pPr>
                            <w:rPr>
                              <w:rStyle w:val="Huisstijl-Gegeven"/>
                            </w:rPr>
                          </w:pPr>
                          <w:r>
                            <w:rPr>
                              <w:rStyle w:val="Huisstijl-Gegeven"/>
                            </w:rPr>
                            <w:fldChar w:fldCharType="begin"/>
                          </w:r>
                          <w:r>
                            <w:rPr>
                              <w:rStyle w:val="Huisstijl-Gegeven"/>
                            </w:rPr>
                            <w:instrText xml:space="preserve"> DOCPROPERTY  creatie  \* MERGEFORMAT </w:instrText>
                          </w:r>
                          <w:r>
                            <w:rPr>
                              <w:rStyle w:val="Huisstijl-Gegeven"/>
                            </w:rPr>
                            <w:fldChar w:fldCharType="separate"/>
                          </w:r>
                          <w:r w:rsidR="002D0F32">
                            <w:rPr>
                              <w:rStyle w:val="Huisstijl-Gegeven"/>
                            </w:rPr>
                            <w:t>24-jan-2018</w:t>
                          </w:r>
                          <w:r>
                            <w:rPr>
                              <w:rStyle w:val="Huisstijl-Gegeven"/>
                            </w:rPr>
                            <w:fldChar w:fldCharType="end"/>
                          </w:r>
                        </w:p>
                        <w:p w:rsidR="0038346B" w:rsidRDefault="0038346B">
                          <w:pPr>
                            <w:rPr>
                              <w:rStyle w:val="Huisstijl-Kopje"/>
                            </w:rPr>
                          </w:pPr>
                          <w:r>
                            <w:rPr>
                              <w:rStyle w:val="Huisstijl-Kopje"/>
                            </w:rPr>
                            <w:t>Datum gewijzigd</w:t>
                          </w:r>
                        </w:p>
                        <w:p w:rsidR="0038346B" w:rsidRPr="00DB199B" w:rsidRDefault="0038346B">
                          <w:pPr>
                            <w:rPr>
                              <w:rStyle w:val="Huisstijl-Gegeven"/>
                            </w:rPr>
                          </w:pPr>
                          <w:r>
                            <w:rPr>
                              <w:rStyle w:val="Huisstijl-Gegeven"/>
                            </w:rPr>
                            <w:fldChar w:fldCharType="begin"/>
                          </w:r>
                          <w:r>
                            <w:rPr>
                              <w:rStyle w:val="Huisstijl-Gegeven"/>
                            </w:rPr>
                            <w:instrText xml:space="preserve"> SAVEDATE  \@ "d MMMM yyyy"  \* MERGEFORMAT </w:instrText>
                          </w:r>
                          <w:r>
                            <w:rPr>
                              <w:rStyle w:val="Huisstijl-Gegeven"/>
                            </w:rPr>
                            <w:fldChar w:fldCharType="separate"/>
                          </w:r>
                          <w:r w:rsidR="005746CC">
                            <w:rPr>
                              <w:rStyle w:val="Huisstijl-Gegeven"/>
                            </w:rPr>
                            <w:t>8 september 2018</w:t>
                          </w:r>
                          <w:r>
                            <w:rPr>
                              <w:rStyle w:val="Huisstijl-Gegeven"/>
                            </w:rPr>
                            <w:fldChar w:fldCharType="end"/>
                          </w:r>
                        </w:p>
                        <w:p w:rsidR="0038346B" w:rsidRPr="00DB199B" w:rsidRDefault="0038346B">
                          <w:pPr>
                            <w:rPr>
                              <w:rStyle w:val="Huisstijl-Kopje"/>
                            </w:rPr>
                          </w:pPr>
                          <w:r w:rsidRPr="00DB199B">
                            <w:rPr>
                              <w:rStyle w:val="Huisstijl-Kopje"/>
                            </w:rPr>
                            <w:t>Project</w:t>
                          </w:r>
                        </w:p>
                        <w:p w:rsidR="0038346B" w:rsidRPr="003537E6" w:rsidRDefault="0038346B">
                          <w:pPr>
                            <w:rPr>
                              <w:rStyle w:val="Huisstijl-Gegeven"/>
                            </w:rPr>
                          </w:pPr>
                          <w:r>
                            <w:rPr>
                              <w:rStyle w:val="Huisstijl-Gegeven"/>
                            </w:rPr>
                            <w:fldChar w:fldCharType="begin"/>
                          </w:r>
                          <w:r w:rsidRPr="003537E6">
                            <w:rPr>
                              <w:rStyle w:val="Huisstijl-Gegeven"/>
                            </w:rPr>
                            <w:instrText xml:space="preserve"> DOCPROPERTY  project  \* MERGEFORMAT </w:instrText>
                          </w:r>
                          <w:r>
                            <w:rPr>
                              <w:rStyle w:val="Huisstijl-Gegeven"/>
                            </w:rPr>
                            <w:fldChar w:fldCharType="separate"/>
                          </w:r>
                          <w:r w:rsidR="002D0F32" w:rsidRPr="003537E6">
                            <w:rPr>
                              <w:rStyle w:val="Huisstijl-Gegeven"/>
                            </w:rPr>
                            <w:t>HTM Station HSE Scada</w:t>
                          </w:r>
                          <w:r>
                            <w:rPr>
                              <w:rStyle w:val="Huisstijl-Gegeven"/>
                            </w:rPr>
                            <w:fldChar w:fldCharType="end"/>
                          </w:r>
                        </w:p>
                        <w:p w:rsidR="0038346B" w:rsidRDefault="0038346B">
                          <w:pPr>
                            <w:rPr>
                              <w:rStyle w:val="Huisstijl-Gegeven"/>
                            </w:rPr>
                          </w:pPr>
                          <w:r>
                            <w:rPr>
                              <w:rStyle w:val="Huisstijl-Gegeven"/>
                            </w:rPr>
                            <w:t xml:space="preserve">Opdracht: </w:t>
                          </w:r>
                          <w:r>
                            <w:rPr>
                              <w:rStyle w:val="Huisstijl-Gegeven"/>
                            </w:rPr>
                            <w:fldChar w:fldCharType="begin"/>
                          </w:r>
                          <w:r>
                            <w:rPr>
                              <w:rStyle w:val="Huisstijl-Gegeven"/>
                            </w:rPr>
                            <w:instrText xml:space="preserve"> DOCPROPERTY  opdracht  \* MERGEFORMAT </w:instrText>
                          </w:r>
                          <w:r>
                            <w:rPr>
                              <w:rStyle w:val="Huisstijl-Gegeven"/>
                            </w:rPr>
                            <w:fldChar w:fldCharType="separate"/>
                          </w:r>
                          <w:r w:rsidR="002D0F32">
                            <w:rPr>
                              <w:rStyle w:val="Huisstijl-Gegeven"/>
                            </w:rPr>
                            <w:t>8015574520</w:t>
                          </w:r>
                          <w:r>
                            <w:rPr>
                              <w:rStyle w:val="Huisstijl-Gegeven"/>
                            </w:rPr>
                            <w:fldChar w:fldCharType="end"/>
                          </w:r>
                        </w:p>
                        <w:p w:rsidR="0038346B" w:rsidRDefault="0038346B">
                          <w:pPr>
                            <w:rPr>
                              <w:rStyle w:val="Huisstijl-Gegeven"/>
                            </w:rPr>
                          </w:pPr>
                          <w:r>
                            <w:rPr>
                              <w:rStyle w:val="Huisstijl-Gegeven"/>
                            </w:rPr>
                            <w:t xml:space="preserve">Locatie: </w:t>
                          </w:r>
                          <w:r>
                            <w:rPr>
                              <w:rStyle w:val="Huisstijl-Gegeven"/>
                            </w:rPr>
                            <w:fldChar w:fldCharType="begin"/>
                          </w:r>
                          <w:r>
                            <w:rPr>
                              <w:rStyle w:val="Huisstijl-Gegeven"/>
                            </w:rPr>
                            <w:instrText xml:space="preserve"> DOCPROPERTY  locatie  \* MERGEFORMAT </w:instrText>
                          </w:r>
                          <w:r>
                            <w:rPr>
                              <w:rStyle w:val="Huisstijl-Gegeven"/>
                            </w:rPr>
                            <w:fldChar w:fldCharType="separate"/>
                          </w:r>
                          <w:r w:rsidR="002D0F32">
                            <w:rPr>
                              <w:rStyle w:val="Huisstijl-Gegeven"/>
                            </w:rPr>
                            <w:t>Rotterdam</w:t>
                          </w:r>
                          <w:r>
                            <w:rPr>
                              <w:rStyle w:val="Huisstijl-Gegeven"/>
                            </w:rPr>
                            <w:fldChar w:fldCharType="end"/>
                          </w:r>
                        </w:p>
                        <w:p w:rsidR="0038346B" w:rsidRPr="00D114F7" w:rsidRDefault="0038346B">
                          <w:pPr>
                            <w:rPr>
                              <w:rStyle w:val="Huisstijl-Kopje"/>
                            </w:rPr>
                          </w:pPr>
                          <w:r w:rsidRPr="00D114F7">
                            <w:rPr>
                              <w:rStyle w:val="Huisstijl-Kopje"/>
                            </w:rPr>
                            <w:t>Versie</w:t>
                          </w:r>
                        </w:p>
                        <w:p w:rsidR="0038346B" w:rsidRPr="00D114F7" w:rsidRDefault="0038346B">
                          <w:pPr>
                            <w:rPr>
                              <w:rStyle w:val="Huisstijl-Gegeven"/>
                            </w:rPr>
                          </w:pPr>
                          <w:r>
                            <w:rPr>
                              <w:rStyle w:val="Huisstijl-Gegeven"/>
                            </w:rPr>
                            <w:fldChar w:fldCharType="begin"/>
                          </w:r>
                          <w:r>
                            <w:rPr>
                              <w:rStyle w:val="Huisstijl-Gegeven"/>
                            </w:rPr>
                            <w:instrText xml:space="preserve"> DOCPROPERTY  versie  \* MERGEFORMAT </w:instrText>
                          </w:r>
                          <w:r>
                            <w:rPr>
                              <w:rStyle w:val="Huisstijl-Gegeven"/>
                            </w:rPr>
                            <w:fldChar w:fldCharType="separate"/>
                          </w:r>
                          <w:r w:rsidR="002D0F32">
                            <w:rPr>
                              <w:rStyle w:val="Huisstijl-Gegeven"/>
                            </w:rPr>
                            <w:t>1.0</w:t>
                          </w:r>
                          <w:r>
                            <w:rPr>
                              <w:rStyle w:val="Huisstijl-Gegeven"/>
                            </w:rPr>
                            <w:fldChar w:fldCharType="end"/>
                          </w:r>
                        </w:p>
                        <w:p w:rsidR="0038346B" w:rsidRPr="00D114F7" w:rsidRDefault="0038346B">
                          <w:pPr>
                            <w:rPr>
                              <w:rStyle w:val="Huisstijl-Kopje"/>
                            </w:rPr>
                          </w:pPr>
                          <w:r w:rsidRPr="00D114F7">
                            <w:rPr>
                              <w:rStyle w:val="Huisstijl-Kopje"/>
                            </w:rPr>
                            <w:t>Status</w:t>
                          </w:r>
                        </w:p>
                        <w:p w:rsidR="0038346B" w:rsidRPr="00D114F7" w:rsidRDefault="0038346B">
                          <w:pPr>
                            <w:rPr>
                              <w:rStyle w:val="Huisstijl-Gegeven"/>
                            </w:rPr>
                          </w:pPr>
                          <w:r>
                            <w:rPr>
                              <w:rStyle w:val="Huisstijl-Gegeven"/>
                            </w:rPr>
                            <w:fldChar w:fldCharType="begin"/>
                          </w:r>
                          <w:r>
                            <w:rPr>
                              <w:rStyle w:val="Huisstijl-Gegeven"/>
                            </w:rPr>
                            <w:instrText xml:space="preserve"> DOCPROPERTY  status  \* MERGEFORMAT </w:instrText>
                          </w:r>
                          <w:r>
                            <w:rPr>
                              <w:rStyle w:val="Huisstijl-Gegeven"/>
                            </w:rPr>
                            <w:fldChar w:fldCharType="separate"/>
                          </w:r>
                          <w:r w:rsidR="002D0F32">
                            <w:rPr>
                              <w:rStyle w:val="Huisstijl-Gegeven"/>
                            </w:rPr>
                            <w:t>Ontwerp</w:t>
                          </w:r>
                          <w:r>
                            <w:rPr>
                              <w:rStyle w:val="Huisstijl-Gegeven"/>
                            </w:rPr>
                            <w:fldChar w:fldCharType="end"/>
                          </w:r>
                        </w:p>
                        <w:p w:rsidR="0038346B" w:rsidRDefault="0038346B">
                          <w:pPr>
                            <w:rPr>
                              <w:rStyle w:val="Huisstijl-Kopje"/>
                            </w:rPr>
                          </w:pPr>
                          <w:r>
                            <w:rPr>
                              <w:rStyle w:val="Huisstijl-Kopje"/>
                            </w:rPr>
                            <w:t>Blad</w:t>
                          </w:r>
                        </w:p>
                        <w:p w:rsidR="0038346B" w:rsidRDefault="0038346B">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5746CC">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746CC">
                            <w:rPr>
                              <w:rStyle w:val="Huisstijl-Gegeven"/>
                            </w:rPr>
                            <w:t>8</w:t>
                          </w:r>
                          <w:r>
                            <w:rPr>
                              <w:rStyle w:val="Huisstijl-Gegeven"/>
                            </w:rPr>
                            <w:fldChar w:fldCharType="end"/>
                          </w:r>
                        </w:p>
                      </w:tc>
                    </w:tr>
                    <w:bookmarkEnd w:id="27"/>
                    <w:tr w:rsidR="00383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0"/>
                      </w:trPr>
                      <w:tc>
                        <w:tcPr>
                          <w:tcW w:w="2520" w:type="dxa"/>
                          <w:tcBorders>
                            <w:top w:val="nil"/>
                            <w:left w:val="nil"/>
                            <w:bottom w:val="nil"/>
                            <w:right w:val="nil"/>
                          </w:tcBorders>
                        </w:tcPr>
                        <w:p w:rsidR="0038346B" w:rsidRDefault="0038346B">
                          <w:pPr>
                            <w:rPr>
                              <w:rStyle w:val="Huisstijl-Kopje"/>
                            </w:rPr>
                          </w:pPr>
                        </w:p>
                      </w:tc>
                    </w:tr>
                    <w:tr w:rsidR="00383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0"/>
                      </w:trPr>
                      <w:tc>
                        <w:tcPr>
                          <w:tcW w:w="2520" w:type="dxa"/>
                          <w:tcBorders>
                            <w:top w:val="nil"/>
                            <w:left w:val="nil"/>
                            <w:bottom w:val="nil"/>
                            <w:right w:val="nil"/>
                          </w:tcBorders>
                        </w:tcPr>
                        <w:p w:rsidR="0038346B" w:rsidRDefault="0038346B">
                          <w:pPr>
                            <w:spacing w:before="180"/>
                            <w:ind w:left="120" w:right="120"/>
                            <w:rPr>
                              <w:rStyle w:val="Huisstijl-Sjabloonnaam"/>
                            </w:rPr>
                          </w:pPr>
                        </w:p>
                        <w:p w:rsidR="0038346B" w:rsidRDefault="0038346B">
                          <w:pPr>
                            <w:spacing w:before="180"/>
                            <w:ind w:left="120" w:right="120"/>
                            <w:rPr>
                              <w:rStyle w:val="Huisstijl-Sjabloonnaam"/>
                            </w:rPr>
                          </w:pPr>
                        </w:p>
                        <w:p w:rsidR="0038346B" w:rsidRDefault="0038346B">
                          <w:pPr>
                            <w:spacing w:before="180"/>
                            <w:ind w:left="120" w:right="120"/>
                            <w:rPr>
                              <w:rStyle w:val="Huisstijl-Sjabloonnaam"/>
                            </w:rPr>
                          </w:pPr>
                        </w:p>
                      </w:tc>
                    </w:tr>
                  </w:tbl>
                  <w:p w:rsidR="0038346B" w:rsidRDefault="0038346B" w:rsidP="00356DE3"/>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9498F736"/>
    <w:lvl w:ilvl="0">
      <w:start w:val="1"/>
      <w:numFmt w:val="decimal"/>
      <w:pStyle w:val="ListNumber3"/>
      <w:lvlText w:val="%1."/>
      <w:lvlJc w:val="left"/>
      <w:pPr>
        <w:tabs>
          <w:tab w:val="num" w:pos="1080"/>
        </w:tabs>
        <w:ind w:left="1080" w:hanging="360"/>
      </w:pPr>
    </w:lvl>
  </w:abstractNum>
  <w:abstractNum w:abstractNumId="1" w15:restartNumberingAfterBreak="0">
    <w:nsid w:val="05A116F1"/>
    <w:multiLevelType w:val="hybridMultilevel"/>
    <w:tmpl w:val="B10E101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E267C50"/>
    <w:multiLevelType w:val="hybridMultilevel"/>
    <w:tmpl w:val="B7EC7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FC0273"/>
    <w:multiLevelType w:val="hybridMultilevel"/>
    <w:tmpl w:val="34A29DA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194C285D"/>
    <w:multiLevelType w:val="multilevel"/>
    <w:tmpl w:val="B5400F00"/>
    <w:lvl w:ilvl="0">
      <w:start w:val="1"/>
      <w:numFmt w:val="decimal"/>
      <w:pStyle w:val="Heading1"/>
      <w:lvlText w:val="%1"/>
      <w:lvlJc w:val="left"/>
      <w:pPr>
        <w:tabs>
          <w:tab w:val="num" w:pos="0"/>
        </w:tabs>
        <w:ind w:left="0" w:hanging="480"/>
      </w:pPr>
      <w:rPr>
        <w:rFonts w:ascii="Arial" w:hAnsi="Arial" w:hint="default"/>
      </w:rPr>
    </w:lvl>
    <w:lvl w:ilvl="1">
      <w:start w:val="1"/>
      <w:numFmt w:val="decimal"/>
      <w:pStyle w:val="Heading2"/>
      <w:lvlText w:val="%1.%2"/>
      <w:lvlJc w:val="left"/>
      <w:pPr>
        <w:tabs>
          <w:tab w:val="num" w:pos="0"/>
        </w:tabs>
        <w:ind w:left="0" w:hanging="480"/>
      </w:pPr>
      <w:rPr>
        <w:rFonts w:hint="default"/>
      </w:rPr>
    </w:lvl>
    <w:lvl w:ilvl="2">
      <w:start w:val="1"/>
      <w:numFmt w:val="decimal"/>
      <w:pStyle w:val="Heading3"/>
      <w:lvlText w:val="%1.%2.%3"/>
      <w:lvlJc w:val="left"/>
      <w:pPr>
        <w:tabs>
          <w:tab w:val="num" w:pos="720"/>
        </w:tabs>
        <w:ind w:left="480" w:hanging="480"/>
      </w:pPr>
      <w:rPr>
        <w:rFonts w:hint="default"/>
      </w:rPr>
    </w:lvl>
    <w:lvl w:ilvl="3">
      <w:start w:val="1"/>
      <w:numFmt w:val="decimal"/>
      <w:lvlText w:val="%1.%2.%3.%4"/>
      <w:lvlJc w:val="left"/>
      <w:pPr>
        <w:tabs>
          <w:tab w:val="num" w:pos="1704"/>
        </w:tabs>
        <w:ind w:left="1704" w:hanging="864"/>
      </w:pPr>
      <w:rPr>
        <w:rFonts w:hint="default"/>
      </w:rPr>
    </w:lvl>
    <w:lvl w:ilvl="4">
      <w:start w:val="1"/>
      <w:numFmt w:val="decimal"/>
      <w:lvlText w:val="%1.%2.%3.%4.%5"/>
      <w:lvlJc w:val="left"/>
      <w:pPr>
        <w:tabs>
          <w:tab w:val="num" w:pos="1848"/>
        </w:tabs>
        <w:ind w:left="1848" w:hanging="1008"/>
      </w:pPr>
      <w:rPr>
        <w:rFonts w:hint="default"/>
      </w:rPr>
    </w:lvl>
    <w:lvl w:ilvl="5">
      <w:start w:val="1"/>
      <w:numFmt w:val="decimal"/>
      <w:lvlText w:val="%1.%2.%3.%4.%5.%6"/>
      <w:lvlJc w:val="left"/>
      <w:pPr>
        <w:tabs>
          <w:tab w:val="num" w:pos="1992"/>
        </w:tabs>
        <w:ind w:left="1992" w:hanging="1152"/>
      </w:pPr>
      <w:rPr>
        <w:rFonts w:hint="default"/>
      </w:rPr>
    </w:lvl>
    <w:lvl w:ilvl="6">
      <w:start w:val="1"/>
      <w:numFmt w:val="decimal"/>
      <w:lvlText w:val="%1.%2.%3.%4.%5.%6.%7"/>
      <w:lvlJc w:val="left"/>
      <w:pPr>
        <w:tabs>
          <w:tab w:val="num" w:pos="2136"/>
        </w:tabs>
        <w:ind w:left="2136" w:hanging="1296"/>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24"/>
        </w:tabs>
        <w:ind w:left="2424" w:hanging="1584"/>
      </w:pPr>
      <w:rPr>
        <w:rFonts w:hint="default"/>
      </w:rPr>
    </w:lvl>
  </w:abstractNum>
  <w:abstractNum w:abstractNumId="5" w15:restartNumberingAfterBreak="0">
    <w:nsid w:val="1B624568"/>
    <w:multiLevelType w:val="multilevel"/>
    <w:tmpl w:val="546E894A"/>
    <w:lvl w:ilvl="0">
      <w:start w:val="1"/>
      <w:numFmt w:val="bullet"/>
      <w:pStyle w:val="ListBullet3"/>
      <w:lvlText w:val=""/>
      <w:lvlJc w:val="left"/>
      <w:pPr>
        <w:tabs>
          <w:tab w:val="num" w:pos="926"/>
        </w:tabs>
        <w:ind w:left="926" w:hanging="360"/>
      </w:pPr>
      <w:rPr>
        <w:rFonts w:ascii="Wingdings" w:hAnsi="Wingdings" w:hint="default"/>
      </w:rPr>
    </w:lvl>
    <w:lvl w:ilvl="1" w:tentative="1">
      <w:start w:val="1"/>
      <w:numFmt w:val="bullet"/>
      <w:lvlText w:val="o"/>
      <w:lvlJc w:val="left"/>
      <w:pPr>
        <w:tabs>
          <w:tab w:val="num" w:pos="1646"/>
        </w:tabs>
        <w:ind w:left="1646" w:hanging="360"/>
      </w:pPr>
      <w:rPr>
        <w:rFonts w:ascii="Courier New" w:hAnsi="Courier New" w:hint="default"/>
      </w:rPr>
    </w:lvl>
    <w:lvl w:ilvl="2" w:tentative="1">
      <w:start w:val="1"/>
      <w:numFmt w:val="bullet"/>
      <w:lvlText w:val=""/>
      <w:lvlJc w:val="left"/>
      <w:pPr>
        <w:tabs>
          <w:tab w:val="num" w:pos="2366"/>
        </w:tabs>
        <w:ind w:left="2366" w:hanging="360"/>
      </w:pPr>
      <w:rPr>
        <w:rFonts w:ascii="Wingdings" w:hAnsi="Wingdings" w:hint="default"/>
      </w:rPr>
    </w:lvl>
    <w:lvl w:ilvl="3" w:tentative="1">
      <w:start w:val="1"/>
      <w:numFmt w:val="bullet"/>
      <w:lvlText w:val=""/>
      <w:lvlJc w:val="left"/>
      <w:pPr>
        <w:tabs>
          <w:tab w:val="num" w:pos="3086"/>
        </w:tabs>
        <w:ind w:left="3086" w:hanging="360"/>
      </w:pPr>
      <w:rPr>
        <w:rFonts w:ascii="Symbol" w:hAnsi="Symbol" w:hint="default"/>
      </w:rPr>
    </w:lvl>
    <w:lvl w:ilvl="4" w:tentative="1">
      <w:start w:val="1"/>
      <w:numFmt w:val="bullet"/>
      <w:lvlText w:val="o"/>
      <w:lvlJc w:val="left"/>
      <w:pPr>
        <w:tabs>
          <w:tab w:val="num" w:pos="3806"/>
        </w:tabs>
        <w:ind w:left="3806" w:hanging="360"/>
      </w:pPr>
      <w:rPr>
        <w:rFonts w:ascii="Courier New" w:hAnsi="Courier New" w:hint="default"/>
      </w:rPr>
    </w:lvl>
    <w:lvl w:ilvl="5" w:tentative="1">
      <w:start w:val="1"/>
      <w:numFmt w:val="bullet"/>
      <w:lvlText w:val=""/>
      <w:lvlJc w:val="left"/>
      <w:pPr>
        <w:tabs>
          <w:tab w:val="num" w:pos="4526"/>
        </w:tabs>
        <w:ind w:left="4526" w:hanging="360"/>
      </w:pPr>
      <w:rPr>
        <w:rFonts w:ascii="Wingdings" w:hAnsi="Wingdings" w:hint="default"/>
      </w:rPr>
    </w:lvl>
    <w:lvl w:ilvl="6" w:tentative="1">
      <w:start w:val="1"/>
      <w:numFmt w:val="bullet"/>
      <w:lvlText w:val=""/>
      <w:lvlJc w:val="left"/>
      <w:pPr>
        <w:tabs>
          <w:tab w:val="num" w:pos="5246"/>
        </w:tabs>
        <w:ind w:left="5246" w:hanging="360"/>
      </w:pPr>
      <w:rPr>
        <w:rFonts w:ascii="Symbol" w:hAnsi="Symbol" w:hint="default"/>
      </w:rPr>
    </w:lvl>
    <w:lvl w:ilvl="7" w:tentative="1">
      <w:start w:val="1"/>
      <w:numFmt w:val="bullet"/>
      <w:lvlText w:val="o"/>
      <w:lvlJc w:val="left"/>
      <w:pPr>
        <w:tabs>
          <w:tab w:val="num" w:pos="5966"/>
        </w:tabs>
        <w:ind w:left="5966" w:hanging="360"/>
      </w:pPr>
      <w:rPr>
        <w:rFonts w:ascii="Courier New" w:hAnsi="Courier New" w:hint="default"/>
      </w:rPr>
    </w:lvl>
    <w:lvl w:ilvl="8" w:tentative="1">
      <w:start w:val="1"/>
      <w:numFmt w:val="bullet"/>
      <w:lvlText w:val=""/>
      <w:lvlJc w:val="left"/>
      <w:pPr>
        <w:tabs>
          <w:tab w:val="num" w:pos="6686"/>
        </w:tabs>
        <w:ind w:left="6686" w:hanging="360"/>
      </w:pPr>
      <w:rPr>
        <w:rFonts w:ascii="Wingdings" w:hAnsi="Wingdings" w:hint="default"/>
      </w:rPr>
    </w:lvl>
  </w:abstractNum>
  <w:abstractNum w:abstractNumId="6" w15:restartNumberingAfterBreak="0">
    <w:nsid w:val="1CFE6C4F"/>
    <w:multiLevelType w:val="hybridMultilevel"/>
    <w:tmpl w:val="C8667CC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27BA4892"/>
    <w:multiLevelType w:val="hybridMultilevel"/>
    <w:tmpl w:val="BBC85CE0"/>
    <w:lvl w:ilvl="0" w:tplc="3814E68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0E08E8"/>
    <w:multiLevelType w:val="multilevel"/>
    <w:tmpl w:val="C648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65004C"/>
    <w:multiLevelType w:val="hybridMultilevel"/>
    <w:tmpl w:val="059C94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8025F0"/>
    <w:multiLevelType w:val="hybridMultilevel"/>
    <w:tmpl w:val="38FC8F1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36BC1475"/>
    <w:multiLevelType w:val="hybridMultilevel"/>
    <w:tmpl w:val="FAF2B5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ED0A45"/>
    <w:multiLevelType w:val="singleLevel"/>
    <w:tmpl w:val="D690DF5C"/>
    <w:lvl w:ilvl="0">
      <w:start w:val="1"/>
      <w:numFmt w:val="bullet"/>
      <w:pStyle w:val="NormalIndent"/>
      <w:lvlText w:val=""/>
      <w:lvlJc w:val="left"/>
      <w:pPr>
        <w:tabs>
          <w:tab w:val="num" w:pos="1701"/>
        </w:tabs>
        <w:ind w:left="1701" w:hanging="567"/>
      </w:pPr>
      <w:rPr>
        <w:rFonts w:ascii="Symbol" w:hAnsi="Symbol" w:hint="default"/>
      </w:rPr>
    </w:lvl>
  </w:abstractNum>
  <w:abstractNum w:abstractNumId="13" w15:restartNumberingAfterBreak="0">
    <w:nsid w:val="3C89025D"/>
    <w:multiLevelType w:val="hybridMultilevel"/>
    <w:tmpl w:val="C3506346"/>
    <w:lvl w:ilvl="0" w:tplc="EAF42C8A">
      <w:start w:val="1"/>
      <w:numFmt w:val="bullet"/>
      <w:lvlText w:val="•"/>
      <w:lvlJc w:val="left"/>
      <w:pPr>
        <w:ind w:left="718" w:hanging="239"/>
      </w:pPr>
      <w:rPr>
        <w:rFonts w:ascii="Microsoft Sans Serif" w:eastAsia="Microsoft Sans Serif" w:hAnsi="Microsoft Sans Serif" w:hint="default"/>
        <w:w w:val="214"/>
        <w:sz w:val="14"/>
        <w:szCs w:val="14"/>
      </w:rPr>
    </w:lvl>
    <w:lvl w:ilvl="1" w:tplc="1E68FCB8">
      <w:start w:val="1"/>
      <w:numFmt w:val="bullet"/>
      <w:lvlText w:val="•"/>
      <w:lvlJc w:val="left"/>
      <w:pPr>
        <w:ind w:left="1643" w:hanging="239"/>
      </w:pPr>
      <w:rPr>
        <w:rFonts w:hint="default"/>
      </w:rPr>
    </w:lvl>
    <w:lvl w:ilvl="2" w:tplc="EB3263B8">
      <w:start w:val="1"/>
      <w:numFmt w:val="bullet"/>
      <w:lvlText w:val="•"/>
      <w:lvlJc w:val="left"/>
      <w:pPr>
        <w:ind w:left="2567" w:hanging="239"/>
      </w:pPr>
      <w:rPr>
        <w:rFonts w:hint="default"/>
      </w:rPr>
    </w:lvl>
    <w:lvl w:ilvl="3" w:tplc="F6829C2A">
      <w:start w:val="1"/>
      <w:numFmt w:val="bullet"/>
      <w:lvlText w:val="•"/>
      <w:lvlJc w:val="left"/>
      <w:pPr>
        <w:ind w:left="3492" w:hanging="239"/>
      </w:pPr>
      <w:rPr>
        <w:rFonts w:hint="default"/>
      </w:rPr>
    </w:lvl>
    <w:lvl w:ilvl="4" w:tplc="946A0EA0">
      <w:start w:val="1"/>
      <w:numFmt w:val="bullet"/>
      <w:lvlText w:val="•"/>
      <w:lvlJc w:val="left"/>
      <w:pPr>
        <w:ind w:left="4417" w:hanging="239"/>
      </w:pPr>
      <w:rPr>
        <w:rFonts w:hint="default"/>
      </w:rPr>
    </w:lvl>
    <w:lvl w:ilvl="5" w:tplc="8A009C78">
      <w:start w:val="1"/>
      <w:numFmt w:val="bullet"/>
      <w:lvlText w:val="•"/>
      <w:lvlJc w:val="left"/>
      <w:pPr>
        <w:ind w:left="5341" w:hanging="239"/>
      </w:pPr>
      <w:rPr>
        <w:rFonts w:hint="default"/>
      </w:rPr>
    </w:lvl>
    <w:lvl w:ilvl="6" w:tplc="1C42646A">
      <w:start w:val="1"/>
      <w:numFmt w:val="bullet"/>
      <w:lvlText w:val="•"/>
      <w:lvlJc w:val="left"/>
      <w:pPr>
        <w:ind w:left="6266" w:hanging="239"/>
      </w:pPr>
      <w:rPr>
        <w:rFonts w:hint="default"/>
      </w:rPr>
    </w:lvl>
    <w:lvl w:ilvl="7" w:tplc="9F3A21CC">
      <w:start w:val="1"/>
      <w:numFmt w:val="bullet"/>
      <w:lvlText w:val="•"/>
      <w:lvlJc w:val="left"/>
      <w:pPr>
        <w:ind w:left="7190" w:hanging="239"/>
      </w:pPr>
      <w:rPr>
        <w:rFonts w:hint="default"/>
      </w:rPr>
    </w:lvl>
    <w:lvl w:ilvl="8" w:tplc="E796FD58">
      <w:start w:val="1"/>
      <w:numFmt w:val="bullet"/>
      <w:lvlText w:val="•"/>
      <w:lvlJc w:val="left"/>
      <w:pPr>
        <w:ind w:left="8115" w:hanging="239"/>
      </w:pPr>
      <w:rPr>
        <w:rFonts w:hint="default"/>
      </w:rPr>
    </w:lvl>
  </w:abstractNum>
  <w:abstractNum w:abstractNumId="14" w15:restartNumberingAfterBreak="0">
    <w:nsid w:val="3E9F097C"/>
    <w:multiLevelType w:val="hybridMultilevel"/>
    <w:tmpl w:val="10B2F6F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44647951"/>
    <w:multiLevelType w:val="multilevel"/>
    <w:tmpl w:val="B042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C74263"/>
    <w:multiLevelType w:val="multilevel"/>
    <w:tmpl w:val="20A023DC"/>
    <w:lvl w:ilvl="0">
      <w:start w:val="1"/>
      <w:numFmt w:val="bullet"/>
      <w:pStyle w:val="ListBullet2"/>
      <w:lvlText w:val="o"/>
      <w:lvlJc w:val="left"/>
      <w:pPr>
        <w:tabs>
          <w:tab w:val="num" w:pos="643"/>
        </w:tabs>
        <w:ind w:left="643" w:hanging="360"/>
      </w:pPr>
      <w:rPr>
        <w:rFonts w:ascii="Courier New" w:hAnsi="Courier New" w:hint="default"/>
      </w:rPr>
    </w:lvl>
    <w:lvl w:ilvl="1" w:tentative="1">
      <w:start w:val="1"/>
      <w:numFmt w:val="bullet"/>
      <w:lvlText w:val="o"/>
      <w:lvlJc w:val="left"/>
      <w:pPr>
        <w:tabs>
          <w:tab w:val="num" w:pos="1363"/>
        </w:tabs>
        <w:ind w:left="1363" w:hanging="360"/>
      </w:pPr>
      <w:rPr>
        <w:rFonts w:ascii="Courier New" w:hAnsi="Courier New" w:hint="default"/>
      </w:rPr>
    </w:lvl>
    <w:lvl w:ilvl="2" w:tentative="1">
      <w:start w:val="1"/>
      <w:numFmt w:val="bullet"/>
      <w:lvlText w:val=""/>
      <w:lvlJc w:val="left"/>
      <w:pPr>
        <w:tabs>
          <w:tab w:val="num" w:pos="2083"/>
        </w:tabs>
        <w:ind w:left="2083" w:hanging="360"/>
      </w:pPr>
      <w:rPr>
        <w:rFonts w:ascii="Wingdings" w:hAnsi="Wingdings" w:hint="default"/>
      </w:rPr>
    </w:lvl>
    <w:lvl w:ilvl="3" w:tentative="1">
      <w:start w:val="1"/>
      <w:numFmt w:val="bullet"/>
      <w:lvlText w:val=""/>
      <w:lvlJc w:val="left"/>
      <w:pPr>
        <w:tabs>
          <w:tab w:val="num" w:pos="2803"/>
        </w:tabs>
        <w:ind w:left="2803" w:hanging="360"/>
      </w:pPr>
      <w:rPr>
        <w:rFonts w:ascii="Symbol" w:hAnsi="Symbol" w:hint="default"/>
      </w:rPr>
    </w:lvl>
    <w:lvl w:ilvl="4" w:tentative="1">
      <w:start w:val="1"/>
      <w:numFmt w:val="bullet"/>
      <w:lvlText w:val="o"/>
      <w:lvlJc w:val="left"/>
      <w:pPr>
        <w:tabs>
          <w:tab w:val="num" w:pos="3523"/>
        </w:tabs>
        <w:ind w:left="3523" w:hanging="360"/>
      </w:pPr>
      <w:rPr>
        <w:rFonts w:ascii="Courier New" w:hAnsi="Courier New" w:hint="default"/>
      </w:rPr>
    </w:lvl>
    <w:lvl w:ilvl="5" w:tentative="1">
      <w:start w:val="1"/>
      <w:numFmt w:val="bullet"/>
      <w:lvlText w:val=""/>
      <w:lvlJc w:val="left"/>
      <w:pPr>
        <w:tabs>
          <w:tab w:val="num" w:pos="4243"/>
        </w:tabs>
        <w:ind w:left="4243" w:hanging="360"/>
      </w:pPr>
      <w:rPr>
        <w:rFonts w:ascii="Wingdings" w:hAnsi="Wingdings" w:hint="default"/>
      </w:rPr>
    </w:lvl>
    <w:lvl w:ilvl="6" w:tentative="1">
      <w:start w:val="1"/>
      <w:numFmt w:val="bullet"/>
      <w:lvlText w:val=""/>
      <w:lvlJc w:val="left"/>
      <w:pPr>
        <w:tabs>
          <w:tab w:val="num" w:pos="4963"/>
        </w:tabs>
        <w:ind w:left="4963" w:hanging="360"/>
      </w:pPr>
      <w:rPr>
        <w:rFonts w:ascii="Symbol" w:hAnsi="Symbol" w:hint="default"/>
      </w:rPr>
    </w:lvl>
    <w:lvl w:ilvl="7" w:tentative="1">
      <w:start w:val="1"/>
      <w:numFmt w:val="bullet"/>
      <w:lvlText w:val="o"/>
      <w:lvlJc w:val="left"/>
      <w:pPr>
        <w:tabs>
          <w:tab w:val="num" w:pos="5683"/>
        </w:tabs>
        <w:ind w:left="5683" w:hanging="360"/>
      </w:pPr>
      <w:rPr>
        <w:rFonts w:ascii="Courier New" w:hAnsi="Courier New" w:hint="default"/>
      </w:rPr>
    </w:lvl>
    <w:lvl w:ilvl="8" w:tentative="1">
      <w:start w:val="1"/>
      <w:numFmt w:val="bullet"/>
      <w:lvlText w:val=""/>
      <w:lvlJc w:val="left"/>
      <w:pPr>
        <w:tabs>
          <w:tab w:val="num" w:pos="6403"/>
        </w:tabs>
        <w:ind w:left="6403" w:hanging="360"/>
      </w:pPr>
      <w:rPr>
        <w:rFonts w:ascii="Wingdings" w:hAnsi="Wingdings" w:hint="default"/>
      </w:rPr>
    </w:lvl>
  </w:abstractNum>
  <w:abstractNum w:abstractNumId="17" w15:restartNumberingAfterBreak="0">
    <w:nsid w:val="4F09567D"/>
    <w:multiLevelType w:val="hybridMultilevel"/>
    <w:tmpl w:val="A4F4B53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57065917"/>
    <w:multiLevelType w:val="multilevel"/>
    <w:tmpl w:val="2AB4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8C2D6E"/>
    <w:multiLevelType w:val="hybridMultilevel"/>
    <w:tmpl w:val="202A639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5E0D528A"/>
    <w:multiLevelType w:val="multilevel"/>
    <w:tmpl w:val="7B6A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0018DC"/>
    <w:multiLevelType w:val="hybridMultilevel"/>
    <w:tmpl w:val="C6D444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72B333E"/>
    <w:multiLevelType w:val="hybridMultilevel"/>
    <w:tmpl w:val="1F4E74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84560E9"/>
    <w:multiLevelType w:val="multilevel"/>
    <w:tmpl w:val="24C27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9A3921"/>
    <w:multiLevelType w:val="hybridMultilevel"/>
    <w:tmpl w:val="E61663F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73710566"/>
    <w:multiLevelType w:val="hybridMultilevel"/>
    <w:tmpl w:val="AFA4DA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7565699D"/>
    <w:multiLevelType w:val="hybridMultilevel"/>
    <w:tmpl w:val="E190F5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580000A"/>
    <w:multiLevelType w:val="hybridMultilevel"/>
    <w:tmpl w:val="7C64A4F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76864145"/>
    <w:multiLevelType w:val="hybridMultilevel"/>
    <w:tmpl w:val="7C44E33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76A02FEA"/>
    <w:multiLevelType w:val="hybridMultilevel"/>
    <w:tmpl w:val="33EC58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9FA333B"/>
    <w:multiLevelType w:val="multilevel"/>
    <w:tmpl w:val="16BEF96E"/>
    <w:lvl w:ilvl="0">
      <w:start w:val="1"/>
      <w:numFmt w:val="bullet"/>
      <w:pStyle w:val="List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9266AA"/>
    <w:multiLevelType w:val="hybridMultilevel"/>
    <w:tmpl w:val="A89E36C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4"/>
  </w:num>
  <w:num w:numId="2">
    <w:abstractNumId w:val="4"/>
  </w:num>
  <w:num w:numId="3">
    <w:abstractNumId w:val="4"/>
  </w:num>
  <w:num w:numId="4">
    <w:abstractNumId w:val="30"/>
  </w:num>
  <w:num w:numId="5">
    <w:abstractNumId w:val="16"/>
  </w:num>
  <w:num w:numId="6">
    <w:abstractNumId w:val="5"/>
  </w:num>
  <w:num w:numId="7">
    <w:abstractNumId w:val="12"/>
  </w:num>
  <w:num w:numId="8">
    <w:abstractNumId w:val="0"/>
  </w:num>
  <w:num w:numId="9">
    <w:abstractNumId w:val="20"/>
  </w:num>
  <w:num w:numId="10">
    <w:abstractNumId w:val="18"/>
  </w:num>
  <w:num w:numId="11">
    <w:abstractNumId w:val="15"/>
  </w:num>
  <w:num w:numId="12">
    <w:abstractNumId w:val="13"/>
  </w:num>
  <w:num w:numId="13">
    <w:abstractNumId w:val="26"/>
  </w:num>
  <w:num w:numId="14">
    <w:abstractNumId w:val="2"/>
  </w:num>
  <w:num w:numId="15">
    <w:abstractNumId w:val="8"/>
  </w:num>
  <w:num w:numId="16">
    <w:abstractNumId w:val="23"/>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1"/>
  </w:num>
  <w:num w:numId="27">
    <w:abstractNumId w:val="22"/>
  </w:num>
  <w:num w:numId="28">
    <w:abstractNumId w:val="21"/>
  </w:num>
  <w:num w:numId="29">
    <w:abstractNumId w:val="24"/>
  </w:num>
  <w:num w:numId="30">
    <w:abstractNumId w:val="3"/>
  </w:num>
  <w:num w:numId="31">
    <w:abstractNumId w:val="17"/>
  </w:num>
  <w:num w:numId="32">
    <w:abstractNumId w:val="6"/>
  </w:num>
  <w:num w:numId="33">
    <w:abstractNumId w:val="31"/>
  </w:num>
  <w:num w:numId="34">
    <w:abstractNumId w:val="25"/>
  </w:num>
  <w:num w:numId="35">
    <w:abstractNumId w:val="28"/>
  </w:num>
  <w:num w:numId="36">
    <w:abstractNumId w:val="1"/>
  </w:num>
  <w:num w:numId="37">
    <w:abstractNumId w:val="27"/>
  </w:num>
  <w:num w:numId="38">
    <w:abstractNumId w:val="19"/>
  </w:num>
  <w:num w:numId="39">
    <w:abstractNumId w:val="14"/>
  </w:num>
  <w:num w:numId="40">
    <w:abstractNumId w:val="10"/>
  </w:num>
  <w:num w:numId="41">
    <w:abstractNumId w:val="29"/>
  </w:num>
  <w:num w:numId="42">
    <w:abstractNumId w:val="9"/>
  </w:num>
  <w:num w:numId="4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ttachedTemplate r:id="rId1"/>
  <w:defaultTabStop w:val="708"/>
  <w:hyphenationZone w:val="425"/>
  <w:drawingGridHorizontalSpacing w:val="95"/>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2eOndertekenaarVinkje" w:val="0"/>
    <w:docVar w:name="AanmaakDatum" w:val="27-05-2003"/>
    <w:docVar w:name="Aantal" w:val="1"/>
    <w:docVar w:name="AfdelingID" w:val="0"/>
    <w:docVar w:name="AkkoordOpdracht" w:val="0"/>
    <w:docVar w:name="AkkoordProject" w:val="0"/>
    <w:docVar w:name="Auteurs" w:val="Gerben van der Velden"/>
    <w:docVar w:name="Bedrijf" w:val="HVL Eindhoven"/>
    <w:docVar w:name="BedrijfID" w:val="12"/>
    <w:docVar w:name="BijlageCC" w:val="0"/>
    <w:docVar w:name="Datum" w:val="05-03-2008"/>
    <w:docVar w:name="DatumBespreking" w:val="&lt;Dat.update&gt;"/>
    <w:docVar w:name="DatumOpgesteld" w:val="02-03-2007"/>
    <w:docVar w:name="DocRegDocType" w:val="U"/>
    <w:docVar w:name="DocRegStatus" w:val="0"/>
    <w:docVar w:name="Document" w:val="Rapport"/>
    <w:docVar w:name="Documentnaam" w:val="&lt;Doc.naam&gt;"/>
    <w:docVar w:name="Documentnr" w:val="&lt;Doc.nummer&gt;"/>
    <w:docVar w:name="Doorkiesfaxnummer" w:val="040 - 292 95 07"/>
    <w:docVar w:name="Doorkiesnummer" w:val="040 - 292 94 10"/>
    <w:docVar w:name="DummyAantalPagGeplaatst" w:val="1"/>
    <w:docVar w:name="Eerste" w:val="1"/>
    <w:docVar w:name="Email" w:val="f.f.j.g.peeters@hvl.nl"/>
    <w:docVar w:name="GebrDRContactID" w:val="2"/>
    <w:docVar w:name="LicCode" w:val="TBI"/>
    <w:docVar w:name="MergeLayout" w:val="RelatieBeheer"/>
    <w:docVar w:name="MergeStatus" w:val="-1"/>
    <w:docVar w:name="NaamKlant" w:val="Brabant Water"/>
    <w:docVar w:name="NaamProject" w:val="&lt;Project&gt;"/>
    <w:docVar w:name="NawFile" w:val="Single.naw"/>
    <w:docVar w:name="Ondertekenaar" w:val="Bogers A.M."/>
    <w:docVar w:name="OndertekenaarVoluit" w:val="ir. A.M. Bogers"/>
    <w:docVar w:name="Onderwerp" w:val="Waterproductiebedrijf Eindhoven_x000d__x000a__x000d__x000a_Algemeen"/>
    <w:docVar w:name="PlaatsKixCode" w:val="0"/>
    <w:docVar w:name="Project" w:val="Ombouw P8/PSMX Waterproductiebedrijf Eindhoven"/>
    <w:docVar w:name="ReactieDatum_Status" w:val="0"/>
    <w:docVar w:name="Sjabloon" w:val="RAPPORT"/>
    <w:docVar w:name="Status" w:val="As Built"/>
    <w:docVar w:name="Taal" w:val="NL"/>
    <w:docVar w:name="Titel" w:val="Technisch ontwerp"/>
    <w:docVar w:name="UserName" w:val="F.F.J.G.Peeters"/>
    <w:docVar w:name="Versie" w:val="4.6.7"/>
    <w:docVar w:name="VersieMaatwerk" w:val="2.4"/>
    <w:docVar w:name="Versienummer" w:val="1.1"/>
    <w:docVar w:name="VervalDatum" w:val="19-03-2008"/>
    <w:docVar w:name="VervalDatum_Termijnen" w:val="14 dagen"/>
    <w:docVar w:name="VestigingID" w:val="0"/>
    <w:docVar w:name="VoorAkkoordNaam_Status" w:val="0"/>
    <w:docVar w:name="Wijzig" w:val="1"/>
  </w:docVars>
  <w:rsids>
    <w:rsidRoot w:val="0019432B"/>
    <w:rsid w:val="00000A80"/>
    <w:rsid w:val="0001011A"/>
    <w:rsid w:val="00011D8D"/>
    <w:rsid w:val="00017359"/>
    <w:rsid w:val="00020BBF"/>
    <w:rsid w:val="000250B7"/>
    <w:rsid w:val="00031019"/>
    <w:rsid w:val="0003418C"/>
    <w:rsid w:val="00037CDB"/>
    <w:rsid w:val="00043F33"/>
    <w:rsid w:val="000513BB"/>
    <w:rsid w:val="00057C8F"/>
    <w:rsid w:val="00061839"/>
    <w:rsid w:val="00071DD9"/>
    <w:rsid w:val="00081E5D"/>
    <w:rsid w:val="00090BC9"/>
    <w:rsid w:val="0009242D"/>
    <w:rsid w:val="000937BC"/>
    <w:rsid w:val="00097257"/>
    <w:rsid w:val="000A4FF7"/>
    <w:rsid w:val="000A5389"/>
    <w:rsid w:val="000B1008"/>
    <w:rsid w:val="000B135E"/>
    <w:rsid w:val="000B1CCE"/>
    <w:rsid w:val="000B311C"/>
    <w:rsid w:val="000B4F7B"/>
    <w:rsid w:val="000B73FE"/>
    <w:rsid w:val="000C1270"/>
    <w:rsid w:val="000C1476"/>
    <w:rsid w:val="000C4353"/>
    <w:rsid w:val="000C6DC2"/>
    <w:rsid w:val="000D0B20"/>
    <w:rsid w:val="000E034D"/>
    <w:rsid w:val="000E3064"/>
    <w:rsid w:val="000E40B6"/>
    <w:rsid w:val="000E7D91"/>
    <w:rsid w:val="000F0111"/>
    <w:rsid w:val="000F20C9"/>
    <w:rsid w:val="00102CA8"/>
    <w:rsid w:val="00104579"/>
    <w:rsid w:val="00106246"/>
    <w:rsid w:val="001066CE"/>
    <w:rsid w:val="00106F6D"/>
    <w:rsid w:val="001122E7"/>
    <w:rsid w:val="00130F47"/>
    <w:rsid w:val="00131876"/>
    <w:rsid w:val="00132F0E"/>
    <w:rsid w:val="00133F7C"/>
    <w:rsid w:val="0014019F"/>
    <w:rsid w:val="001518BC"/>
    <w:rsid w:val="00153FE6"/>
    <w:rsid w:val="0015470B"/>
    <w:rsid w:val="001643D9"/>
    <w:rsid w:val="00167B44"/>
    <w:rsid w:val="00170447"/>
    <w:rsid w:val="001738F1"/>
    <w:rsid w:val="001758CD"/>
    <w:rsid w:val="0018605B"/>
    <w:rsid w:val="00191083"/>
    <w:rsid w:val="001913EB"/>
    <w:rsid w:val="00191E45"/>
    <w:rsid w:val="0019432B"/>
    <w:rsid w:val="00195620"/>
    <w:rsid w:val="00195ECC"/>
    <w:rsid w:val="001B239B"/>
    <w:rsid w:val="001B7B15"/>
    <w:rsid w:val="001C0E50"/>
    <w:rsid w:val="001C5415"/>
    <w:rsid w:val="001C598C"/>
    <w:rsid w:val="001C6D00"/>
    <w:rsid w:val="001C752B"/>
    <w:rsid w:val="001D1247"/>
    <w:rsid w:val="001D1C54"/>
    <w:rsid w:val="001D1DAE"/>
    <w:rsid w:val="001D2C6D"/>
    <w:rsid w:val="001D74B2"/>
    <w:rsid w:val="001E6D53"/>
    <w:rsid w:val="001F114E"/>
    <w:rsid w:val="00200522"/>
    <w:rsid w:val="002008DD"/>
    <w:rsid w:val="00201981"/>
    <w:rsid w:val="00203E11"/>
    <w:rsid w:val="0020556C"/>
    <w:rsid w:val="00211F06"/>
    <w:rsid w:val="00213376"/>
    <w:rsid w:val="00231A5D"/>
    <w:rsid w:val="002367B2"/>
    <w:rsid w:val="00244EB6"/>
    <w:rsid w:val="00247A50"/>
    <w:rsid w:val="0025022A"/>
    <w:rsid w:val="00251359"/>
    <w:rsid w:val="0025269D"/>
    <w:rsid w:val="002617D9"/>
    <w:rsid w:val="00261EE4"/>
    <w:rsid w:val="00266FBB"/>
    <w:rsid w:val="00273D3B"/>
    <w:rsid w:val="002765F4"/>
    <w:rsid w:val="00276D3E"/>
    <w:rsid w:val="00291EB5"/>
    <w:rsid w:val="00293C8C"/>
    <w:rsid w:val="00296C70"/>
    <w:rsid w:val="002A2843"/>
    <w:rsid w:val="002A3BBC"/>
    <w:rsid w:val="002A6013"/>
    <w:rsid w:val="002B106E"/>
    <w:rsid w:val="002B1CDF"/>
    <w:rsid w:val="002B335F"/>
    <w:rsid w:val="002B7E7E"/>
    <w:rsid w:val="002C2B3A"/>
    <w:rsid w:val="002C3A3C"/>
    <w:rsid w:val="002C5256"/>
    <w:rsid w:val="002C5D67"/>
    <w:rsid w:val="002D0F32"/>
    <w:rsid w:val="002D4428"/>
    <w:rsid w:val="002E13B0"/>
    <w:rsid w:val="002E7D2E"/>
    <w:rsid w:val="002F3BC7"/>
    <w:rsid w:val="0030505A"/>
    <w:rsid w:val="0031341C"/>
    <w:rsid w:val="0031604C"/>
    <w:rsid w:val="00316BAF"/>
    <w:rsid w:val="00320489"/>
    <w:rsid w:val="00334A27"/>
    <w:rsid w:val="00336205"/>
    <w:rsid w:val="00336E6D"/>
    <w:rsid w:val="00337DA7"/>
    <w:rsid w:val="0034128D"/>
    <w:rsid w:val="0034343B"/>
    <w:rsid w:val="003464F1"/>
    <w:rsid w:val="003537E6"/>
    <w:rsid w:val="00356DE3"/>
    <w:rsid w:val="00357CA1"/>
    <w:rsid w:val="00357F23"/>
    <w:rsid w:val="00360445"/>
    <w:rsid w:val="00372EBE"/>
    <w:rsid w:val="00373E0C"/>
    <w:rsid w:val="0037526D"/>
    <w:rsid w:val="0037625F"/>
    <w:rsid w:val="00377455"/>
    <w:rsid w:val="003805A7"/>
    <w:rsid w:val="00381623"/>
    <w:rsid w:val="0038346B"/>
    <w:rsid w:val="00383C9C"/>
    <w:rsid w:val="00383E89"/>
    <w:rsid w:val="00390773"/>
    <w:rsid w:val="00390A4D"/>
    <w:rsid w:val="0039234F"/>
    <w:rsid w:val="00395142"/>
    <w:rsid w:val="003A1481"/>
    <w:rsid w:val="003A2A11"/>
    <w:rsid w:val="003A618D"/>
    <w:rsid w:val="003A77F6"/>
    <w:rsid w:val="003B2224"/>
    <w:rsid w:val="003B54C7"/>
    <w:rsid w:val="003B6C1D"/>
    <w:rsid w:val="003C2539"/>
    <w:rsid w:val="003D174B"/>
    <w:rsid w:val="003D507D"/>
    <w:rsid w:val="003D5E91"/>
    <w:rsid w:val="003E01F3"/>
    <w:rsid w:val="003F3FDC"/>
    <w:rsid w:val="00403DFC"/>
    <w:rsid w:val="00405B9B"/>
    <w:rsid w:val="00405CDD"/>
    <w:rsid w:val="004117B5"/>
    <w:rsid w:val="0042337D"/>
    <w:rsid w:val="00425CC1"/>
    <w:rsid w:val="0044127F"/>
    <w:rsid w:val="00456CEB"/>
    <w:rsid w:val="004661DC"/>
    <w:rsid w:val="0046785E"/>
    <w:rsid w:val="0048335D"/>
    <w:rsid w:val="0049715E"/>
    <w:rsid w:val="004B0B99"/>
    <w:rsid w:val="004B0C9F"/>
    <w:rsid w:val="004B3FE1"/>
    <w:rsid w:val="004C35B7"/>
    <w:rsid w:val="004C6D32"/>
    <w:rsid w:val="004D471D"/>
    <w:rsid w:val="004E61D4"/>
    <w:rsid w:val="004F0263"/>
    <w:rsid w:val="004F24F5"/>
    <w:rsid w:val="004F4B52"/>
    <w:rsid w:val="004F4E06"/>
    <w:rsid w:val="004F5DA1"/>
    <w:rsid w:val="00506CE8"/>
    <w:rsid w:val="005134BE"/>
    <w:rsid w:val="0051397C"/>
    <w:rsid w:val="00514C61"/>
    <w:rsid w:val="00533BAA"/>
    <w:rsid w:val="00545D81"/>
    <w:rsid w:val="00553361"/>
    <w:rsid w:val="00564CF8"/>
    <w:rsid w:val="00565057"/>
    <w:rsid w:val="00565D69"/>
    <w:rsid w:val="00570481"/>
    <w:rsid w:val="005746CC"/>
    <w:rsid w:val="00580EEE"/>
    <w:rsid w:val="0058524F"/>
    <w:rsid w:val="00585598"/>
    <w:rsid w:val="00585B02"/>
    <w:rsid w:val="00587BF5"/>
    <w:rsid w:val="00590BA0"/>
    <w:rsid w:val="00590BD6"/>
    <w:rsid w:val="00590DF1"/>
    <w:rsid w:val="0059449E"/>
    <w:rsid w:val="005A1567"/>
    <w:rsid w:val="005A4BF5"/>
    <w:rsid w:val="005A73D1"/>
    <w:rsid w:val="005B38F1"/>
    <w:rsid w:val="005C1650"/>
    <w:rsid w:val="005D08CE"/>
    <w:rsid w:val="005D524D"/>
    <w:rsid w:val="005E04BC"/>
    <w:rsid w:val="005E1202"/>
    <w:rsid w:val="00600DB2"/>
    <w:rsid w:val="006040A7"/>
    <w:rsid w:val="006052D1"/>
    <w:rsid w:val="00605B46"/>
    <w:rsid w:val="00627E59"/>
    <w:rsid w:val="00636662"/>
    <w:rsid w:val="006417DD"/>
    <w:rsid w:val="00641C76"/>
    <w:rsid w:val="00646A82"/>
    <w:rsid w:val="0065204A"/>
    <w:rsid w:val="00655AF9"/>
    <w:rsid w:val="00681F04"/>
    <w:rsid w:val="006848D4"/>
    <w:rsid w:val="006865FB"/>
    <w:rsid w:val="00690CA7"/>
    <w:rsid w:val="00696030"/>
    <w:rsid w:val="006A00FD"/>
    <w:rsid w:val="006B172E"/>
    <w:rsid w:val="006B5E23"/>
    <w:rsid w:val="006C2B03"/>
    <w:rsid w:val="006D2D65"/>
    <w:rsid w:val="006E0861"/>
    <w:rsid w:val="006F0B94"/>
    <w:rsid w:val="00707476"/>
    <w:rsid w:val="007112EA"/>
    <w:rsid w:val="007247BC"/>
    <w:rsid w:val="007278D3"/>
    <w:rsid w:val="007319A4"/>
    <w:rsid w:val="007348A1"/>
    <w:rsid w:val="007354DF"/>
    <w:rsid w:val="00740E42"/>
    <w:rsid w:val="00741DB5"/>
    <w:rsid w:val="00745700"/>
    <w:rsid w:val="00750381"/>
    <w:rsid w:val="007529A9"/>
    <w:rsid w:val="007552B1"/>
    <w:rsid w:val="007570C7"/>
    <w:rsid w:val="00760323"/>
    <w:rsid w:val="00763285"/>
    <w:rsid w:val="00764B78"/>
    <w:rsid w:val="00765932"/>
    <w:rsid w:val="00772005"/>
    <w:rsid w:val="00773E32"/>
    <w:rsid w:val="007759FD"/>
    <w:rsid w:val="00782153"/>
    <w:rsid w:val="007A15D0"/>
    <w:rsid w:val="007A3E94"/>
    <w:rsid w:val="007A4101"/>
    <w:rsid w:val="007A4E79"/>
    <w:rsid w:val="007B40AC"/>
    <w:rsid w:val="007B5B0B"/>
    <w:rsid w:val="007B759E"/>
    <w:rsid w:val="007C6774"/>
    <w:rsid w:val="007D2C17"/>
    <w:rsid w:val="007D7F64"/>
    <w:rsid w:val="007E29B0"/>
    <w:rsid w:val="007E2D85"/>
    <w:rsid w:val="007E5F60"/>
    <w:rsid w:val="007E7C38"/>
    <w:rsid w:val="007F1DCD"/>
    <w:rsid w:val="007F7BF4"/>
    <w:rsid w:val="0080194E"/>
    <w:rsid w:val="008175BA"/>
    <w:rsid w:val="00822BEF"/>
    <w:rsid w:val="008273CA"/>
    <w:rsid w:val="00841BBE"/>
    <w:rsid w:val="0084649B"/>
    <w:rsid w:val="0085135E"/>
    <w:rsid w:val="00853D8A"/>
    <w:rsid w:val="008555FF"/>
    <w:rsid w:val="0086330B"/>
    <w:rsid w:val="0087151B"/>
    <w:rsid w:val="00882A0D"/>
    <w:rsid w:val="00883FBA"/>
    <w:rsid w:val="00885526"/>
    <w:rsid w:val="00885856"/>
    <w:rsid w:val="00886212"/>
    <w:rsid w:val="00886D73"/>
    <w:rsid w:val="008914BF"/>
    <w:rsid w:val="0089277C"/>
    <w:rsid w:val="00896931"/>
    <w:rsid w:val="008A17DD"/>
    <w:rsid w:val="008A5629"/>
    <w:rsid w:val="008B1C11"/>
    <w:rsid w:val="008B20EA"/>
    <w:rsid w:val="008B24D9"/>
    <w:rsid w:val="008B2AE2"/>
    <w:rsid w:val="008C0335"/>
    <w:rsid w:val="008C1A88"/>
    <w:rsid w:val="008D00A6"/>
    <w:rsid w:val="008E21A9"/>
    <w:rsid w:val="008E2906"/>
    <w:rsid w:val="008F7ABB"/>
    <w:rsid w:val="00903294"/>
    <w:rsid w:val="00915C1B"/>
    <w:rsid w:val="00927351"/>
    <w:rsid w:val="00932A06"/>
    <w:rsid w:val="00936544"/>
    <w:rsid w:val="0094025F"/>
    <w:rsid w:val="0094568E"/>
    <w:rsid w:val="009464C3"/>
    <w:rsid w:val="00961DAE"/>
    <w:rsid w:val="009630B0"/>
    <w:rsid w:val="00966B76"/>
    <w:rsid w:val="009672B6"/>
    <w:rsid w:val="00967F18"/>
    <w:rsid w:val="0097002F"/>
    <w:rsid w:val="009720B8"/>
    <w:rsid w:val="0097492B"/>
    <w:rsid w:val="00974E04"/>
    <w:rsid w:val="00975B8C"/>
    <w:rsid w:val="0098598F"/>
    <w:rsid w:val="00986EC7"/>
    <w:rsid w:val="00987721"/>
    <w:rsid w:val="009962A7"/>
    <w:rsid w:val="009A10E1"/>
    <w:rsid w:val="009A344E"/>
    <w:rsid w:val="009C28A9"/>
    <w:rsid w:val="009C5889"/>
    <w:rsid w:val="009C66B6"/>
    <w:rsid w:val="009D38F1"/>
    <w:rsid w:val="009D7441"/>
    <w:rsid w:val="00A0081D"/>
    <w:rsid w:val="00A00ABD"/>
    <w:rsid w:val="00A07C4F"/>
    <w:rsid w:val="00A14131"/>
    <w:rsid w:val="00A15FDC"/>
    <w:rsid w:val="00A17306"/>
    <w:rsid w:val="00A17B35"/>
    <w:rsid w:val="00A27D59"/>
    <w:rsid w:val="00A308B0"/>
    <w:rsid w:val="00A426C4"/>
    <w:rsid w:val="00A42AEF"/>
    <w:rsid w:val="00A440EB"/>
    <w:rsid w:val="00A50226"/>
    <w:rsid w:val="00A53F77"/>
    <w:rsid w:val="00A550D5"/>
    <w:rsid w:val="00A61AF8"/>
    <w:rsid w:val="00A632A8"/>
    <w:rsid w:val="00A63A4C"/>
    <w:rsid w:val="00A80C22"/>
    <w:rsid w:val="00A87BBB"/>
    <w:rsid w:val="00A9192B"/>
    <w:rsid w:val="00A9303D"/>
    <w:rsid w:val="00AA197B"/>
    <w:rsid w:val="00AA2FE1"/>
    <w:rsid w:val="00AB1E04"/>
    <w:rsid w:val="00AC0708"/>
    <w:rsid w:val="00AC7DE6"/>
    <w:rsid w:val="00AD07D3"/>
    <w:rsid w:val="00AD63A7"/>
    <w:rsid w:val="00AE68BE"/>
    <w:rsid w:val="00AF2DF7"/>
    <w:rsid w:val="00B00561"/>
    <w:rsid w:val="00B06332"/>
    <w:rsid w:val="00B12620"/>
    <w:rsid w:val="00B158E1"/>
    <w:rsid w:val="00B24AE4"/>
    <w:rsid w:val="00B273DC"/>
    <w:rsid w:val="00B46D5A"/>
    <w:rsid w:val="00B47215"/>
    <w:rsid w:val="00B5002F"/>
    <w:rsid w:val="00B54D21"/>
    <w:rsid w:val="00B711FD"/>
    <w:rsid w:val="00B72AB4"/>
    <w:rsid w:val="00B73981"/>
    <w:rsid w:val="00B73B4F"/>
    <w:rsid w:val="00B76E3C"/>
    <w:rsid w:val="00B80D31"/>
    <w:rsid w:val="00B861F3"/>
    <w:rsid w:val="00B91468"/>
    <w:rsid w:val="00B94D9B"/>
    <w:rsid w:val="00B950F0"/>
    <w:rsid w:val="00B96025"/>
    <w:rsid w:val="00B963F9"/>
    <w:rsid w:val="00BA27B7"/>
    <w:rsid w:val="00BA3023"/>
    <w:rsid w:val="00BA4C5C"/>
    <w:rsid w:val="00BA58E0"/>
    <w:rsid w:val="00BB04C5"/>
    <w:rsid w:val="00BB5A68"/>
    <w:rsid w:val="00BC0C76"/>
    <w:rsid w:val="00BE1396"/>
    <w:rsid w:val="00BE1A58"/>
    <w:rsid w:val="00BF1926"/>
    <w:rsid w:val="00BF732C"/>
    <w:rsid w:val="00C1185F"/>
    <w:rsid w:val="00C16AA0"/>
    <w:rsid w:val="00C227D9"/>
    <w:rsid w:val="00C332D0"/>
    <w:rsid w:val="00C341BD"/>
    <w:rsid w:val="00C34FEF"/>
    <w:rsid w:val="00C425E8"/>
    <w:rsid w:val="00C45BD4"/>
    <w:rsid w:val="00C46BFD"/>
    <w:rsid w:val="00C5033C"/>
    <w:rsid w:val="00C5487C"/>
    <w:rsid w:val="00C55F0A"/>
    <w:rsid w:val="00C5640F"/>
    <w:rsid w:val="00C637FF"/>
    <w:rsid w:val="00C721BB"/>
    <w:rsid w:val="00C72FF2"/>
    <w:rsid w:val="00C7654C"/>
    <w:rsid w:val="00C8624B"/>
    <w:rsid w:val="00C94BB7"/>
    <w:rsid w:val="00C96B7D"/>
    <w:rsid w:val="00CA21DC"/>
    <w:rsid w:val="00CA7C55"/>
    <w:rsid w:val="00CB1AEE"/>
    <w:rsid w:val="00CC40DC"/>
    <w:rsid w:val="00CC5804"/>
    <w:rsid w:val="00CE2CCA"/>
    <w:rsid w:val="00CE42C5"/>
    <w:rsid w:val="00CF108B"/>
    <w:rsid w:val="00D029B2"/>
    <w:rsid w:val="00D051AA"/>
    <w:rsid w:val="00D05603"/>
    <w:rsid w:val="00D114F7"/>
    <w:rsid w:val="00D1309C"/>
    <w:rsid w:val="00D1426F"/>
    <w:rsid w:val="00D34210"/>
    <w:rsid w:val="00D47B8E"/>
    <w:rsid w:val="00D53F3A"/>
    <w:rsid w:val="00D5444B"/>
    <w:rsid w:val="00D57FF7"/>
    <w:rsid w:val="00D60FC2"/>
    <w:rsid w:val="00D76A8D"/>
    <w:rsid w:val="00D81B92"/>
    <w:rsid w:val="00D842D9"/>
    <w:rsid w:val="00D93439"/>
    <w:rsid w:val="00D936CF"/>
    <w:rsid w:val="00DA2373"/>
    <w:rsid w:val="00DA2DDC"/>
    <w:rsid w:val="00DA3D71"/>
    <w:rsid w:val="00DA4F88"/>
    <w:rsid w:val="00DA6778"/>
    <w:rsid w:val="00DB199B"/>
    <w:rsid w:val="00DB27D2"/>
    <w:rsid w:val="00DB2A70"/>
    <w:rsid w:val="00DB7F7E"/>
    <w:rsid w:val="00DC0CBD"/>
    <w:rsid w:val="00DC0FF6"/>
    <w:rsid w:val="00DC30D3"/>
    <w:rsid w:val="00DD18F7"/>
    <w:rsid w:val="00DD2102"/>
    <w:rsid w:val="00DE1538"/>
    <w:rsid w:val="00DE1E0D"/>
    <w:rsid w:val="00DE3A74"/>
    <w:rsid w:val="00DF305E"/>
    <w:rsid w:val="00E12EB0"/>
    <w:rsid w:val="00E147D1"/>
    <w:rsid w:val="00E15AF6"/>
    <w:rsid w:val="00E15EF5"/>
    <w:rsid w:val="00E20BA0"/>
    <w:rsid w:val="00E25A25"/>
    <w:rsid w:val="00E26BFB"/>
    <w:rsid w:val="00E31F75"/>
    <w:rsid w:val="00E34EB5"/>
    <w:rsid w:val="00E363AF"/>
    <w:rsid w:val="00E37694"/>
    <w:rsid w:val="00E41A3D"/>
    <w:rsid w:val="00E42C18"/>
    <w:rsid w:val="00E444F6"/>
    <w:rsid w:val="00E47AB7"/>
    <w:rsid w:val="00E523AB"/>
    <w:rsid w:val="00E5560B"/>
    <w:rsid w:val="00E5667A"/>
    <w:rsid w:val="00E60BFF"/>
    <w:rsid w:val="00E63C2C"/>
    <w:rsid w:val="00E63E51"/>
    <w:rsid w:val="00E741AE"/>
    <w:rsid w:val="00E9425A"/>
    <w:rsid w:val="00E965C9"/>
    <w:rsid w:val="00EA22E9"/>
    <w:rsid w:val="00EA27F1"/>
    <w:rsid w:val="00EA32F5"/>
    <w:rsid w:val="00EA5048"/>
    <w:rsid w:val="00EA6710"/>
    <w:rsid w:val="00EA7E5D"/>
    <w:rsid w:val="00EB61CE"/>
    <w:rsid w:val="00EB69AC"/>
    <w:rsid w:val="00EB6BA1"/>
    <w:rsid w:val="00EB6E20"/>
    <w:rsid w:val="00EC25DE"/>
    <w:rsid w:val="00EC268F"/>
    <w:rsid w:val="00EC503B"/>
    <w:rsid w:val="00ED2299"/>
    <w:rsid w:val="00EE360B"/>
    <w:rsid w:val="00EE4F62"/>
    <w:rsid w:val="00EE56C8"/>
    <w:rsid w:val="00EF0CE3"/>
    <w:rsid w:val="00EF1636"/>
    <w:rsid w:val="00F00A6E"/>
    <w:rsid w:val="00F0283B"/>
    <w:rsid w:val="00F030DE"/>
    <w:rsid w:val="00F05AFC"/>
    <w:rsid w:val="00F10B53"/>
    <w:rsid w:val="00F17EDF"/>
    <w:rsid w:val="00F344AB"/>
    <w:rsid w:val="00F34F4A"/>
    <w:rsid w:val="00F42E6D"/>
    <w:rsid w:val="00F43C26"/>
    <w:rsid w:val="00F46F3F"/>
    <w:rsid w:val="00F5258A"/>
    <w:rsid w:val="00F527E9"/>
    <w:rsid w:val="00F52AA8"/>
    <w:rsid w:val="00F56118"/>
    <w:rsid w:val="00F71D0E"/>
    <w:rsid w:val="00F7232E"/>
    <w:rsid w:val="00F90209"/>
    <w:rsid w:val="00F90EB9"/>
    <w:rsid w:val="00FB29F4"/>
    <w:rsid w:val="00FC2187"/>
    <w:rsid w:val="00FC3905"/>
    <w:rsid w:val="00FC4C97"/>
    <w:rsid w:val="00FD6CB2"/>
    <w:rsid w:val="00FE42A3"/>
    <w:rsid w:val="00FF5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5106E5-F072-47CE-A474-1BC60F9CD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pPr>
        <w:spacing w:line="240" w:lineRule="exact"/>
        <w:ind w:left="839" w:hanging="839"/>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BFB"/>
    <w:pPr>
      <w:spacing w:line="240" w:lineRule="auto"/>
      <w:ind w:left="0" w:firstLine="0"/>
    </w:pPr>
    <w:rPr>
      <w:rFonts w:ascii="Arial" w:hAnsi="Arial"/>
      <w:sz w:val="19"/>
    </w:rPr>
  </w:style>
  <w:style w:type="paragraph" w:styleId="Heading1">
    <w:name w:val="heading 1"/>
    <w:aliases w:val="HstL1"/>
    <w:basedOn w:val="Normal"/>
    <w:next w:val="Normal"/>
    <w:uiPriority w:val="1"/>
    <w:qFormat/>
    <w:pPr>
      <w:keepNext/>
      <w:numPr>
        <w:numId w:val="1"/>
      </w:numPr>
      <w:tabs>
        <w:tab w:val="left" w:pos="280"/>
      </w:tabs>
      <w:spacing w:before="240" w:after="240"/>
      <w:outlineLvl w:val="0"/>
    </w:pPr>
    <w:rPr>
      <w:b/>
      <w:sz w:val="24"/>
    </w:rPr>
  </w:style>
  <w:style w:type="paragraph" w:styleId="Heading2">
    <w:name w:val="heading 2"/>
    <w:basedOn w:val="Heading1"/>
    <w:next w:val="Normal"/>
    <w:autoRedefine/>
    <w:uiPriority w:val="1"/>
    <w:qFormat/>
    <w:rsid w:val="005134BE"/>
    <w:pPr>
      <w:numPr>
        <w:ilvl w:val="1"/>
        <w:numId w:val="2"/>
      </w:numPr>
      <w:tabs>
        <w:tab w:val="clear" w:pos="0"/>
        <w:tab w:val="clear" w:pos="280"/>
        <w:tab w:val="left" w:pos="320"/>
      </w:tabs>
      <w:spacing w:after="120"/>
      <w:ind w:left="318" w:hanging="318"/>
      <w:outlineLvl w:val="1"/>
    </w:pPr>
    <w:rPr>
      <w:sz w:val="19"/>
    </w:rPr>
  </w:style>
  <w:style w:type="paragraph" w:styleId="Heading3">
    <w:name w:val="heading 3"/>
    <w:aliases w:val="HstL3"/>
    <w:basedOn w:val="Heading2"/>
    <w:next w:val="Normal"/>
    <w:autoRedefine/>
    <w:qFormat/>
    <w:rsid w:val="008A5629"/>
    <w:pPr>
      <w:numPr>
        <w:ilvl w:val="2"/>
        <w:numId w:val="3"/>
      </w:numPr>
      <w:tabs>
        <w:tab w:val="clear" w:pos="320"/>
        <w:tab w:val="clear" w:pos="720"/>
        <w:tab w:val="left" w:pos="360"/>
      </w:tabs>
      <w:ind w:left="360" w:hanging="360"/>
      <w:outlineLvl w:val="2"/>
    </w:pPr>
    <w:rPr>
      <w:sz w:val="18"/>
    </w:rPr>
  </w:style>
  <w:style w:type="paragraph" w:styleId="Heading4">
    <w:name w:val="heading 4"/>
    <w:aliases w:val="HstL4"/>
    <w:basedOn w:val="Normal"/>
    <w:next w:val="Normal"/>
    <w:qFormat/>
    <w:pPr>
      <w:keepNext/>
      <w:tabs>
        <w:tab w:val="left" w:pos="4820"/>
        <w:tab w:val="left" w:pos="5387"/>
      </w:tabs>
      <w:spacing w:before="240" w:after="60"/>
      <w:outlineLvl w:val="3"/>
    </w:pPr>
    <w:rPr>
      <w:sz w:val="22"/>
      <w:lang w:val="x-none"/>
    </w:rPr>
  </w:style>
  <w:style w:type="paragraph" w:styleId="Heading5">
    <w:name w:val="heading 5"/>
    <w:aliases w:val="HstL5"/>
    <w:basedOn w:val="Normal"/>
    <w:next w:val="Normal"/>
    <w:qFormat/>
    <w:pPr>
      <w:tabs>
        <w:tab w:val="left" w:pos="851"/>
        <w:tab w:val="left" w:pos="4820"/>
        <w:tab w:val="left" w:pos="5387"/>
      </w:tabs>
      <w:spacing w:before="240" w:after="60"/>
      <w:outlineLvl w:val="4"/>
    </w:pPr>
    <w:rPr>
      <w:sz w:val="22"/>
      <w:lang w:val="x-none"/>
    </w:rPr>
  </w:style>
  <w:style w:type="paragraph" w:styleId="Heading6">
    <w:name w:val="heading 6"/>
    <w:aliases w:val="HstL6"/>
    <w:basedOn w:val="Normal"/>
    <w:next w:val="Normal"/>
    <w:qFormat/>
    <w:pPr>
      <w:tabs>
        <w:tab w:val="left" w:pos="851"/>
        <w:tab w:val="left" w:pos="4820"/>
        <w:tab w:val="left" w:pos="5387"/>
      </w:tabs>
      <w:spacing w:before="240" w:after="60"/>
      <w:outlineLvl w:val="5"/>
    </w:pPr>
    <w:rPr>
      <w:i/>
      <w:sz w:val="22"/>
      <w:lang w:val="x-none"/>
    </w:rPr>
  </w:style>
  <w:style w:type="paragraph" w:styleId="Heading7">
    <w:name w:val="heading 7"/>
    <w:aliases w:val="HstL7"/>
    <w:basedOn w:val="Normal"/>
    <w:next w:val="Normal"/>
    <w:qFormat/>
    <w:pPr>
      <w:tabs>
        <w:tab w:val="left" w:pos="851"/>
        <w:tab w:val="left" w:pos="4820"/>
        <w:tab w:val="left" w:pos="5387"/>
      </w:tabs>
      <w:spacing w:before="240" w:after="60"/>
      <w:outlineLvl w:val="6"/>
    </w:pPr>
    <w:rPr>
      <w:sz w:val="22"/>
      <w:lang w:val="x-none"/>
    </w:rPr>
  </w:style>
  <w:style w:type="paragraph" w:styleId="Heading8">
    <w:name w:val="heading 8"/>
    <w:basedOn w:val="Normal"/>
    <w:next w:val="Normal"/>
    <w:qFormat/>
    <w:pPr>
      <w:tabs>
        <w:tab w:val="left" w:pos="851"/>
        <w:tab w:val="left" w:pos="4820"/>
        <w:tab w:val="left" w:pos="5387"/>
      </w:tabs>
      <w:spacing w:before="240" w:after="60"/>
      <w:outlineLvl w:val="7"/>
    </w:pPr>
    <w:rPr>
      <w:i/>
      <w:sz w:val="22"/>
      <w:lang w:val="x-none"/>
    </w:rPr>
  </w:style>
  <w:style w:type="paragraph" w:styleId="Heading9">
    <w:name w:val="heading 9"/>
    <w:basedOn w:val="Normal"/>
    <w:next w:val="Normal"/>
    <w:qFormat/>
    <w:pPr>
      <w:tabs>
        <w:tab w:val="left" w:pos="851"/>
        <w:tab w:val="left" w:pos="4820"/>
        <w:tab w:val="left" w:pos="5387"/>
      </w:tabs>
      <w:spacing w:before="240" w:after="60"/>
      <w:outlineLvl w:val="8"/>
    </w:pPr>
    <w:rPr>
      <w:i/>
      <w:sz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uisstijl-Gegeven">
    <w:name w:val="Huisstijl-Gegeven"/>
    <w:basedOn w:val="DefaultParagraphFont"/>
    <w:rPr>
      <w:noProof/>
    </w:rPr>
  </w:style>
  <w:style w:type="character" w:customStyle="1" w:styleId="Huisstijl-Kopje">
    <w:name w:val="Huisstijl-Kopje"/>
    <w:basedOn w:val="DefaultParagraphFont"/>
    <w:rPr>
      <w:rFonts w:ascii="Arial" w:hAnsi="Arial"/>
      <w:b/>
      <w:noProof/>
      <w:sz w:val="14"/>
    </w:rPr>
  </w:style>
  <w:style w:type="character" w:customStyle="1" w:styleId="Huisstijl-Kopje-Fax">
    <w:name w:val="Huisstijl-Kopje-Fax"/>
    <w:basedOn w:val="DefaultParagraphFont"/>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basedOn w:val="DefaultParagraphFont"/>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uiPriority w:val="39"/>
    <w:pPr>
      <w:keepNext/>
      <w:tabs>
        <w:tab w:val="left" w:pos="840"/>
        <w:tab w:val="right" w:pos="7080"/>
      </w:tabs>
      <w:spacing w:before="240"/>
      <w:ind w:left="840" w:hanging="840"/>
    </w:pPr>
    <w:rPr>
      <w:noProof/>
    </w:rPr>
  </w:style>
  <w:style w:type="paragraph" w:styleId="TOC2">
    <w:name w:val="toc 2"/>
    <w:basedOn w:val="TOC1"/>
    <w:next w:val="Normal"/>
    <w:uiPriority w:val="39"/>
    <w:pPr>
      <w:spacing w:before="0"/>
    </w:pPr>
  </w:style>
  <w:style w:type="paragraph" w:styleId="TOC3">
    <w:name w:val="toc 3"/>
    <w:basedOn w:val="TOC1"/>
    <w:next w:val="Normal"/>
    <w:uiPriority w:val="39"/>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semiHidden/>
    <w:pPr>
      <w:tabs>
        <w:tab w:val="center" w:pos="3510"/>
        <w:tab w:val="right" w:pos="7020"/>
      </w:tabs>
    </w:pPr>
  </w:style>
  <w:style w:type="paragraph" w:styleId="Footer">
    <w:name w:val="footer"/>
    <w:basedOn w:val="Normal"/>
    <w:semiHidden/>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semiHidden/>
    <w:pPr>
      <w:numPr>
        <w:numId w:val="4"/>
      </w:numPr>
    </w:pPr>
  </w:style>
  <w:style w:type="paragraph" w:styleId="ListBullet2">
    <w:name w:val="List Bullet 2"/>
    <w:basedOn w:val="Normal"/>
    <w:autoRedefine/>
    <w:semiHidden/>
    <w:pPr>
      <w:numPr>
        <w:numId w:val="5"/>
      </w:numPr>
    </w:pPr>
  </w:style>
  <w:style w:type="paragraph" w:styleId="ListBullet3">
    <w:name w:val="List Bullet 3"/>
    <w:basedOn w:val="Normal"/>
    <w:autoRedefine/>
    <w:semiHidden/>
    <w:pPr>
      <w:numPr>
        <w:numId w:val="6"/>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paragraph" w:styleId="NormalIndent">
    <w:name w:val="Normal Indent"/>
    <w:basedOn w:val="Normal"/>
    <w:semiHidden/>
    <w:pPr>
      <w:numPr>
        <w:numId w:val="7"/>
      </w:numPr>
    </w:pPr>
    <w:rPr>
      <w:rFonts w:ascii="Times New Roman" w:hAnsi="Times New Roman"/>
      <w:sz w:val="22"/>
    </w:rPr>
  </w:style>
  <w:style w:type="paragraph" w:styleId="TOC4">
    <w:name w:val="toc 4"/>
    <w:basedOn w:val="Normal"/>
    <w:next w:val="Normal"/>
    <w:autoRedefine/>
    <w:semiHidden/>
    <w:pPr>
      <w:ind w:left="720"/>
    </w:pPr>
    <w:rPr>
      <w:rFonts w:ascii="Times New Roman" w:hAnsi="Times New Roman"/>
      <w:sz w:val="24"/>
      <w:szCs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character" w:styleId="Hyperlink">
    <w:name w:val="Hyperlink"/>
    <w:basedOn w:val="DefaultParagraphFont"/>
    <w:semiHidden/>
    <w:rPr>
      <w:color w:val="0000FF"/>
      <w:u w:val="single"/>
    </w:rPr>
  </w:style>
  <w:style w:type="paragraph" w:styleId="TOC6">
    <w:name w:val="toc 6"/>
    <w:basedOn w:val="Normal"/>
    <w:next w:val="Normal"/>
    <w:autoRedefine/>
    <w:semiHidden/>
    <w:pPr>
      <w:ind w:left="1200"/>
    </w:pPr>
    <w:rPr>
      <w:rFonts w:ascii="Times New Roman" w:hAnsi="Times New Roman"/>
      <w:sz w:val="24"/>
      <w:szCs w:val="24"/>
      <w:lang w:val="en-GB" w:eastAsia="en-US"/>
    </w:rPr>
  </w:style>
  <w:style w:type="character" w:styleId="FollowedHyperlink">
    <w:name w:val="FollowedHyperlink"/>
    <w:basedOn w:val="DefaultParagraphFont"/>
    <w:semiHidden/>
    <w:rPr>
      <w:color w:val="800080"/>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19432B"/>
    <w:rPr>
      <w:rFonts w:ascii="Tahoma" w:hAnsi="Tahoma" w:cs="Tahoma"/>
      <w:sz w:val="16"/>
      <w:szCs w:val="16"/>
    </w:rPr>
  </w:style>
  <w:style w:type="character" w:customStyle="1" w:styleId="BalloonTextChar">
    <w:name w:val="Balloon Text Char"/>
    <w:basedOn w:val="DefaultParagraphFont"/>
    <w:link w:val="BalloonText"/>
    <w:uiPriority w:val="99"/>
    <w:semiHidden/>
    <w:rsid w:val="0019432B"/>
    <w:rPr>
      <w:rFonts w:ascii="Tahoma" w:hAnsi="Tahoma" w:cs="Tahoma"/>
      <w:sz w:val="16"/>
      <w:szCs w:val="16"/>
    </w:rPr>
  </w:style>
  <w:style w:type="paragraph" w:styleId="ListNumber3">
    <w:name w:val="List Number 3"/>
    <w:basedOn w:val="Normal"/>
    <w:rsid w:val="00D1426F"/>
    <w:pPr>
      <w:numPr>
        <w:numId w:val="8"/>
      </w:numPr>
      <w:tabs>
        <w:tab w:val="clear" w:pos="1080"/>
        <w:tab w:val="num" w:pos="926"/>
      </w:tabs>
      <w:spacing w:before="252" w:line="240" w:lineRule="atLeast"/>
      <w:ind w:left="926"/>
      <w:jc w:val="both"/>
    </w:pPr>
    <w:rPr>
      <w:rFonts w:ascii="Helvetica" w:hAnsi="Helvetica"/>
      <w:sz w:val="20"/>
    </w:rPr>
  </w:style>
  <w:style w:type="table" w:styleId="TableGrid">
    <w:name w:val="Table Grid"/>
    <w:basedOn w:val="TableNormal"/>
    <w:uiPriority w:val="59"/>
    <w:rsid w:val="004F0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90773"/>
    <w:rPr>
      <w:rFonts w:ascii="Times New Roman" w:hAnsi="Times New Roman"/>
      <w:vanish/>
      <w:color w:val="FF0000"/>
      <w:sz w:val="24"/>
      <w:szCs w:val="24"/>
    </w:rPr>
  </w:style>
  <w:style w:type="character" w:customStyle="1" w:styleId="BodyTextChar">
    <w:name w:val="Body Text Char"/>
    <w:basedOn w:val="DefaultParagraphFont"/>
    <w:link w:val="BodyText"/>
    <w:rsid w:val="00390773"/>
    <w:rPr>
      <w:vanish/>
      <w:color w:val="FF0000"/>
      <w:sz w:val="24"/>
      <w:szCs w:val="24"/>
    </w:rPr>
  </w:style>
  <w:style w:type="paragraph" w:styleId="BodyText3">
    <w:name w:val="Body Text 3"/>
    <w:basedOn w:val="Normal"/>
    <w:link w:val="BodyText3Char"/>
    <w:rsid w:val="00390773"/>
    <w:pPr>
      <w:tabs>
        <w:tab w:val="left" w:pos="-1134"/>
        <w:tab w:val="left" w:pos="-755"/>
        <w:tab w:val="left" w:pos="-376"/>
        <w:tab w:val="left" w:pos="3"/>
        <w:tab w:val="left" w:pos="382"/>
        <w:tab w:val="left" w:pos="762"/>
        <w:tab w:val="left" w:pos="1141"/>
        <w:tab w:val="left" w:pos="1520"/>
        <w:tab w:val="left" w:pos="1899"/>
        <w:tab w:val="left" w:pos="2278"/>
        <w:tab w:val="left" w:pos="2658"/>
        <w:tab w:val="left" w:pos="3037"/>
        <w:tab w:val="left" w:pos="3416"/>
        <w:tab w:val="left" w:pos="3795"/>
        <w:tab w:val="left" w:pos="4174"/>
        <w:tab w:val="left" w:pos="4554"/>
        <w:tab w:val="left" w:pos="4933"/>
        <w:tab w:val="left" w:pos="5312"/>
        <w:tab w:val="left" w:pos="5691"/>
        <w:tab w:val="left" w:pos="6070"/>
        <w:tab w:val="left" w:pos="6450"/>
        <w:tab w:val="left" w:pos="6829"/>
        <w:tab w:val="left" w:pos="7208"/>
        <w:tab w:val="left" w:pos="7587"/>
        <w:tab w:val="left" w:pos="7966"/>
        <w:tab w:val="left" w:pos="8346"/>
        <w:tab w:val="left" w:pos="8725"/>
        <w:tab w:val="left" w:pos="9104"/>
        <w:tab w:val="left" w:pos="9483"/>
        <w:tab w:val="left" w:pos="9862"/>
        <w:tab w:val="left" w:pos="10242"/>
        <w:tab w:val="left" w:pos="10621"/>
      </w:tabs>
      <w:jc w:val="both"/>
    </w:pPr>
    <w:rPr>
      <w:rFonts w:ascii="Times New Roman" w:hAnsi="Times New Roman"/>
      <w:sz w:val="24"/>
      <w:szCs w:val="24"/>
    </w:rPr>
  </w:style>
  <w:style w:type="character" w:customStyle="1" w:styleId="BodyText3Char">
    <w:name w:val="Body Text 3 Char"/>
    <w:basedOn w:val="DefaultParagraphFont"/>
    <w:link w:val="BodyText3"/>
    <w:rsid w:val="00390773"/>
    <w:rPr>
      <w:sz w:val="24"/>
      <w:szCs w:val="24"/>
    </w:rPr>
  </w:style>
  <w:style w:type="paragraph" w:styleId="ListParagraph">
    <w:name w:val="List Paragraph"/>
    <w:basedOn w:val="Normal"/>
    <w:uiPriority w:val="1"/>
    <w:qFormat/>
    <w:rsid w:val="00B24AE4"/>
    <w:pPr>
      <w:ind w:left="720"/>
      <w:contextualSpacing/>
    </w:pPr>
  </w:style>
  <w:style w:type="paragraph" w:styleId="NormalWeb">
    <w:name w:val="Normal (Web)"/>
    <w:basedOn w:val="Normal"/>
    <w:uiPriority w:val="99"/>
    <w:unhideWhenUsed/>
    <w:rsid w:val="00372EBE"/>
    <w:pPr>
      <w:spacing w:before="100" w:beforeAutospacing="1" w:after="100" w:afterAutospacing="1"/>
    </w:pPr>
    <w:rPr>
      <w:rFonts w:ascii="Times New Roman" w:hAnsi="Times New Roman"/>
      <w:sz w:val="24"/>
      <w:szCs w:val="24"/>
    </w:rPr>
  </w:style>
  <w:style w:type="character" w:customStyle="1" w:styleId="post-author">
    <w:name w:val="post-author"/>
    <w:basedOn w:val="DefaultParagraphFont"/>
    <w:rsid w:val="00372EBE"/>
  </w:style>
  <w:style w:type="character" w:customStyle="1" w:styleId="fn">
    <w:name w:val="fn"/>
    <w:basedOn w:val="DefaultParagraphFont"/>
    <w:rsid w:val="00372EBE"/>
  </w:style>
  <w:style w:type="character" w:customStyle="1" w:styleId="post-timestamp">
    <w:name w:val="post-timestamp"/>
    <w:basedOn w:val="DefaultParagraphFont"/>
    <w:rsid w:val="00372EBE"/>
  </w:style>
  <w:style w:type="character" w:customStyle="1" w:styleId="Date1">
    <w:name w:val="Date1"/>
    <w:basedOn w:val="DefaultParagraphFont"/>
    <w:rsid w:val="003F3FDC"/>
  </w:style>
  <w:style w:type="character" w:customStyle="1" w:styleId="categories-links">
    <w:name w:val="categories-links"/>
    <w:basedOn w:val="DefaultParagraphFont"/>
    <w:rsid w:val="003F3FDC"/>
  </w:style>
  <w:style w:type="character" w:customStyle="1" w:styleId="tags-links">
    <w:name w:val="tags-links"/>
    <w:basedOn w:val="DefaultParagraphFont"/>
    <w:rsid w:val="003F3FDC"/>
  </w:style>
  <w:style w:type="character" w:customStyle="1" w:styleId="author">
    <w:name w:val="author"/>
    <w:basedOn w:val="DefaultParagraphFont"/>
    <w:rsid w:val="003F3FDC"/>
  </w:style>
  <w:style w:type="character" w:styleId="Strong">
    <w:name w:val="Strong"/>
    <w:basedOn w:val="DefaultParagraphFont"/>
    <w:uiPriority w:val="22"/>
    <w:qFormat/>
    <w:rsid w:val="003F3FDC"/>
    <w:rPr>
      <w:b/>
      <w:bCs/>
    </w:rPr>
  </w:style>
  <w:style w:type="character" w:styleId="Emphasis">
    <w:name w:val="Emphasis"/>
    <w:basedOn w:val="DefaultParagraphFont"/>
    <w:uiPriority w:val="20"/>
    <w:qFormat/>
    <w:rsid w:val="003F3FDC"/>
    <w:rPr>
      <w:i/>
      <w:iCs/>
    </w:rPr>
  </w:style>
  <w:style w:type="paragraph" w:styleId="HTMLPreformatted">
    <w:name w:val="HTML Preformatted"/>
    <w:basedOn w:val="Normal"/>
    <w:link w:val="HTMLPreformattedChar"/>
    <w:uiPriority w:val="99"/>
    <w:unhideWhenUsed/>
    <w:rsid w:val="003F3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3F3FDC"/>
    <w:rPr>
      <w:rFonts w:ascii="Courier New" w:hAnsi="Courier New" w:cs="Courier New"/>
    </w:rPr>
  </w:style>
  <w:style w:type="character" w:styleId="PlaceholderText">
    <w:name w:val="Placeholder Text"/>
    <w:basedOn w:val="DefaultParagraphFont"/>
    <w:uiPriority w:val="99"/>
    <w:semiHidden/>
    <w:rsid w:val="003F3FDC"/>
    <w:rPr>
      <w:color w:val="808080"/>
    </w:rPr>
  </w:style>
  <w:style w:type="numbering" w:customStyle="1" w:styleId="NoList1">
    <w:name w:val="No List1"/>
    <w:next w:val="NoList"/>
    <w:uiPriority w:val="99"/>
    <w:semiHidden/>
    <w:unhideWhenUsed/>
    <w:rsid w:val="00BA4C5C"/>
  </w:style>
  <w:style w:type="paragraph" w:customStyle="1" w:styleId="TableParagraph">
    <w:name w:val="Table Paragraph"/>
    <w:basedOn w:val="Normal"/>
    <w:uiPriority w:val="1"/>
    <w:qFormat/>
    <w:rsid w:val="00BA4C5C"/>
    <w:pPr>
      <w:widowControl w:val="0"/>
    </w:pPr>
    <w:rPr>
      <w:rFonts w:ascii="Calibri" w:eastAsia="Calibri" w:hAnsi="Calibri"/>
      <w:sz w:val="22"/>
      <w:szCs w:val="22"/>
      <w:lang w:val="en-US" w:eastAsia="en-US"/>
    </w:rPr>
  </w:style>
  <w:style w:type="numbering" w:customStyle="1" w:styleId="NoList2">
    <w:name w:val="No List2"/>
    <w:next w:val="NoList"/>
    <w:uiPriority w:val="99"/>
    <w:semiHidden/>
    <w:unhideWhenUsed/>
    <w:rsid w:val="00E74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60800">
      <w:bodyDiv w:val="1"/>
      <w:marLeft w:val="0"/>
      <w:marRight w:val="0"/>
      <w:marTop w:val="0"/>
      <w:marBottom w:val="0"/>
      <w:divBdr>
        <w:top w:val="none" w:sz="0" w:space="0" w:color="auto"/>
        <w:left w:val="none" w:sz="0" w:space="0" w:color="auto"/>
        <w:bottom w:val="none" w:sz="0" w:space="0" w:color="auto"/>
        <w:right w:val="none" w:sz="0" w:space="0" w:color="auto"/>
      </w:divBdr>
    </w:div>
    <w:div w:id="210847732">
      <w:bodyDiv w:val="1"/>
      <w:marLeft w:val="0"/>
      <w:marRight w:val="0"/>
      <w:marTop w:val="0"/>
      <w:marBottom w:val="0"/>
      <w:divBdr>
        <w:top w:val="none" w:sz="0" w:space="0" w:color="auto"/>
        <w:left w:val="none" w:sz="0" w:space="0" w:color="auto"/>
        <w:bottom w:val="none" w:sz="0" w:space="0" w:color="auto"/>
        <w:right w:val="none" w:sz="0" w:space="0" w:color="auto"/>
      </w:divBdr>
    </w:div>
    <w:div w:id="253588491">
      <w:bodyDiv w:val="1"/>
      <w:marLeft w:val="0"/>
      <w:marRight w:val="0"/>
      <w:marTop w:val="0"/>
      <w:marBottom w:val="0"/>
      <w:divBdr>
        <w:top w:val="none" w:sz="0" w:space="0" w:color="auto"/>
        <w:left w:val="none" w:sz="0" w:space="0" w:color="auto"/>
        <w:bottom w:val="none" w:sz="0" w:space="0" w:color="auto"/>
        <w:right w:val="none" w:sz="0" w:space="0" w:color="auto"/>
      </w:divBdr>
    </w:div>
    <w:div w:id="276181624">
      <w:bodyDiv w:val="1"/>
      <w:marLeft w:val="0"/>
      <w:marRight w:val="0"/>
      <w:marTop w:val="0"/>
      <w:marBottom w:val="0"/>
      <w:divBdr>
        <w:top w:val="none" w:sz="0" w:space="0" w:color="auto"/>
        <w:left w:val="none" w:sz="0" w:space="0" w:color="auto"/>
        <w:bottom w:val="none" w:sz="0" w:space="0" w:color="auto"/>
        <w:right w:val="none" w:sz="0" w:space="0" w:color="auto"/>
      </w:divBdr>
    </w:div>
    <w:div w:id="353045184">
      <w:bodyDiv w:val="1"/>
      <w:marLeft w:val="0"/>
      <w:marRight w:val="0"/>
      <w:marTop w:val="0"/>
      <w:marBottom w:val="0"/>
      <w:divBdr>
        <w:top w:val="none" w:sz="0" w:space="0" w:color="auto"/>
        <w:left w:val="none" w:sz="0" w:space="0" w:color="auto"/>
        <w:bottom w:val="none" w:sz="0" w:space="0" w:color="auto"/>
        <w:right w:val="none" w:sz="0" w:space="0" w:color="auto"/>
      </w:divBdr>
    </w:div>
    <w:div w:id="363017175">
      <w:bodyDiv w:val="1"/>
      <w:marLeft w:val="0"/>
      <w:marRight w:val="0"/>
      <w:marTop w:val="0"/>
      <w:marBottom w:val="0"/>
      <w:divBdr>
        <w:top w:val="none" w:sz="0" w:space="0" w:color="auto"/>
        <w:left w:val="none" w:sz="0" w:space="0" w:color="auto"/>
        <w:bottom w:val="none" w:sz="0" w:space="0" w:color="auto"/>
        <w:right w:val="none" w:sz="0" w:space="0" w:color="auto"/>
      </w:divBdr>
    </w:div>
    <w:div w:id="448859903">
      <w:bodyDiv w:val="1"/>
      <w:marLeft w:val="0"/>
      <w:marRight w:val="0"/>
      <w:marTop w:val="0"/>
      <w:marBottom w:val="0"/>
      <w:divBdr>
        <w:top w:val="none" w:sz="0" w:space="0" w:color="auto"/>
        <w:left w:val="none" w:sz="0" w:space="0" w:color="auto"/>
        <w:bottom w:val="none" w:sz="0" w:space="0" w:color="auto"/>
        <w:right w:val="none" w:sz="0" w:space="0" w:color="auto"/>
      </w:divBdr>
    </w:div>
    <w:div w:id="728580546">
      <w:bodyDiv w:val="1"/>
      <w:marLeft w:val="0"/>
      <w:marRight w:val="0"/>
      <w:marTop w:val="0"/>
      <w:marBottom w:val="0"/>
      <w:divBdr>
        <w:top w:val="none" w:sz="0" w:space="0" w:color="auto"/>
        <w:left w:val="none" w:sz="0" w:space="0" w:color="auto"/>
        <w:bottom w:val="none" w:sz="0" w:space="0" w:color="auto"/>
        <w:right w:val="none" w:sz="0" w:space="0" w:color="auto"/>
      </w:divBdr>
    </w:div>
    <w:div w:id="815218706">
      <w:bodyDiv w:val="1"/>
      <w:marLeft w:val="0"/>
      <w:marRight w:val="0"/>
      <w:marTop w:val="0"/>
      <w:marBottom w:val="0"/>
      <w:divBdr>
        <w:top w:val="none" w:sz="0" w:space="0" w:color="auto"/>
        <w:left w:val="none" w:sz="0" w:space="0" w:color="auto"/>
        <w:bottom w:val="none" w:sz="0" w:space="0" w:color="auto"/>
        <w:right w:val="none" w:sz="0" w:space="0" w:color="auto"/>
      </w:divBdr>
    </w:div>
    <w:div w:id="893201862">
      <w:bodyDiv w:val="1"/>
      <w:marLeft w:val="0"/>
      <w:marRight w:val="0"/>
      <w:marTop w:val="0"/>
      <w:marBottom w:val="0"/>
      <w:divBdr>
        <w:top w:val="none" w:sz="0" w:space="0" w:color="auto"/>
        <w:left w:val="none" w:sz="0" w:space="0" w:color="auto"/>
        <w:bottom w:val="none" w:sz="0" w:space="0" w:color="auto"/>
        <w:right w:val="none" w:sz="0" w:space="0" w:color="auto"/>
      </w:divBdr>
      <w:divsChild>
        <w:div w:id="1722241815">
          <w:marLeft w:val="0"/>
          <w:marRight w:val="0"/>
          <w:marTop w:val="0"/>
          <w:marBottom w:val="0"/>
          <w:divBdr>
            <w:top w:val="none" w:sz="0" w:space="0" w:color="auto"/>
            <w:left w:val="none" w:sz="0" w:space="0" w:color="auto"/>
            <w:bottom w:val="none" w:sz="0" w:space="0" w:color="auto"/>
            <w:right w:val="none" w:sz="0" w:space="0" w:color="auto"/>
          </w:divBdr>
          <w:divsChild>
            <w:div w:id="425228519">
              <w:marLeft w:val="0"/>
              <w:marRight w:val="0"/>
              <w:marTop w:val="0"/>
              <w:marBottom w:val="0"/>
              <w:divBdr>
                <w:top w:val="none" w:sz="0" w:space="0" w:color="auto"/>
                <w:left w:val="none" w:sz="0" w:space="0" w:color="auto"/>
                <w:bottom w:val="none" w:sz="0" w:space="0" w:color="auto"/>
                <w:right w:val="none" w:sz="0" w:space="0" w:color="auto"/>
              </w:divBdr>
              <w:divsChild>
                <w:div w:id="100239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950473">
      <w:bodyDiv w:val="1"/>
      <w:marLeft w:val="0"/>
      <w:marRight w:val="0"/>
      <w:marTop w:val="0"/>
      <w:marBottom w:val="0"/>
      <w:divBdr>
        <w:top w:val="none" w:sz="0" w:space="0" w:color="auto"/>
        <w:left w:val="none" w:sz="0" w:space="0" w:color="auto"/>
        <w:bottom w:val="none" w:sz="0" w:space="0" w:color="auto"/>
        <w:right w:val="none" w:sz="0" w:space="0" w:color="auto"/>
      </w:divBdr>
    </w:div>
    <w:div w:id="1150635123">
      <w:bodyDiv w:val="1"/>
      <w:marLeft w:val="0"/>
      <w:marRight w:val="0"/>
      <w:marTop w:val="0"/>
      <w:marBottom w:val="0"/>
      <w:divBdr>
        <w:top w:val="none" w:sz="0" w:space="0" w:color="auto"/>
        <w:left w:val="none" w:sz="0" w:space="0" w:color="auto"/>
        <w:bottom w:val="none" w:sz="0" w:space="0" w:color="auto"/>
        <w:right w:val="none" w:sz="0" w:space="0" w:color="auto"/>
      </w:divBdr>
    </w:div>
    <w:div w:id="1183596181">
      <w:bodyDiv w:val="1"/>
      <w:marLeft w:val="0"/>
      <w:marRight w:val="0"/>
      <w:marTop w:val="0"/>
      <w:marBottom w:val="0"/>
      <w:divBdr>
        <w:top w:val="none" w:sz="0" w:space="0" w:color="auto"/>
        <w:left w:val="none" w:sz="0" w:space="0" w:color="auto"/>
        <w:bottom w:val="none" w:sz="0" w:space="0" w:color="auto"/>
        <w:right w:val="none" w:sz="0" w:space="0" w:color="auto"/>
      </w:divBdr>
    </w:div>
    <w:div w:id="1193566830">
      <w:bodyDiv w:val="1"/>
      <w:marLeft w:val="0"/>
      <w:marRight w:val="0"/>
      <w:marTop w:val="0"/>
      <w:marBottom w:val="0"/>
      <w:divBdr>
        <w:top w:val="none" w:sz="0" w:space="0" w:color="auto"/>
        <w:left w:val="none" w:sz="0" w:space="0" w:color="auto"/>
        <w:bottom w:val="none" w:sz="0" w:space="0" w:color="auto"/>
        <w:right w:val="none" w:sz="0" w:space="0" w:color="auto"/>
      </w:divBdr>
      <w:divsChild>
        <w:div w:id="1606426672">
          <w:marLeft w:val="0"/>
          <w:marRight w:val="0"/>
          <w:marTop w:val="0"/>
          <w:marBottom w:val="0"/>
          <w:divBdr>
            <w:top w:val="none" w:sz="0" w:space="0" w:color="auto"/>
            <w:left w:val="none" w:sz="0" w:space="0" w:color="auto"/>
            <w:bottom w:val="none" w:sz="0" w:space="0" w:color="auto"/>
            <w:right w:val="none" w:sz="0" w:space="0" w:color="auto"/>
          </w:divBdr>
        </w:div>
        <w:div w:id="1071275393">
          <w:marLeft w:val="0"/>
          <w:marRight w:val="0"/>
          <w:marTop w:val="0"/>
          <w:marBottom w:val="0"/>
          <w:divBdr>
            <w:top w:val="none" w:sz="0" w:space="0" w:color="auto"/>
            <w:left w:val="none" w:sz="0" w:space="0" w:color="auto"/>
            <w:bottom w:val="none" w:sz="0" w:space="0" w:color="auto"/>
            <w:right w:val="none" w:sz="0" w:space="0" w:color="auto"/>
          </w:divBdr>
          <w:divsChild>
            <w:div w:id="170964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159667">
      <w:bodyDiv w:val="1"/>
      <w:marLeft w:val="0"/>
      <w:marRight w:val="0"/>
      <w:marTop w:val="0"/>
      <w:marBottom w:val="0"/>
      <w:divBdr>
        <w:top w:val="none" w:sz="0" w:space="0" w:color="auto"/>
        <w:left w:val="none" w:sz="0" w:space="0" w:color="auto"/>
        <w:bottom w:val="none" w:sz="0" w:space="0" w:color="auto"/>
        <w:right w:val="none" w:sz="0" w:space="0" w:color="auto"/>
      </w:divBdr>
    </w:div>
    <w:div w:id="1463577452">
      <w:bodyDiv w:val="1"/>
      <w:marLeft w:val="0"/>
      <w:marRight w:val="0"/>
      <w:marTop w:val="0"/>
      <w:marBottom w:val="0"/>
      <w:divBdr>
        <w:top w:val="none" w:sz="0" w:space="0" w:color="auto"/>
        <w:left w:val="none" w:sz="0" w:space="0" w:color="auto"/>
        <w:bottom w:val="none" w:sz="0" w:space="0" w:color="auto"/>
        <w:right w:val="none" w:sz="0" w:space="0" w:color="auto"/>
      </w:divBdr>
    </w:div>
    <w:div w:id="1502046569">
      <w:bodyDiv w:val="1"/>
      <w:marLeft w:val="0"/>
      <w:marRight w:val="0"/>
      <w:marTop w:val="0"/>
      <w:marBottom w:val="0"/>
      <w:divBdr>
        <w:top w:val="none" w:sz="0" w:space="0" w:color="auto"/>
        <w:left w:val="none" w:sz="0" w:space="0" w:color="auto"/>
        <w:bottom w:val="none" w:sz="0" w:space="0" w:color="auto"/>
        <w:right w:val="none" w:sz="0" w:space="0" w:color="auto"/>
      </w:divBdr>
    </w:div>
    <w:div w:id="1738359915">
      <w:bodyDiv w:val="1"/>
      <w:marLeft w:val="0"/>
      <w:marRight w:val="0"/>
      <w:marTop w:val="0"/>
      <w:marBottom w:val="0"/>
      <w:divBdr>
        <w:top w:val="none" w:sz="0" w:space="0" w:color="auto"/>
        <w:left w:val="none" w:sz="0" w:space="0" w:color="auto"/>
        <w:bottom w:val="none" w:sz="0" w:space="0" w:color="auto"/>
        <w:right w:val="none" w:sz="0" w:space="0" w:color="auto"/>
      </w:divBdr>
    </w:div>
    <w:div w:id="1860895269">
      <w:bodyDiv w:val="1"/>
      <w:marLeft w:val="0"/>
      <w:marRight w:val="0"/>
      <w:marTop w:val="0"/>
      <w:marBottom w:val="0"/>
      <w:divBdr>
        <w:top w:val="none" w:sz="0" w:space="0" w:color="auto"/>
        <w:left w:val="none" w:sz="0" w:space="0" w:color="auto"/>
        <w:bottom w:val="none" w:sz="0" w:space="0" w:color="auto"/>
        <w:right w:val="none" w:sz="0" w:space="0" w:color="auto"/>
      </w:divBdr>
    </w:div>
    <w:div w:id="2010132591">
      <w:bodyDiv w:val="1"/>
      <w:marLeft w:val="0"/>
      <w:marRight w:val="0"/>
      <w:marTop w:val="0"/>
      <w:marBottom w:val="0"/>
      <w:divBdr>
        <w:top w:val="none" w:sz="0" w:space="0" w:color="auto"/>
        <w:left w:val="none" w:sz="0" w:space="0" w:color="auto"/>
        <w:bottom w:val="none" w:sz="0" w:space="0" w:color="auto"/>
        <w:right w:val="none" w:sz="0" w:space="0" w:color="auto"/>
      </w:divBdr>
    </w:div>
    <w:div w:id="2054571846">
      <w:bodyDiv w:val="1"/>
      <w:marLeft w:val="0"/>
      <w:marRight w:val="0"/>
      <w:marTop w:val="0"/>
      <w:marBottom w:val="0"/>
      <w:divBdr>
        <w:top w:val="none" w:sz="0" w:space="0" w:color="auto"/>
        <w:left w:val="none" w:sz="0" w:space="0" w:color="auto"/>
        <w:bottom w:val="none" w:sz="0" w:space="0" w:color="auto"/>
        <w:right w:val="none" w:sz="0" w:space="0" w:color="auto"/>
      </w:divBdr>
    </w:div>
    <w:div w:id="2132432419">
      <w:bodyDiv w:val="1"/>
      <w:marLeft w:val="0"/>
      <w:marRight w:val="0"/>
      <w:marTop w:val="0"/>
      <w:marBottom w:val="0"/>
      <w:divBdr>
        <w:top w:val="none" w:sz="0" w:space="0" w:color="auto"/>
        <w:left w:val="none" w:sz="0" w:space="0" w:color="auto"/>
        <w:bottom w:val="none" w:sz="0" w:space="0" w:color="auto"/>
        <w:right w:val="none" w:sz="0" w:space="0" w:color="auto"/>
      </w:divBdr>
      <w:divsChild>
        <w:div w:id="1145005079">
          <w:marLeft w:val="0"/>
          <w:marRight w:val="0"/>
          <w:marTop w:val="0"/>
          <w:marBottom w:val="0"/>
          <w:divBdr>
            <w:top w:val="none" w:sz="0" w:space="0" w:color="auto"/>
            <w:left w:val="none" w:sz="0" w:space="0" w:color="auto"/>
            <w:bottom w:val="none" w:sz="0" w:space="0" w:color="auto"/>
            <w:right w:val="none" w:sz="0" w:space="0" w:color="auto"/>
          </w:divBdr>
        </w:div>
        <w:div w:id="1373845304">
          <w:marLeft w:val="0"/>
          <w:marRight w:val="0"/>
          <w:marTop w:val="0"/>
          <w:marBottom w:val="0"/>
          <w:divBdr>
            <w:top w:val="none" w:sz="0" w:space="0" w:color="auto"/>
            <w:left w:val="none" w:sz="0" w:space="0" w:color="auto"/>
            <w:bottom w:val="none" w:sz="0" w:space="0" w:color="auto"/>
            <w:right w:val="none" w:sz="0" w:space="0" w:color="auto"/>
          </w:divBdr>
        </w:div>
      </w:divsChild>
    </w:div>
    <w:div w:id="21375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giOffice\Programs\WhiteOffice\Sjabloon\Rappor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BF91ECB5C3C4048BFCC6B6F036E83D1"/>
        <w:category>
          <w:name w:val="General"/>
          <w:gallery w:val="placeholder"/>
        </w:category>
        <w:types>
          <w:type w:val="bbPlcHdr"/>
        </w:types>
        <w:behaviors>
          <w:behavior w:val="content"/>
        </w:behaviors>
        <w:guid w:val="{49786D84-0C5E-4EB1-8B43-39CFDC8AA0E8}"/>
      </w:docPartPr>
      <w:docPartBody>
        <w:p w:rsidR="006058DE" w:rsidRDefault="00866419">
          <w:r w:rsidRPr="00983CB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Frutiger 55 Roman">
    <w:altName w:val="Impact"/>
    <w:charset w:val="00"/>
    <w:family w:val="swiss"/>
    <w:pitch w:val="variable"/>
    <w:sig w:usb0="00000003" w:usb1="00000000" w:usb2="00000000" w:usb3="00000000" w:csb0="00000001" w:csb1="00000000"/>
  </w:font>
  <w:font w:name="Frutiger">
    <w:altName w:val="Arial Narrow"/>
    <w:charset w:val="00"/>
    <w:family w:val="swiss"/>
    <w:pitch w:val="variable"/>
    <w:sig w:usb0="80000027" w:usb1="00000000" w:usb2="00000000" w:usb3="00000000" w:csb0="00000001" w:csb1="00000000"/>
  </w:font>
  <w:font w:name="Arial (W1)">
    <w:altName w:val="Arial"/>
    <w:charset w:val="00"/>
    <w:family w:val="swiss"/>
    <w:pitch w:val="variable"/>
    <w:sig w:usb0="20007A87" w:usb1="80000000" w:usb2="00000008" w:usb3="00000000" w:csb0="000001FF" w:csb1="00000000"/>
  </w:font>
  <w:font w:name="Courier (W1)">
    <w:charset w:val="00"/>
    <w:family w:val="modern"/>
    <w:pitch w:val="fixed"/>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419"/>
    <w:rsid w:val="00156783"/>
    <w:rsid w:val="001A770C"/>
    <w:rsid w:val="003152A5"/>
    <w:rsid w:val="00446FC7"/>
    <w:rsid w:val="005D1D55"/>
    <w:rsid w:val="006058DE"/>
    <w:rsid w:val="00615E48"/>
    <w:rsid w:val="006478D7"/>
    <w:rsid w:val="00664672"/>
    <w:rsid w:val="00687409"/>
    <w:rsid w:val="007A1452"/>
    <w:rsid w:val="007F63D7"/>
    <w:rsid w:val="00866419"/>
    <w:rsid w:val="00967904"/>
    <w:rsid w:val="009A10C0"/>
    <w:rsid w:val="00A44E7E"/>
    <w:rsid w:val="00B467B9"/>
    <w:rsid w:val="00BF3457"/>
    <w:rsid w:val="00C05C69"/>
    <w:rsid w:val="00C96844"/>
    <w:rsid w:val="00CF7490"/>
    <w:rsid w:val="00D71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41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BC0FE-ACDB-4351-988F-36C416AE2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Rapport.dot</Template>
  <TotalTime>2838</TotalTime>
  <Pages>8</Pages>
  <Words>895</Words>
  <Characters>5103</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HTM Station HSE Functioneel Ontwerp</vt:lpstr>
      <vt:lpstr>Waterproductiebedrijf Eindhoven  Algemeen</vt:lpstr>
    </vt:vector>
  </TitlesOfParts>
  <Company>RLD Automation</Company>
  <LinksUpToDate>false</LinksUpToDate>
  <CharactersWithSpaces>5987</CharactersWithSpaces>
  <SharedDoc>false</SharedDoc>
  <HLinks>
    <vt:vector size="30" baseType="variant">
      <vt:variant>
        <vt:i4>2293883</vt:i4>
      </vt:variant>
      <vt:variant>
        <vt:i4>75</vt:i4>
      </vt:variant>
      <vt:variant>
        <vt:i4>0</vt:i4>
      </vt:variant>
      <vt:variant>
        <vt:i4>5</vt:i4>
      </vt:variant>
      <vt:variant>
        <vt:lpwstr>TO Algemeen Bijlage 04 - UniekAlarmIdBerekening.xls</vt:lpwstr>
      </vt:variant>
      <vt:variant>
        <vt:lpwstr/>
      </vt:variant>
      <vt:variant>
        <vt:i4>3342373</vt:i4>
      </vt:variant>
      <vt:variant>
        <vt:i4>72</vt:i4>
      </vt:variant>
      <vt:variant>
        <vt:i4>0</vt:i4>
      </vt:variant>
      <vt:variant>
        <vt:i4>5</vt:i4>
      </vt:variant>
      <vt:variant>
        <vt:lpwstr>TO Algemeen Bijlage 03 - Communicatie PLCs.xls</vt:lpwstr>
      </vt:variant>
      <vt:variant>
        <vt:lpwstr/>
      </vt:variant>
      <vt:variant>
        <vt:i4>4325469</vt:i4>
      </vt:variant>
      <vt:variant>
        <vt:i4>69</vt:i4>
      </vt:variant>
      <vt:variant>
        <vt:i4>0</vt:i4>
      </vt:variant>
      <vt:variant>
        <vt:i4>5</vt:i4>
      </vt:variant>
      <vt:variant>
        <vt:lpwstr>TO Algemeen Bijlage 02 - IP adressen.xls</vt:lpwstr>
      </vt:variant>
      <vt:variant>
        <vt:lpwstr/>
      </vt:variant>
      <vt:variant>
        <vt:i4>5439515</vt:i4>
      </vt:variant>
      <vt:variant>
        <vt:i4>66</vt:i4>
      </vt:variant>
      <vt:variant>
        <vt:i4>0</vt:i4>
      </vt:variant>
      <vt:variant>
        <vt:i4>5</vt:i4>
      </vt:variant>
      <vt:variant>
        <vt:lpwstr>TO Algemeen Bijlage 01 - Netwerkoverzicht.vsd</vt:lpwstr>
      </vt:variant>
      <vt:variant>
        <vt:lpwstr/>
      </vt:variant>
      <vt:variant>
        <vt:i4>4587578</vt:i4>
      </vt:variant>
      <vt:variant>
        <vt:i4>14022</vt:i4>
      </vt:variant>
      <vt:variant>
        <vt:i4>1025</vt:i4>
      </vt:variant>
      <vt:variant>
        <vt:i4>1</vt:i4>
      </vt:variant>
      <vt:variant>
        <vt:lpwstr>C:\Program Files\DigiOffice\Programs\WhiteOffice\Logo\Print\hvl.tif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 Station HSE Functioneel Ontwerp</dc:title>
  <dc:subject>HTM Station HSE Scada</dc:subject>
  <dc:creator>Marcel Jordaan</dc:creator>
  <cp:lastModifiedBy>Marcel Jordaan</cp:lastModifiedBy>
  <cp:revision>45</cp:revision>
  <cp:lastPrinted>2012-04-27T13:15:00Z</cp:lastPrinted>
  <dcterms:created xsi:type="dcterms:W3CDTF">2015-06-21T11:18:00Z</dcterms:created>
  <dcterms:modified xsi:type="dcterms:W3CDTF">2018-09-11T19:57:00Z</dcterms:modified>
  <cp:category>Documentatie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HTM Station HSE Scada</vt:lpwstr>
  </property>
  <property fmtid="{D5CDD505-2E9C-101B-9397-08002B2CF9AE}" pid="3" name="locatie">
    <vt:lpwstr>Rotterdam</vt:lpwstr>
  </property>
  <property fmtid="{D5CDD505-2E9C-101B-9397-08002B2CF9AE}" pid="4" name="opdracht">
    <vt:lpwstr>8015574520</vt:lpwstr>
  </property>
  <property fmtid="{D5CDD505-2E9C-101B-9397-08002B2CF9AE}" pid="5" name="status">
    <vt:lpwstr>Ontwerp</vt:lpwstr>
  </property>
  <property fmtid="{D5CDD505-2E9C-101B-9397-08002B2CF9AE}" pid="6" name="Bedrijf">
    <vt:lpwstr>BAM Techniek</vt:lpwstr>
  </property>
  <property fmtid="{D5CDD505-2E9C-101B-9397-08002B2CF9AE}" pid="7" name="creatie">
    <vt:lpwstr>24-jan-2018</vt:lpwstr>
  </property>
  <property fmtid="{D5CDD505-2E9C-101B-9397-08002B2CF9AE}" pid="8" name="versie">
    <vt:lpwstr>1.0</vt:lpwstr>
  </property>
</Properties>
</file>